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73" w:rsidRPr="00154EFF" w:rsidRDefault="00B23F73" w:rsidP="00B23F7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73" w:rsidRDefault="00B23F73" w:rsidP="00B23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3F73" w:rsidRDefault="00B23F73" w:rsidP="00B23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3F73" w:rsidRDefault="00B23F73" w:rsidP="00B23F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23F73" w:rsidRDefault="00B23F73" w:rsidP="00B23F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3F73" w:rsidRDefault="00B23F73" w:rsidP="00B23F7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№92</w:t>
      </w:r>
    </w:p>
    <w:p w:rsidR="00B23F73" w:rsidRPr="000217E9" w:rsidRDefault="00B23F73" w:rsidP="00B23F7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3F73" w:rsidRPr="000330F8" w:rsidRDefault="00B23F73" w:rsidP="00B23F7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B23F73" w:rsidRPr="000330F8" w:rsidRDefault="00B23F73" w:rsidP="00B23F7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B23F73" w:rsidRPr="000330F8" w:rsidRDefault="00B23F73" w:rsidP="00B23F7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B23F73" w:rsidRPr="000330F8" w:rsidRDefault="00B23F73" w:rsidP="00B23F7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6823984000:03:012:02</w:t>
      </w: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  </w:t>
      </w:r>
      <w:proofErr w:type="spellStart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B23F73" w:rsidRPr="000330F8" w:rsidRDefault="00B23F73" w:rsidP="00B23F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F73" w:rsidRPr="000330F8" w:rsidRDefault="00B23F73" w:rsidP="00B23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12, 79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186 </w:t>
      </w:r>
      <w:r w:rsidRPr="000330F8">
        <w:rPr>
          <w:rFonts w:ascii="Times New Roman" w:eastAsia="Calibri" w:hAnsi="Times New Roman" w:cs="Times New Roman"/>
          <w:sz w:val="24"/>
          <w:szCs w:val="24"/>
        </w:rPr>
        <w:t>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B23F73" w:rsidRPr="000330F8" w:rsidRDefault="00B23F73" w:rsidP="00B23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23F73" w:rsidRPr="000330F8" w:rsidRDefault="00B23F73" w:rsidP="00B23F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03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6823984000:03:012</w:t>
      </w:r>
      <w:r w:rsidRPr="000330F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223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0330F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Стригани</w:t>
      </w:r>
      <w:proofErr w:type="spellEnd"/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B23F73" w:rsidRPr="000330F8" w:rsidRDefault="00B23F73" w:rsidP="00B23F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330F8">
        <w:rPr>
          <w:rFonts w:ascii="Times New Roman" w:eastAsia="Calibri" w:hAnsi="Times New Roman" w:cs="Times New Roman"/>
          <w:sz w:val="24"/>
        </w:rPr>
        <w:t xml:space="preserve">Крупецькій сільській раді, розробити  технічну документацію із землеустрою  щодо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0330F8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B23F73" w:rsidRPr="000330F8" w:rsidRDefault="00B23F73" w:rsidP="00B23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23F73" w:rsidRPr="000330F8" w:rsidRDefault="00B23F73" w:rsidP="00B23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F73" w:rsidRPr="000330F8" w:rsidRDefault="00B23F73" w:rsidP="00B23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25FEE" w:rsidRPr="00B23F73" w:rsidRDefault="00B23F73" w:rsidP="00B23F7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330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25FEE" w:rsidRPr="00B23F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73"/>
    <w:rsid w:val="00B23F73"/>
    <w:rsid w:val="00E2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7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23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23F73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7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23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23F73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275</Words>
  <Characters>1570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2022-02-08T07:00:00Z</dcterms:created>
  <dcterms:modified xsi:type="dcterms:W3CDTF">2022-02-08T07:00:00Z</dcterms:modified>
</cp:coreProperties>
</file>