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675" w:rsidRPr="00DF2DCC" w:rsidRDefault="00964675" w:rsidP="0096467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Courier New"/>
          <w:sz w:val="22"/>
          <w:szCs w:val="22"/>
          <w:lang w:val="ru-RU"/>
        </w:rPr>
      </w:pPr>
      <w:r>
        <w:rPr>
          <w:rFonts w:ascii="Courier New" w:hAnsi="Courier New" w:cs="Courier New"/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C5B1D3" wp14:editId="6A43EEED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4675" w:rsidRDefault="00964675" w:rsidP="00964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4675" w:rsidRDefault="00964675" w:rsidP="00964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4675" w:rsidRDefault="00964675" w:rsidP="009646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4675" w:rsidRDefault="00964675" w:rsidP="009646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4675" w:rsidRDefault="00964675" w:rsidP="009646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4675" w:rsidRDefault="00964675" w:rsidP="009646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4675" w:rsidRDefault="00964675" w:rsidP="0096467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10.03.2021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964675" w:rsidRDefault="00964675" w:rsidP="0096467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Про покладення обов</w:t>
      </w:r>
      <w:r>
        <w:rPr>
          <w:rFonts w:ascii="Times New Roman" w:hAnsi="Times New Roman" w:cs="Times New Roman"/>
          <w:b/>
          <w:noProof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noProof/>
          <w:sz w:val="24"/>
          <w:szCs w:val="24"/>
        </w:rPr>
        <w:t>язків по державній реєстрації актів цивільного стану</w:t>
      </w: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стану», до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ідпункту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3.2 Порядку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звітності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бланків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свідоцтв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наказом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Міністерства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29.10.2012 року № 1578/5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Міністерстві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юстиції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02.11.2012 року за №1845/22157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 </w:t>
      </w:r>
    </w:p>
    <w:p w:rsidR="00964675" w:rsidRDefault="00964675" w:rsidP="009646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Уповноважити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проводити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визначених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 »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секретаря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На час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відсутності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відпустки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відрядження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хвороби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обов’язків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цивільного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стану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64675" w:rsidRDefault="00964675" w:rsidP="00964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МИХАЛЮК</w:t>
      </w:r>
    </w:p>
    <w:p w:rsidR="00964675" w:rsidRPr="008E4C5E" w:rsidRDefault="00964675" w:rsidP="00964675">
      <w:pPr>
        <w:rPr>
          <w:szCs w:val="24"/>
        </w:rPr>
      </w:pPr>
      <w:r w:rsidRPr="008E4C5E">
        <w:rPr>
          <w:szCs w:val="24"/>
        </w:rPr>
        <w:t xml:space="preserve"> </w:t>
      </w:r>
    </w:p>
    <w:p w:rsidR="00C0451D" w:rsidRDefault="00C0451D">
      <w:bookmarkStart w:id="0" w:name="_GoBack"/>
      <w:bookmarkEnd w:id="0"/>
    </w:p>
    <w:sectPr w:rsidR="00C0451D" w:rsidSect="00132CF2">
      <w:pgSz w:w="11906" w:h="16838"/>
      <w:pgMar w:top="850" w:right="850" w:bottom="850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2036" w:rsidRDefault="007C2036">
      <w:pPr>
        <w:spacing w:after="0" w:line="240" w:lineRule="auto"/>
      </w:pPr>
      <w:r>
        <w:separator/>
      </w:r>
    </w:p>
  </w:endnote>
  <w:endnote w:type="continuationSeparator" w:id="0">
    <w:p w:rsidR="007C2036" w:rsidRDefault="007C2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2036" w:rsidRDefault="007C2036">
      <w:pPr>
        <w:spacing w:after="0" w:line="240" w:lineRule="auto"/>
      </w:pPr>
      <w:r>
        <w:separator/>
      </w:r>
    </w:p>
  </w:footnote>
  <w:footnote w:type="continuationSeparator" w:id="0">
    <w:p w:rsidR="007C2036" w:rsidRDefault="007C20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675"/>
    <w:rsid w:val="007C2036"/>
    <w:rsid w:val="00964675"/>
    <w:rsid w:val="00C0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7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467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467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6467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67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6467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6467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6467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2021-03-05T17:27:00Z</dcterms:created>
  <dcterms:modified xsi:type="dcterms:W3CDTF">2021-03-05T17:27:00Z</dcterms:modified>
</cp:coreProperties>
</file>