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A9" w:rsidRDefault="007D3BA9" w:rsidP="007D3B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A9" w:rsidRDefault="007D3BA9" w:rsidP="007D3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3BA9" w:rsidRDefault="007D3BA9" w:rsidP="007D3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3BA9" w:rsidRDefault="007D3BA9" w:rsidP="007D3B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BA9" w:rsidRDefault="007D3BA9" w:rsidP="007D3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3BA9" w:rsidRDefault="007D3BA9" w:rsidP="007D3B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BA9" w:rsidRPr="00CA5CA2" w:rsidRDefault="007D3BA9" w:rsidP="007D3B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sz w:val="24"/>
          <w:lang w:eastAsia="en-US"/>
        </w:rPr>
      </w:pP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С.В.</w:t>
      </w:r>
    </w:p>
    <w:p w:rsidR="007D3BA9" w:rsidRPr="00F2698F" w:rsidRDefault="007D3BA9" w:rsidP="007D3BA9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lang w:eastAsia="en-US"/>
        </w:rPr>
        <w:t>статей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Сергію Володимировичу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 w:rsidR="009A2668"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 w:rsidR="009A266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="009A266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9A2668" w:rsidRPr="009A2668">
        <w:rPr>
          <w:rFonts w:ascii="Times New Roman" w:eastAsia="Calibri" w:hAnsi="Times New Roman" w:cs="Times New Roman"/>
          <w:sz w:val="24"/>
          <w:lang w:eastAsia="en-US"/>
        </w:rPr>
        <w:t>_</w:t>
      </w:r>
      <w:r w:rsidR="009A2668">
        <w:rPr>
          <w:rFonts w:ascii="Times New Roman" w:eastAsia="Calibri" w:hAnsi="Times New Roman" w:cs="Times New Roman"/>
          <w:sz w:val="24"/>
          <w:lang w:val="ru-RU" w:eastAsia="en-US"/>
        </w:rPr>
        <w:t>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Крупець,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О.Гуменюка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14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D3BA9" w:rsidRPr="00F2698F" w:rsidRDefault="007D3BA9" w:rsidP="007D3B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3BA9" w:rsidRPr="00F2698F" w:rsidRDefault="007D3BA9" w:rsidP="007D3B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3BA9" w:rsidRPr="00F2698F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3BA9" w:rsidRPr="00F2698F" w:rsidRDefault="007D3BA9" w:rsidP="007D3BA9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3BA9" w:rsidRDefault="007D3BA9" w:rsidP="007D3B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Сільський  голова                                                                            Валерій  МИХАЛЮК</w:t>
      </w:r>
    </w:p>
    <w:p w:rsidR="00A8047B" w:rsidRDefault="00A8047B"/>
    <w:sectPr w:rsidR="00A804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A9"/>
    <w:rsid w:val="007D3BA9"/>
    <w:rsid w:val="009A2668"/>
    <w:rsid w:val="00A8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D3B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3B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D3BA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D3B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3B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D3BA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2021-07-07T06:16:00Z</dcterms:created>
  <dcterms:modified xsi:type="dcterms:W3CDTF">2021-07-07T08:02:00Z</dcterms:modified>
</cp:coreProperties>
</file>