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C6" w:rsidRDefault="004543C6" w:rsidP="004543C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3C6" w:rsidRDefault="004543C6" w:rsidP="004543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43C6" w:rsidRDefault="004543C6" w:rsidP="004543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543C6" w:rsidRDefault="004543C6" w:rsidP="004543C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543C6" w:rsidRDefault="004543C6" w:rsidP="004543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</w:t>
      </w:r>
    </w:p>
    <w:p w:rsidR="004543C6" w:rsidRDefault="004543C6" w:rsidP="004543C6">
      <w:pPr>
        <w:pStyle w:val="24"/>
        <w:shd w:val="clear" w:color="auto" w:fill="auto"/>
        <w:tabs>
          <w:tab w:val="left" w:pos="708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 ,  сільська рада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Рожчук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Володимирівні 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Перловському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Володимировичу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1.3 Кисельову Миколі Олександровичу в розмірі 2000.00 ( дві тисячі)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1.4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Надії Анатоліївні 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1.5 Петрук Ларисі Вікторівні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 Кондратюк Галині Іванівні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1.7 Романюк Тетяні Василівні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1.8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Рибіцькій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Ганні Архипівні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Перловському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Володимировичу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Перловської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Софії Кирилівни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1.10 Ріпа Валерію Федоровичу в розмірі 2900.00 ( дві тисячі дев’ятсот ) грн.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Дзюмак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Ганни Федорівни;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1.11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Бершеда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Володимирівні в розмірі 2000.00 ( дві тисячі) грн.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Бершеда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Юлії Віталіївни;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1.12 Кушніренко Раїсі Миколаївні в розмірі 2000.00 ( дві тисячі)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Людмилі Василівні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1.14 Приходько Марії Володимирівні  в розмірі 2900.00 ( дві тисячі дев’ятсот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1.15 Гуменюк Зінаїді Вікторівні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Коваль Олени Микитівни;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1.16 Матвійчук Євгенії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Фадіївні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1.17 Гаврилюк Анні Сергіївні в розмірі 2900.00 ( дві тисячі дев’ятсот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Криминчук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Віктора Дмитровича</w:t>
      </w:r>
    </w:p>
    <w:p w:rsidR="004543C6" w:rsidRDefault="004543C6" w:rsidP="004543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Надати матеріальну допомогу багатодітній  матері Рибачук Наталії Миколаївні  в розмірі  5000.00 ( п’ять тисяч ) грн.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4543C6" w:rsidRDefault="004543C6" w:rsidP="004543C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(Т.М.Бережна).</w:t>
      </w: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3C6" w:rsidRDefault="004543C6" w:rsidP="004543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D42334" w:rsidRDefault="00D42334">
      <w:bookmarkStart w:id="0" w:name="_GoBack"/>
      <w:bookmarkEnd w:id="0"/>
    </w:p>
    <w:sectPr w:rsidR="00D4233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949" w:rsidRDefault="00300949">
      <w:pPr>
        <w:spacing w:after="0" w:line="240" w:lineRule="auto"/>
      </w:pPr>
      <w:r>
        <w:separator/>
      </w:r>
    </w:p>
  </w:endnote>
  <w:endnote w:type="continuationSeparator" w:id="0">
    <w:p w:rsidR="00300949" w:rsidRDefault="00300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949" w:rsidRDefault="00300949">
      <w:pPr>
        <w:spacing w:after="0" w:line="240" w:lineRule="auto"/>
      </w:pPr>
      <w:r>
        <w:separator/>
      </w:r>
    </w:p>
  </w:footnote>
  <w:footnote w:type="continuationSeparator" w:id="0">
    <w:p w:rsidR="00300949" w:rsidRDefault="00300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C6"/>
    <w:rsid w:val="00300949"/>
    <w:rsid w:val="004543C6"/>
    <w:rsid w:val="00D4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C6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543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543C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543C6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fe">
    <w:name w:val="Основной текст_"/>
    <w:link w:val="24"/>
    <w:rsid w:val="004543C6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rsid w:val="004543C6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C6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543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543C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543C6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fe">
    <w:name w:val="Основной текст_"/>
    <w:link w:val="24"/>
    <w:rsid w:val="004543C6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rsid w:val="004543C6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2021-04-27T15:34:00Z</dcterms:created>
  <dcterms:modified xsi:type="dcterms:W3CDTF">2021-04-27T15:35:00Z</dcterms:modified>
</cp:coreProperties>
</file>