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C11" w:rsidRPr="00CB71B2" w:rsidRDefault="00993C11" w:rsidP="00993C1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1008" name="Группа 110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0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03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BM5DTUe3YAAGBZBAAO&#10;AAAAAAAAAAAAAAAAAC4CAABkcnMvZTJvRG9jLnhtbFBLAQItABQABgAIAAAAIQCe02Rt3QAAAAYB&#10;AAAPAAAAAAAAAAAAAAAAANV4AABkcnMvZG93bnJldi54bWxQSwUGAAAAAAQABADzAAAA33k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" fillcolor="black" stroked="f"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" fillcolor="black" stroked="f"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993C11" w:rsidRPr="00CB71B2" w:rsidRDefault="00993C11" w:rsidP="00993C1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0" b="0"/>
                <wp:wrapNone/>
                <wp:docPr id="1" name="Группа 9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3C11" w:rsidRDefault="00993C11" w:rsidP="00993C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5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3WYdnYAABF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Cot3WY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3C11" w:rsidRDefault="00993C11" w:rsidP="00993C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93C11" w:rsidRPr="00CB71B2" w:rsidRDefault="00993C11" w:rsidP="00993C1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CB71B2">
        <w:rPr>
          <w:rFonts w:ascii="Times New Roman" w:eastAsia="Calibri" w:hAnsi="Times New Roman" w:cs="Times New Roman"/>
          <w:b/>
        </w:rPr>
        <w:t>РІШЕННЯ</w:t>
      </w:r>
    </w:p>
    <w:p w:rsidR="00993C11" w:rsidRPr="00CB71B2" w:rsidRDefault="00993C11" w:rsidP="00993C1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93C11" w:rsidRPr="00CB71B2" w:rsidRDefault="00993C11" w:rsidP="00993C1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93C11" w:rsidRPr="00CB71B2" w:rsidRDefault="00993C11" w:rsidP="00993C1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93C11" w:rsidRPr="00CB71B2" w:rsidRDefault="00993C11" w:rsidP="00993C1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93C11" w:rsidRPr="00CB71B2" w:rsidRDefault="00993C11" w:rsidP="00993C1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93C11" w:rsidRPr="00CB71B2" w:rsidRDefault="00993C11" w:rsidP="00993C11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CB71B2">
        <w:rPr>
          <w:rFonts w:ascii="Times New Roman" w:eastAsia="Calibri" w:hAnsi="Times New Roman" w:cs="Times New Roman"/>
          <w:sz w:val="24"/>
        </w:rPr>
        <w:t>22.04.2021р.                                                 Крупець                                        №_____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Семенюк Т.І., </w:t>
      </w:r>
      <w:proofErr w:type="spellStart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М.І., </w:t>
      </w:r>
      <w:proofErr w:type="spellStart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Гамолюка</w:t>
      </w:r>
      <w:proofErr w:type="spellEnd"/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В.І.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Семенюк Т.І.,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М.І.,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Гамолюка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В.І., сільська  рада 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Семенюк Тетяні  Іванівні,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DF3DFD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>,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ідентифікаційний номер </w:t>
      </w:r>
      <w:r w:rsidR="00DF3DF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Pr="00CB71B2"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Марії  Іванівні, </w:t>
      </w:r>
      <w:r w:rsidRPr="00CB71B2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DF3DFD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>,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ідентифікаційний номер </w:t>
      </w:r>
      <w:r w:rsidR="00DF3DF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Pr="00CB71B2"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Василю  Івановичу, </w:t>
      </w:r>
      <w:r w:rsidRPr="00CB71B2">
        <w:rPr>
          <w:rFonts w:ascii="Times New Roman" w:eastAsia="Calibri" w:hAnsi="Times New Roman" w:cs="Times New Roman"/>
          <w:sz w:val="24"/>
        </w:rPr>
        <w:t xml:space="preserve"> який  зареєстрований  за </w:t>
      </w:r>
      <w:proofErr w:type="spellStart"/>
      <w:r w:rsidRPr="00CB71B2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B71B2">
        <w:rPr>
          <w:rFonts w:ascii="Times New Roman" w:eastAsia="Calibri" w:hAnsi="Times New Roman" w:cs="Times New Roman"/>
          <w:sz w:val="24"/>
        </w:rPr>
        <w:t xml:space="preserve">: </w:t>
      </w:r>
      <w:r w:rsidR="00DF3DFD">
        <w:rPr>
          <w:rFonts w:ascii="Times New Roman" w:eastAsia="Calibri" w:hAnsi="Times New Roman" w:cs="Times New Roman"/>
          <w:sz w:val="24"/>
        </w:rPr>
        <w:t>___________</w:t>
      </w:r>
      <w:r w:rsidRPr="00CB71B2">
        <w:rPr>
          <w:rFonts w:ascii="Times New Roman" w:eastAsia="Calibri" w:hAnsi="Times New Roman" w:cs="Times New Roman"/>
          <w:sz w:val="24"/>
        </w:rPr>
        <w:t>,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ідентифікаційний номер </w:t>
      </w:r>
      <w:r w:rsidR="00DF3DF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Pr="00CB71B2">
        <w:rPr>
          <w:rFonts w:ascii="Times New Roman" w:eastAsia="Calibri" w:hAnsi="Times New Roman" w:cs="Times New Roman"/>
          <w:sz w:val="24"/>
        </w:rPr>
        <w:t xml:space="preserve">   </w:t>
      </w:r>
      <w:bookmarkStart w:id="0" w:name="_GoBack"/>
      <w:bookmarkEnd w:id="0"/>
      <w:r w:rsidRPr="00CB71B2">
        <w:rPr>
          <w:rFonts w:ascii="Times New Roman" w:eastAsia="Calibri" w:hAnsi="Times New Roman" w:cs="Times New Roman"/>
          <w:sz w:val="24"/>
        </w:rPr>
        <w:t xml:space="preserve">Шепетівського району, </w:t>
      </w:r>
      <w:r w:rsidRPr="00CB71B2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B71B2">
        <w:rPr>
          <w:rFonts w:ascii="Times New Roman" w:eastAsia="Calibri" w:hAnsi="Times New Roman" w:cs="Times New Roman"/>
          <w:sz w:val="24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 Семенюк Тетяні  Іванівні ½ частки;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Марії  Іванівні ½ частки; 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Гамолюку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Василю  Івановичу ½ частки, земельної ділянки  площею 0,2500 га,  кадастровий номер: 6823984700:01:015:0021, д</w:t>
      </w:r>
      <w:r w:rsidRPr="00CB71B2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область, Шепетівський  район,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с.Лисиче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</w:t>
      </w:r>
      <w:r w:rsidRPr="00CB71B2">
        <w:rPr>
          <w:rFonts w:ascii="Times New Roman" w:eastAsia="Calibri" w:hAnsi="Times New Roman" w:cs="Times New Roman"/>
          <w:sz w:val="24"/>
        </w:rPr>
        <w:t>Гагаріна,  18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2.</w:t>
      </w:r>
      <w:r w:rsidRPr="00CB71B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</w:t>
      </w: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Семенюк Т.І.,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М.І., </w:t>
      </w:r>
      <w:proofErr w:type="spellStart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Гамолюка</w:t>
      </w:r>
      <w:proofErr w:type="spellEnd"/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В.І. посвідчити своє право  в  установленому  законом  порядку.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3C11" w:rsidRPr="00CB71B2" w:rsidRDefault="00993C11" w:rsidP="00993C1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93C11" w:rsidRPr="00CB71B2" w:rsidRDefault="00993C11" w:rsidP="00993C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CB71B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641B67" w:rsidRDefault="00641B67"/>
    <w:sectPr w:rsidR="00641B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C11"/>
    <w:rsid w:val="00171A2E"/>
    <w:rsid w:val="00304C90"/>
    <w:rsid w:val="00505B6D"/>
    <w:rsid w:val="00641B67"/>
    <w:rsid w:val="006D3977"/>
    <w:rsid w:val="007D6C18"/>
    <w:rsid w:val="00993C11"/>
    <w:rsid w:val="00D1641A"/>
    <w:rsid w:val="00DF3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58F90"/>
  <w15:docId w15:val="{756D6B3A-3F82-49E9-B728-41A619B2F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C11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2</Pages>
  <Words>333</Words>
  <Characters>1901</Characters>
  <Application>Microsoft Office Word</Application>
  <DocSecurity>0</DocSecurity>
  <Lines>15</Lines>
  <Paragraphs>4</Paragraphs>
  <ScaleCrop>false</ScaleCrop>
  <Company>Microsoft</Company>
  <LinksUpToDate>false</LinksUpToDate>
  <CharactersWithSpaces>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2021-04-14T11:53:00Z</dcterms:created>
  <dcterms:modified xsi:type="dcterms:W3CDTF">2021-04-15T05:06:00Z</dcterms:modified>
</cp:coreProperties>
</file>