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63" w:rsidRDefault="000D08D6" w:rsidP="00777D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17.65pt;margin-top:10.15pt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77D63" w:rsidRDefault="00777D63" w:rsidP="00777D63">
      <w:pPr>
        <w:rPr>
          <w:lang w:val="en-US"/>
        </w:rPr>
      </w:pPr>
    </w:p>
    <w:p w:rsidR="00777D63" w:rsidRPr="000E4673" w:rsidRDefault="00777D63" w:rsidP="00777D63">
      <w:pPr>
        <w:rPr>
          <w:lang w:val="en-US"/>
        </w:rPr>
      </w:pPr>
    </w:p>
    <w:p w:rsidR="00777D63" w:rsidRDefault="00777D63" w:rsidP="00777D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77D63" w:rsidRDefault="00777D63" w:rsidP="00777D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77D63" w:rsidRDefault="00777D63" w:rsidP="00777D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77D63" w:rsidRDefault="00777D63" w:rsidP="00777D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77D63" w:rsidRDefault="00777D63" w:rsidP="00777D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D63" w:rsidRDefault="00777D63" w:rsidP="00777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77D63" w:rsidRDefault="00777D63" w:rsidP="00777D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7D63" w:rsidRDefault="00777D63" w:rsidP="00777D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7D63" w:rsidRPr="00991413" w:rsidRDefault="00777D63" w:rsidP="00777D6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40</w:t>
      </w:r>
    </w:p>
    <w:p w:rsidR="00777D63" w:rsidRPr="004A7F1D" w:rsidRDefault="00777D63" w:rsidP="00777D63">
      <w:pPr>
        <w:tabs>
          <w:tab w:val="left" w:pos="4424"/>
        </w:tabs>
        <w:rPr>
          <w:rFonts w:ascii="Times New Roman" w:hAnsi="Times New Roman" w:cs="Times New Roman"/>
        </w:rPr>
      </w:pPr>
    </w:p>
    <w:p w:rsidR="00777D63" w:rsidRPr="00991413" w:rsidRDefault="00777D63" w:rsidP="00777D6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413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77D63" w:rsidRPr="00991413" w:rsidRDefault="00777D63" w:rsidP="00777D6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413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77D63" w:rsidRPr="00991413" w:rsidRDefault="00777D63" w:rsidP="00777D6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413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77D63" w:rsidRPr="00991413" w:rsidRDefault="00777D63" w:rsidP="00777D6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413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991413">
        <w:rPr>
          <w:rFonts w:ascii="Times New Roman" w:hAnsi="Times New Roman" w:cs="Times New Roman"/>
          <w:b/>
          <w:sz w:val="24"/>
          <w:szCs w:val="24"/>
        </w:rPr>
        <w:t>Семенюка</w:t>
      </w:r>
      <w:proofErr w:type="spellEnd"/>
      <w:r w:rsidRPr="00991413">
        <w:rPr>
          <w:rFonts w:ascii="Times New Roman" w:hAnsi="Times New Roman" w:cs="Times New Roman"/>
          <w:b/>
          <w:sz w:val="24"/>
          <w:szCs w:val="24"/>
        </w:rPr>
        <w:t xml:space="preserve"> І.Я.</w:t>
      </w:r>
    </w:p>
    <w:p w:rsidR="00777D63" w:rsidRPr="00991413" w:rsidRDefault="00777D63" w:rsidP="00777D6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1413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991413">
        <w:rPr>
          <w:rFonts w:ascii="Times New Roman" w:hAnsi="Times New Roman" w:cs="Times New Roman"/>
          <w:sz w:val="24"/>
          <w:szCs w:val="24"/>
        </w:rPr>
        <w:t>Семенюка</w:t>
      </w:r>
      <w:proofErr w:type="spellEnd"/>
      <w:r w:rsidRPr="00991413">
        <w:rPr>
          <w:rFonts w:ascii="Times New Roman" w:hAnsi="Times New Roman" w:cs="Times New Roman"/>
          <w:sz w:val="24"/>
          <w:szCs w:val="24"/>
        </w:rPr>
        <w:t xml:space="preserve"> І.Я., сільська  рада ВИРІШИЛА:</w:t>
      </w: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91413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991413">
        <w:rPr>
          <w:rFonts w:ascii="Times New Roman" w:eastAsia="Calibri" w:hAnsi="Times New Roman" w:cs="Times New Roman"/>
          <w:sz w:val="24"/>
          <w:szCs w:val="24"/>
          <w:lang w:eastAsia="en-US"/>
        </w:rPr>
        <w:t>Семенюку</w:t>
      </w:r>
      <w:proofErr w:type="spellEnd"/>
      <w:r w:rsidRPr="0099141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Івану Якимовичу, який зареєстрований за адресою: </w:t>
      </w:r>
      <w:r w:rsidR="000D08D6" w:rsidRPr="000D08D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</w:t>
      </w:r>
      <w:bookmarkStart w:id="0" w:name="_GoBack"/>
      <w:bookmarkEnd w:id="0"/>
      <w:r w:rsidRPr="00991413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0,3198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413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6823986800:02:001:0037), для ведення особистого селянського господарства, яка розташована Хмельницька область, </w:t>
      </w:r>
      <w:proofErr w:type="spellStart"/>
      <w:r w:rsidRPr="0099141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99141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991413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991413">
        <w:rPr>
          <w:rFonts w:ascii="Times New Roman" w:hAnsi="Times New Roman" w:cs="Times New Roman"/>
          <w:sz w:val="24"/>
          <w:szCs w:val="24"/>
        </w:rPr>
        <w:t>.</w:t>
      </w: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41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1413">
        <w:rPr>
          <w:rFonts w:ascii="Times New Roman" w:hAnsi="Times New Roman" w:cs="Times New Roman"/>
          <w:sz w:val="24"/>
          <w:szCs w:val="24"/>
        </w:rPr>
        <w:t>Семенюку</w:t>
      </w:r>
      <w:proofErr w:type="spellEnd"/>
      <w:r w:rsidRPr="00991413">
        <w:rPr>
          <w:rFonts w:ascii="Times New Roman" w:hAnsi="Times New Roman" w:cs="Times New Roman"/>
          <w:sz w:val="24"/>
          <w:szCs w:val="24"/>
        </w:rPr>
        <w:t xml:space="preserve"> І.Я., посвідчити своє право  в  установленому  законом  порядку.</w:t>
      </w: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1413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7D63" w:rsidRPr="00777D6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7D63" w:rsidRPr="0099141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10E" w:rsidRPr="00777D63" w:rsidRDefault="00777D63" w:rsidP="00777D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В.М.Мазур</w:t>
      </w:r>
    </w:p>
    <w:sectPr w:rsidR="00F6710E" w:rsidRPr="00777D63" w:rsidSect="00F6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77D63"/>
    <w:rsid w:val="000D08D6"/>
    <w:rsid w:val="00171A2E"/>
    <w:rsid w:val="00304C90"/>
    <w:rsid w:val="00505B6D"/>
    <w:rsid w:val="006D3977"/>
    <w:rsid w:val="00777D63"/>
    <w:rsid w:val="007D6C18"/>
    <w:rsid w:val="00D1641A"/>
    <w:rsid w:val="00F6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6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2020-03-16T12:54:00Z</dcterms:created>
  <dcterms:modified xsi:type="dcterms:W3CDTF">2020-03-17T06:30:00Z</dcterms:modified>
</cp:coreProperties>
</file>