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DC" w:rsidRPr="00B623A8" w:rsidRDefault="00043166" w:rsidP="006547D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IaQn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/ZTCGkJ3AABAWQQADgAAAAAAAAAAAAAAAAAuAgAAZHJzL2Uyb0Rv&#10;Yy54bWxQSwECLQAUAAYACAAAACEAsh1Mm+AAAAAKAQAADwAAAAAAAAAAAAAAAACceQAAZHJzL2Rv&#10;d25yZXYueG1sUEsFBgAAAAAEAAQA8wAAAKl6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jy8IA&#10;AADdAAAADwAAAGRycy9kb3ducmV2LnhtbESPzarCMBSE94LvEI7g7pqqeNVqFBEVF4L4tz80x7bY&#10;nJQman17Iwguh5n5hpnOa1OIB1Uut6yg24lAECdW55wqOJ/WfyMQziNrLCyTghc5mM+ajSnG2j75&#10;QI+jT0WAsItRQeZ9GUvpkowMuo4tiYN3tZVBH2SVSl3hM8BNIXtR9C8N5hwWMixpmVFyO96NAtvf&#10;bHeXtHfor3joebEfXS/1Tql2q15MQHiq/S/8bW+1gkE0HsDnTXgC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PL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E5ssgA&#10;AADdAAAADwAAAGRycy9kb3ducmV2LnhtbESPS2vDMBCE74X+B7GFXEIiN1AncaOEEnD6OBTygFwX&#10;a2u5tVZGUhI3v74qFHocZuYbZrHqbSvO5EPjWMH9OANBXDndcK3gsC9HMxAhImtsHZOCbwqwWt7e&#10;LLDQ7sJbOu9iLRKEQ4EKTIxdIWWoDFkMY9cRJ+/DeYsxSV9L7fGS4LaVkyzLpcWG04LBjtaGqq/d&#10;ySr4LN/NcT29bvxwvqXrsHx7bl9zpQZ3/dMjiEh9/A//tV+0godsnsPvm/QE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oTm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X+VsMA&#10;AADdAAAADwAAAGRycy9kb3ducmV2LnhtbESP3YrCMBCF74V9hzAL3oimq7irXaOIqIg34s8DDM3Y&#10;lG0mpcna+vZGELw8nJ+PM1u0thQ3qn3hWMHXIAFBnDldcK7gct70JyB8QNZYOiYFd/KwmH90Zphq&#10;1/CRbqeQizjCPkUFJoQqldJnhiz6gauIo3d1tcUQZZ1LXWMTx20ph0nyLS0WHAkGK1oZyv5O/zZC&#10;DiM87K/NebNtscH13nBveVSq+9kuf0EEasM7/GrvtIJxMv2B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X+V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G/hMMA&#10;AADdAAAADwAAAGRycy9kb3ducmV2LnhtbERPTWsCMRC9F/wPYQRvNatU226NIlahFDzUFkpvw2bc&#10;XbqZhGR0t/++ORR6fLzv1WZwnbpSTK1nA7NpAYq48rbl2sDH++H2AVQSZIudZzLwQwk269HNCkvr&#10;e36j60lqlUM4lWigEQml1qlqyGGa+kCcubOPDiXDWGsbsc/hrtPzolhqhy3nhgYD7Rqqvk8XZ+DY&#10;78Pr/XJxDl/xbq7Ts5XPnRgzGQ/bJ1BCg/yL/9wv1sCieMxz85v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G/h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bPv8UA&#10;AADdAAAADwAAAGRycy9kb3ducmV2LnhtbESP3WrCQBCF7wu+wzJCb4putFQ0uoZQTCneiD8PMGTH&#10;bDA7G7LbJH37bqHQy8P5+Ti7bLSN6KnztWMFi3kCgrh0uuZKwe1azNYgfEDW2DgmBd/kIdtPnnaY&#10;ajfwmfpLqEQcYZ+iAhNCm0rpS0MW/dy1xNG7u85iiLKrpO5wiOO2kcskWUmLNUeCwZbeDZWPy5eN&#10;kNMrno734Vp8jDjg4Wj4JT8r9Twd8y2IQGP4D/+1P7WCt2Szgd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s+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wpmMMA&#10;AADdAAAADwAAAGRycy9kb3ducmV2LnhtbERPTWsCMRC9C/0PYQq9aVaptqxGKbaFUvCgLYi3YTPu&#10;Lm4mIZm623/fHAoeH+97tRlcp64UU+vZwHRSgCKuvG25NvD99T5+BpUE2WLnmQz8UoLN+m60wtL6&#10;nvd0PUitcginEg00IqHUOlUNOUwTH4gzd/bRoWQYa20j9jncdXpWFAvtsOXc0GCgbUPV5fDjDOz6&#10;t/D5tJifwyk+znR6tXLcijEP98PLEpTQIDfxv/vDGphPi7w/v8lPQK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wpm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AsfcYA&#10;AADdAAAADwAAAGRycy9kb3ducmV2LnhtbESPUWvCMBSF3wX/Q7iDvYyZdsMxOqOoEBw4kLnBXi/N&#10;tS1rbkoSbf33RhB8PJxzvsOZLQbbihP50DhWkE8yEMSlMw1XCn5/9PM7iBCRDbaOScGZAizm49EM&#10;C+N6/qbTPlYiQTgUqKCOsSukDGVNFsPEdcTJOzhvMSbpK2k89gluW/mSZW/SYsNpocaO1jWV//uj&#10;VbDa9dWrfypXg9seNn9TrY3+0ko9PgzLDxCRhngP39qfRsE0z3K4vk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Asf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oT8QA&#10;AADdAAAADwAAAGRycy9kb3ducmV2LnhtbESP3YrCMBSE7xf2HcJZ8G5NLSpSjSJKQZa98ecBDs3Z&#10;pmtzUpJY69tvFgQvh5n5hlltBtuKnnxoHCuYjDMQxJXTDdcKLufycwEiRGSNrWNS8KAAm/X72woL&#10;7e58pP4Ua5EgHApUYGLsCilDZchiGLuOOHk/zluMSfpaao/3BLetzLNsLi02nBYMdrQzVF1PN6ug&#10;/Mq/++tN+9Jth6mlmfld7I1So49huwQRaYiv8LN90ApmkyyH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q6E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4XkcYA&#10;AADdAAAADwAAAGRycy9kb3ducmV2LnhtbESPQWsCMRSE74X+h/AKXqRmVSxlaxQVggUF0QpeH5vn&#10;7tLNy5JEd/vvTaHQ4zAz3zDzZW8bcScfascKxqMMBHHhTM2lgvOXfn0HESKywcYxKfihAMvF89Mc&#10;c+M6PtL9FEuRIBxyVFDF2OZShqIii2HkWuLkXZ23GJP0pTQeuwS3jZxk2Zu0WHNaqLClTUXF9+lm&#10;FawPXTn1w2Ldu911e5lpbfReKzV46VcfICL18T/81/40CmbjbAq/b9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4Xk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/VoMMA&#10;AADdAAAADwAAAGRycy9kb3ducmV2LnhtbESP0YrCMBRE3xf8h3AF39ZU0UWqUUQpyOLLuvsBl+ba&#10;VJubksRa/34jCD4OM3OGWW1624iOfKgdK5iMMxDEpdM1Vwr+fovPBYgQkTU2jknBgwJs1oOPFeba&#10;3fmHulOsRIJwyFGBibHNpQylIYth7Fri5J2dtxiT9JXUHu8Jbhs5zbIvabHmtGCwpZ2h8nq6WQXF&#10;9/TYXW/aF27bzyzNzWWxN0qNhv12CSJSH9/hV/ugFcwn2Qyeb9IT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/Vo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qHcIA&#10;AADdAAAADwAAAGRycy9kb3ducmV2LnhtbESP0YrCMBRE3xf8h3AXfFuTqpWla5RlQdFHqx9wae62&#10;xeamNtHWvzeC4OMwM2eY5XqwjbhR52vHGpKJAkFcOFNzqeF03Hx9g/AB2WDjmDTcycN6NfpYYmZc&#10;zwe65aEUEcI+Qw1VCG0mpS8qsugnriWO3r/rLIYou1KaDvsIt42cKrWQFmuOCxW29FdRcc6vVsP8&#10;3m8veXpWG2Mp2c/aPYci1Xr8Ofz+gAg0hHf41d4ZDWmiUni+iU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hmo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tdsMA&#10;AADdAAAADwAAAGRycy9kb3ducmV2LnhtbESPzarCMBSE9xd8h3AEd9dUwXKtRhFFEVfe+rM+NMe2&#10;2JyUJmp9eyMILoeZ+YaZzltTiTs1rrSsYNCPQBBnVpecKzge1r9/IJxH1lhZJgVPcjCfdX6mmGj7&#10;4H+6pz4XAcIuQQWF93UipcsKMuj6tiYO3sU2Bn2QTS51g48AN5UcRlEsDZYcFgqsaVlQdk1vRsEt&#10;Pg+PfNnpfbp6bsar9cLJU65Ur9suJiA8tf4b/rS3WsFoEMX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bt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k36sgA&#10;AADdAAAADwAAAGRycy9kb3ducmV2LnhtbESPQWvCQBSE7wX/w/KE3upG26YaXUULhdaDUqsHb8/s&#10;M4lm38bsVuO/dwtCj8PMfMOMJo0pxZlqV1hW0O1EIIhTqwvOFKx/Pp76IJxH1lhaJgVXcjAZtx5G&#10;mGh74W86r3wmAoRdggpy76tESpfmZNB1bEUcvL2tDfog60zqGi8BbkrZi6JYGiw4LORY0XtO6XH1&#10;axRslv14sJx9vRzmix0+G33a6iJW6rHdTIcgPDX+P3xvf2oFr93oDf7ehCcgx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KTf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5ha8MA&#10;AADdAAAADwAAAGRycy9kb3ducmV2LnhtbERPy2rCQBTdF/oPwxXc1YlWQ4iZSB9oi6vUFrq9ZK5J&#10;MHMnZEZN+vWdheDycN7ZZjCtuFDvGssK5rMIBHFpdcOVgp/v7VMCwnlkja1lUjCSg03++JBhqu2V&#10;v+hy8JUIIexSVFB736VSurImg25mO+LAHW1v0AfYV1L3eA3hppWLKIqlwYZDQ40dvdVUng5no+Av&#10;/sXCfSxe35+1p3GZ7Oy+2Ck1nQwvaxCeBn8X39yfWsFqHoW54U14Aj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5ha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qXSMQA&#10;AADdAAAADwAAAGRycy9kb3ducmV2LnhtbESP0YrCMBRE34X9h3CFfdNUUbHVKIu4sG9q3Q+4NHfT&#10;YnNTm6hdv94Igo/DzJxhluvO1uJKra8cKxgNExDEhdMVGwW/x+/BHIQPyBprx6TgnzysVx+9JWba&#10;3fhA1zwYESHsM1RQhtBkUvqiJIt+6Bri6P251mKIsjVSt3iLcFvLcZLMpMWK40KJDW1KKk75xSo4&#10;u/FUd/kWd6dtuq+MmZzvh4lSn/3uawEiUBfe4Vf7RyuYjpIUnm/i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al0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iYMIA&#10;AADdAAAADwAAAGRycy9kb3ducmV2LnhtbERPyU7DMBC9V+o/WFOJG3UCSpc0blWQkHLtcuA42JMF&#10;4nEamzbw9fiA1OPT24vdaDtxpcG3jhWk8wQEsXam5VrB+fT2uALhA7LBzjEp+CEPu+10UmBu3I0P&#10;dD2GWsQQ9jkqaELocym9bsiin7ueOHKVGyyGCIdamgFvMdx28ilJFtJiy7GhwZ5eG9Jfx2+roGw/&#10;KFvoam1XL/rw/nsJz8tPo9TDbNxvQAQaw1387y6NgixN4/74Jj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mCJg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10D8IA&#10;AADdAAAADwAAAGRycy9kb3ducmV2LnhtbERPXWvCMBR9H/gfwhV8m2kFx6zGYoXBZFOYjvl6ae6a&#10;suamNLHWf78Igz2eb84qH2wjeup87VhBOk1AEJdO11wp+Dy9PD6D8AFZY+OYFNzIQ74ePaww0+7K&#10;H9QfQyViCfsMFZgQ2kxKXxqy6KeuJY7at+sshgi7SuoOr7HcNnKWJE/SYs1xwWBLW0Plz/FiFfR4&#10;uCVnU+wXu/q9nB2KrzcdeTUZD5sliEBD+Df/pV+1gnmapnB/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XQ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RUGMQA&#10;AADdAAAADwAAAGRycy9kb3ducmV2LnhtbESPQUvDQBSE70L/w/IK3uwmAUVit0UKLR41eujxmX3N&#10;pmbfC7trE/31riB4HGbmG2a9nf2gLhRiL2ygXBWgiFuxPXcG3l73N/egYkK2OAiTgS+KsN0srtZY&#10;W5n4hS5N6lSGcKzRgEtprLWOrSOPcSUjcfZOEjymLEOnbcApw/2gq6K40x57zgsOR9o5aj+aT29g&#10;OrTv5+p0tO47jLJvnuVcDWLM9XJ+fACVaE7/4b/2kzVwW5YV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0VB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3JMcA&#10;AADdAAAADwAAAGRycy9kb3ducmV2LnhtbESPW2sCMRSE3wv9D+EIfavZtbTKahQvFaS0iLf34+a4&#10;uzU5WTaprv++KRR8HGbmG2Y0aa0RF2p85VhB2k1AEOdOV1wo2O+WzwMQPiBrNI5JwY08TMaPDyPM&#10;tLvyhi7bUIgIYZ+hgjKEOpPS5yVZ9F1XE0fv5BqLIcqmkLrBa4RbI3tJ8iYtVhwXSqxpXlJ+3v5Y&#10;Bcv1wnz3vjbTgwzz9/7RDD5mi0+lnjrtdAgiUBvu4f/2Sit4TdM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Tty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3i6ccA&#10;AADdAAAADwAAAGRycy9kb3ducmV2LnhtbESP3WrCQBSE74W+w3IKvRHdxFaRmFVKQbRQwT/w9iR7&#10;TILZsyG7jenbdwsFL4eZ+YZJV72pRUetqywriMcRCOLc6ooLBefTejQH4TyyxtoyKfghB6vl0yDF&#10;RNs7H6g7+kIECLsEFZTeN4mULi/JoBvbhjh4V9sa9EG2hdQt3gPc1HISRTNpsOKwUGJDHyXlt+O3&#10;UdDtv7Ji27nm8zYfuulrttns9EWpl+f+fQHCU+8f4f/2ViuYxvEb/L0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d4u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7u8cA&#10;AADdAAAADwAAAGRycy9kb3ducmV2LnhtbESPT2vCQBTE74LfYXmF3nQTaYpGV9FCwYvgnx7q7Zl9&#10;TYLZt+nuVtN++q4geBxm5jfMbNGZRlzI+dqygnSYgCAurK65VPBxeB+MQfiArLGxTAp+ycNi3u/N&#10;MNf2yju67EMpIoR9jgqqENpcSl9UZNAPbUscvS/rDIYoXSm1w2uEm0aOkuRVGqw5LlTY0ltFxXn/&#10;YxSsJuPV9/aFN3+705GOn6dzNnKJUs9P3XIKIlAXHuF7e60VZGma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wO7vHAAAA3QAAAA8AAAAAAAAAAAAAAAAAmAIAAGRy&#10;cy9kb3ducmV2LnhtbFBLBQYAAAAABAAEAPUAAACMAwAAAAA=&#10;" fillcolor="black" stroked="f"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mwsgA&#10;AADdAAAADwAAAGRycy9kb3ducmV2LnhtbESPS2vDMBCE74X8B7GF3BrZgZjgRgnNoxBIcsjj0OPW&#10;2trC1spYauL011eBQo/DzHzDzBa9bcSVOm8cK0hHCQjiwmnDpYLL+f1lCsIHZI2NY1JwJw+L+eBp&#10;hrl2Nz7S9RRKESHsc1RQhdDmUvqiIot+5Fri6H25zmKIsiul7vAW4baR4yTJpEXDcaHCllYVFfXp&#10;2yr42GVmejQ0/tz/LDd6P6mXh3Wt1PC5f3sFEagP/+G/9lYrmKRpBo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S2b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L97MYA&#10;AADdAAAADwAAAGRycy9kb3ducmV2LnhtbESPT2sCMRTE7wW/Q3gFbzW7gq1sjSIW0UsP9Q9eH5vX&#10;zXY3L9sk6uqnbwqFHoeZ+Q0zW/S2FRfyoXasIB9lIIhLp2uuFBz266cpiBCRNbaOScGNAizmg4cZ&#10;Ftpd+YMuu1iJBOFQoAITY1dIGUpDFsPIdcTJ+3TeYkzSV1J7vCa4beU4y56lxZrTgsGOVobKZne2&#10;Cvzy9Nbc+Xxssvv7LWy++u8pGqWGj/3yFUSkPv6H/9pbrWCS5y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L97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MLMMA&#10;AADdAAAADwAAAGRycy9kb3ducmV2LnhtbERP22rCQBB9L/gPywi+lLqJ4KWpq4hQECqClw+YZqdJ&#10;6O5syE419uvdh0IfD+e+XPfeqSt1sQlsIB9noIjLYBuuDFzO7y8LUFGQLbrAZOBOEdarwdMSCxtu&#10;fKTrSSqVQjgWaKAWaQutY1mTxzgOLXHivkLnURLsKm07vKVw7/Qky2baY8OpocaWtjWV36cfb8BN&#10;Pt3rxzzu5X7R++zXy/H5YI0ZDfvNGyihXv7Ff+6dNTDN8zQ3vUlP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nML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m88YA&#10;AADdAAAADwAAAGRycy9kb3ducmV2LnhtbESPQWsCMRSE74X+h/AKvdXsCi3tapS2IuylB7eK1+fm&#10;uVlMXpZNqqu/3ghCj8PMfMNM54Oz4kh9aD0ryEcZCOLa65YbBevf5cs7iBCRNVrPpOBMAeazx4cp&#10;FtqfeEXHKjYiQTgUqMDE2BVShtqQwzDyHXHy9r53GJPsG6l7PCW4s3KcZW/SYctpwWBH34bqQ/Xn&#10;FCyqzo7XpfkK283PbmfLy5K2C6Wen4bPCYhIQ/wP39ulVvCa5x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lm8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hKYsAA&#10;AADdAAAADwAAAGRycy9kb3ducmV2LnhtbERPTYvCMBC9C/sfwizsTROFVekaZVkUBE9qPXgbktm2&#10;2kxKE2399+YgeHy878Wqd7W4UxsqzxrGIwWC2HhbcaEhP26GcxAhIlusPZOGBwVYLT8GC8ys73hP&#10;90MsRArhkKGGMsYmkzKYkhyGkW+IE/fvW4cxwbaQtsUuhbtaTpSaSocVp4YSG/oryVwPN6fhspE7&#10;bxSaU37qtnZ2Xk+pVlp/ffa/PyAi9fEtfrm3VsP3eJL2pz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hKY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1N18YA&#10;AADdAAAADwAAAGRycy9kb3ducmV2LnhtbESPT2vCQBTE70K/w/IK3nSTiCLRVVQolEoP/qH0+Mw+&#10;k5Ds27C7avrtu4WCx2FmfsMs171pxZ2cry0rSMcJCOLC6ppLBefT22gOwgdkja1lUvBDHtarl8ES&#10;c20ffKD7MZQiQtjnqKAKocul9EVFBv3YdsTRu1pnMETpSqkdPiLctDJLkpk0WHNcqLCjXUVFc7wZ&#10;Bd+3PV8/Jx8btw1ftj/5JrvMG6WGr/1mASJQH57h//a7VjBNsx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1N1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VpcscA&#10;AADd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1gNExT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1aXLHAAAA3QAAAA8AAAAAAAAAAAAAAAAAmAIAAGRy&#10;cy9kb3ducmV2LnhtbFBLBQYAAAAABAAEAPUAAACMAwAAAAA=&#10;" fillcolor="black" stroked="f"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26MUA&#10;AADdAAAADwAAAGRycy9kb3ducmV2LnhtbESPzWrDMBCE74W8g9hCb42chJbgRAkmEFp6cn5Krxtr&#10;Y5laKyOpivv2VaHQ4zAz3zDr7Wh7kciHzrGC2bQAQdw43XGr4HzaPy5BhIissXdMCr4pwHYzuVtj&#10;qd2ND5SOsRUZwqFEBSbGoZQyNIYshqkbiLN3dd5izNK3Unu8Zbjt5bwonqXFjvOCwYF2hprP45dV&#10;kC67ulqkj2QOb75qvatf3i+1Ug/3Y7UCEWmM/+G/9qtW8DSbL+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Tb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ObscA&#10;AADdAAAADwAAAGRycy9kb3ducmV2LnhtbESPQWvCQBSE7wX/w/KE3uom0kqNrlKkLbUXaxT0+Mg+&#10;s6HZtyG7jdFf7xYKPQ4z8w0zX/a2Fh21vnKsIB0lIIgLpysuFex3bw/PIHxA1lg7JgUX8rBcDO7m&#10;mGl35i11eShFhLDPUIEJocmk9IUhi37kGuLonVxrMUTZllK3eI5wW8txkkykxYrjgsGGVoaK7/zH&#10;KvDp6vXwaa/T7vhueJOvzeSrNErdD/uXGYhAffgP/7U/tIKndPwI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rTm7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547DC" w:rsidRDefault="006547DC" w:rsidP="006547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547DC" w:rsidRDefault="006547DC" w:rsidP="006547D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47DC" w:rsidRDefault="006547DC" w:rsidP="00654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547DC" w:rsidRDefault="006547DC" w:rsidP="006547D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47DC" w:rsidRPr="00710FBF" w:rsidRDefault="006547DC" w:rsidP="006547D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№45</w:t>
      </w:r>
    </w:p>
    <w:p w:rsidR="006547DC" w:rsidRDefault="006547DC" w:rsidP="006547D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547DC" w:rsidRPr="00E12288" w:rsidRDefault="006547DC" w:rsidP="006547D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6547DC" w:rsidRPr="00E12288" w:rsidRDefault="006547DC" w:rsidP="006547D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6547DC" w:rsidRPr="00E12288" w:rsidRDefault="006547DC" w:rsidP="006547D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6547DC" w:rsidRPr="00E12288" w:rsidRDefault="006547DC" w:rsidP="006547D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Г.О.</w:t>
      </w:r>
    </w:p>
    <w:p w:rsidR="006547DC" w:rsidRPr="00E12288" w:rsidRDefault="006547DC" w:rsidP="006547DC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47DC" w:rsidRPr="00E12288" w:rsidRDefault="006547DC" w:rsidP="006547D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Г.О.,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6547DC" w:rsidRPr="00E12288" w:rsidRDefault="006547DC" w:rsidP="006547D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547DC" w:rsidRPr="00E12288" w:rsidRDefault="006547DC" w:rsidP="006547D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Галині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43166">
        <w:rPr>
          <w:rFonts w:ascii="Times New Roman" w:hAnsi="Times New Roman"/>
          <w:sz w:val="24"/>
        </w:rPr>
        <w:t>_____________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043166">
        <w:rPr>
          <w:rFonts w:ascii="Times New Roman" w:eastAsia="Arial Unicode MS" w:hAnsi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0,1946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982100:01:012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009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,яка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6547DC" w:rsidRPr="00E12288" w:rsidRDefault="006547DC" w:rsidP="006547D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2.Сищук Г.О.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6547DC" w:rsidRPr="00E12288" w:rsidRDefault="006547DC" w:rsidP="006547D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547DC" w:rsidRPr="00E12288" w:rsidRDefault="006547DC" w:rsidP="006547D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547DC" w:rsidRPr="00E12288" w:rsidRDefault="006547DC" w:rsidP="006547DC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6547DC" w:rsidRPr="00E12288" w:rsidRDefault="006547DC" w:rsidP="006547DC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6547DC" w:rsidRDefault="006547DC" w:rsidP="006547DC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6547DC" w:rsidRDefault="006547DC" w:rsidP="006547DC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6D12E5" w:rsidRPr="006547DC" w:rsidRDefault="006547DC" w:rsidP="006547DC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6D12E5" w:rsidRPr="006547D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547DC"/>
    <w:rsid w:val="00043166"/>
    <w:rsid w:val="00171A2E"/>
    <w:rsid w:val="00304C90"/>
    <w:rsid w:val="00505B6D"/>
    <w:rsid w:val="006547DC"/>
    <w:rsid w:val="006D12E5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DC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547D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547D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547DC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2020-12-01T06:14:00Z</dcterms:created>
  <dcterms:modified xsi:type="dcterms:W3CDTF">2020-12-01T06:57:00Z</dcterms:modified>
</cp:coreProperties>
</file>