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4BA" w:rsidRPr="000209E7" w:rsidRDefault="005744BA" w:rsidP="005744BA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0209E7">
        <w:rPr>
          <w:rFonts w:ascii="Times New Roman" w:eastAsia="Calibri" w:hAnsi="Times New Roman" w:cs="Times New Roman"/>
          <w:color w:val="FF0000"/>
        </w:rPr>
        <w:t>ПРОЕКТ</w:t>
      </w:r>
    </w:p>
    <w:p w:rsidR="005744BA" w:rsidRPr="000209E7" w:rsidRDefault="008F0E47" w:rsidP="005744BA">
      <w:pPr>
        <w:spacing w:after="0" w:line="240" w:lineRule="auto"/>
        <w:rPr>
          <w:rFonts w:ascii="Times New Roman" w:eastAsia="Calibri" w:hAnsi="Times New Roman" w:cs="Times New Roman"/>
        </w:rPr>
      </w:pPr>
      <w:r w:rsidRPr="008F0E47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r9GcUA&#10;AADdAAAADwAAAGRycy9kb3ducmV2LnhtbESPQWvCQBSE7wX/w/IEb3VjxGpT1xCkSg6CqPX+yD6T&#10;0OzbkN2a+O/dQqHHYWa+YdbpYBpxp87VlhXMphEI4sLqmksFX5fd6wqE88gaG8uk4EEO0s3oZY2J&#10;tj2f6H72pQgQdgkqqLxvEyldUZFBN7UtcfButjPog+xKqTvsA9w0Mo6iN2mw5rBQYUvbiorv849R&#10;YOf7/HAt49P8k5ees+Pqdh0OSk3GQ/YBwtPg/8N/7VwriN/jBf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Kv0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6nYMgA&#10;AADdAAAADwAAAGRycy9kb3ducmV2LnhtbESPQUsDMRSE74L/ITzBS2mz3cNqt02LFLZaD0JrodfH&#10;5rlZ3bwsSWy3/fVGEDwOM/MNs1gNthMn8qF1rGA6yUAQ10633Cg4vFfjRxAhImvsHJOCCwVYLW9v&#10;Flhqd+YdnfaxEQnCoUQFJsa+lDLUhiyGieuJk/fhvMWYpG+k9nhOcNvJPMsKabHltGCwp7Wh+mv/&#10;bRV8Vm/muH64bvxotqPrqHp97raFUvd3w9McRKQh/of/2i9aQT7LC/h9k56AX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7qd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pghMMA&#10;AADdAAAADwAAAGRycy9kb3ducmV2LnhtbESP3YrCMBCF7xd8hzCCN4umVljdrlFEVMQbUfcBhmZs&#10;yjaT0kRb394Iwl4ezs/HmS87W4k7Nb50rGA8SkAQ506XXCj4vWyHMxA+IGusHJOCB3lYLnofc8y0&#10;a/lE93MoRBxhn6ECE0KdSelzQxb9yNXE0bu6xmKIsimkbrCN47aSaZJ8SYslR4LBmtaG8r/zzUbI&#10;cYLHw7W9bHcdtrg5GP5cnZQa9LvVD4hAXfgPv9t7rSD9Tqf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pgh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4hVsMA&#10;AADdAAAADwAAAGRycy9kb3ducmV2LnhtbERPTUsDMRC9C/6HMII3m3XR2q5Ni1SFIniwFoq3YTPd&#10;XdxMQjJ2t/++ORQ8Pt73YjW6Xh0pps6zgftJAYq49rbjxsDu+/1uBioJssXeMxk4UYLV8vpqgZX1&#10;A3/RcSuNyiGcKjTQioRK61S35DBNfCDO3MFHh5JhbLSNOORw1+uyKKbaYce5ocVA65bq3+2fM/A5&#10;vIWPp+njIfzEh1KnVyv7tRhzezO+PIMSGuVffHFvrIFyXua5+U1+Anp5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4hV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lRbcMA&#10;AADdAAAADwAAAGRycy9kb3ducmV2LnhtbESP3YrCMBCF7wXfIYywN7KmW0G0GkUWXcQbqe4DDM3Y&#10;FJtJaaLtvv1GELw8nJ+Ps9r0thYPan3lWMHXJAFBXDhdcang97L/nIPwAVlj7ZgU/JGHzXo4WGGm&#10;Xcc5Pc6hFHGEfYYKTAhNJqUvDFn0E9cQR+/qWoshyraUusUujttapkkykxYrjgSDDX0bKm7nu42Q&#10;0xRPx2t32f/02OHuaHi8zZX6GPXbJYhAfXiHX+2DVpAu0gU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lRb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G7jcMA&#10;AADdAAAADwAAAGRycy9kb3ducmV2LnhtbERPTUsDMRC9C/6HMAVvNttVa12bFqkKUvBgLZTehs10&#10;d3EzCcnYXf+9OQgeH+97uR5dr84UU+fZwGxagCKuve24MbD/fL1egEqCbLH3TAZ+KMF6dXmxxMr6&#10;gT/ovJNG5RBOFRpoRUKldapbcpimPhBn7uSjQ8kwNtpGHHK463VZFHPtsOPc0GKgTUv11+7bGXgf&#10;XsL2fn53Csd4W+r0bOWwEWOuJuPTIyihUf7Ff+43a6B8uMn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/G7j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2+aMYA&#10;AADdAAAADwAAAGRycy9kb3ducmV2LnhtbESPQWsCMRSE7wX/Q3gFL1KzKpV2NYoKoUIFqS14fWye&#10;u0s3L0uSutt/3whCj8PMfMMs171txJV8qB0rmIwzEMSFMzWXCr4+9dMLiBCRDTaOScEvBVivBg9L&#10;zI3r+IOup1iKBOGQo4IqxjaXMhQVWQxj1xIn7+K8xZikL6Xx2CW4beQ0y+bSYs1pocKWdhUV36cf&#10;q2B77MqZHxXb3r1f3s7PWht90EoNH/vNAkSkPv6H7+29UTB9nU3g9iY9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2+a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d6WsQA&#10;AADdAAAADwAAAGRycy9kb3ducmV2LnhtbESPUWvCMBSF3wf+h3AF32Zq3cR1RhGlMMZe1P2AS3PX&#10;VJubksRa/70ZDPZ4OOd8h7PaDLYVPfnQOFYwm2YgiCunG64VfJ/K5yWIEJE1to5JwZ0CbNajpxUW&#10;2t34QP0x1iJBOBSowMTYFVKGypDFMHUdcfJ+nLcYk/S11B5vCW5bmWfZQlpsOC0Y7GhnqLocr1ZB&#10;+Zl/9Zer9qXbDi+WXs15uTdKTcbD9h1EpCH+h//aH1pB/jbP4f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Xel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OFh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XT1zyH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OFh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JHtc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0gX7zO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yR7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v4CMQA&#10;AADdAAAADwAAAGRycy9kb3ducmV2LnhtbESP0WrCQBRE3wv9h+UKvtVN1EiNrqEIEX1s7Adcstck&#10;mL2bZrdJ/Hu3UOjjMDNnmH02mVYM1LvGsoJ4EYEgLq1uuFLwdc3f3kE4j6yxtUwKHuQgO7y+7DHV&#10;duRPGgpfiQBhl6KC2vsuldKVNRl0C9sRB+9me4M+yL6SuscxwE0rl1G0kQYbDgs1dnSsqbwXP0bB&#10;+jGevovkHuXaUHxZdRf2ZaLUfDZ97EB4mvx/+K991gqW21UCv2/CE5CH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7+A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t/Y8QA&#10;AADdAAAADwAAAGRycy9kb3ducmV2LnhtbESPQYvCMBSE78L+h/AW9qbpVii2GkVWlMWTVnfPj+bZ&#10;FpuX0kSt/94IgsdhZr5hZoveNOJKnastK/geRSCIC6trLhUcD+vhBITzyBoby6TgTg4W84/BDDNt&#10;b7yna+5LESDsMlRQed9mUrqiIoNuZFvi4J1sZ9AH2ZVSd3gLcNPIOIoSabDmsFBhSz8VFef8YhRc&#10;kv/4yKet3uWr+yZdrZdO/pVKfX32yykIT71/h1/tX60gTscJ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7f2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l/8gA&#10;AADdAAAADwAAAGRycy9kb3ducmV2LnhtbESPQWvCQBSE70L/w/IEb7pRS6rRVapQaHtQjO3B2zP7&#10;TNJm36bZrcZ/3y0IHoeZ+YaZL1tTiTM1rrSsYDiIQBBnVpecK/jYv/QnIJxH1lhZJgVXcrBcPHTm&#10;mGh74R2dU5+LAGGXoILC+zqR0mUFGXQDWxMH72Qbgz7IJpe6wUuAm0qOoiiWBksOCwXWtC4o+05/&#10;jYLP7SSebldvj1/vmyOOjf456DJWqtdtn2cgPLX+Hr61X7WC0XT8BP9vw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VKX/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PzfsMA&#10;AADdAAAADwAAAGRycy9kb3ducmV2LnhtbERPy2rCQBTdC/2H4Ra600mTEtLUMfSBWlylKnR7yVyT&#10;YOZOyIwa+/XOouDycN7zYjSdONPgWssKnmcRCOLK6pZrBfvdcpqBcB5ZY2eZFFzJQbF4mMwx1/bC&#10;P3Te+lqEEHY5Kmi873MpXdWQQTezPXHgDnYw6AMcaqkHvIRw08k4ilJpsOXQ0GBPnw1Vx+3JKPhL&#10;f7F06/jjK9Geri/Zym7KlVJPj+P7GwhPo7+L/93fWkH8moS54U14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Pzf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cFXcUA&#10;AADdAAAADwAAAGRycy9kb3ducmV2LnhtbESP0WrCQBRE3wv9h+UKfasbUy1NdJUiCn1T037AJXvd&#10;BLN3Y3bV2K93BcHHYWbOMLNFbxtxps7XjhWMhgkI4tLpmo2Cv9/1+xcIH5A1No5JwZU8LOavLzPM&#10;tbvwjs5FMCJC2OeooAqhzaX0ZUUW/dC1xNHbu85iiLIzUnd4iXDbyDRJPqXFmuNChS0tKyoPxckq&#10;OLp0ovtihZvDKtvWxoyP/7uxUm+D/nsKIlAfnuFH+0crSLOPDO5v4hO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JwV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pV1cMA&#10;AADdAAAADwAAAGRycy9kb3ducmV2LnhtbERPPW/CMBDdK/U/WFepW3FKgSYpBrVISKwEBsarfSRp&#10;43MauyTw6/GAxPj0vufLwTbiRJ2vHSt4HSUgiLUzNZcK9rv1SwrCB2SDjWNScCYPy8Xjwxxz43re&#10;0qkIpYgh7HNUUIXQ5lJ6XZFFP3ItceSOrrMYIuxKaTrsY7ht5DhJZtJizbGhwpZWFenf4t8q2NTf&#10;NJ3pY2bTL709XP7C2/uPUer5afj8ABFoCHfxzb0xCsbZJO6Pb+ITkI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pV1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8DusIA&#10;AADdAAAADwAAAGRycy9kb3ducmV2LnhtbERPXWvCMBR9H/gfwhX2NlPLkNmZFhUEh5ugju310lyb&#10;YnNTmqzWf78MBj6eb86iGGwjeup87VjBdJKAIC6drrlS8HnaPL2A8AFZY+OYFNzIQ5GPHhaYaXfl&#10;A/XHUIlYwj5DBSaENpPSl4Ys+olriaN2dp3FEGFXSd3hNZbbRqZJMpMWa44LBltaGyovxx+roMf9&#10;Lfk2q4/5W/1epvvV105HXj2Oh+UriEBDuJv/01utIJ0/T+HvTX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fwO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YjrcQA&#10;AADdAAAADwAAAGRycy9kb3ducmV2LnhtbESPQUsDMRSE74L/ITzBm80aRHRtWopQ8ahrDx6fm9fN&#10;tpv3liR2V3+9EQSPw8x8wyzXcxjUiWLqhS1cLypQxK24njsLu7ft1R2olJEdDsJk4YsSrFfnZ0us&#10;nUz8Sqcmd6pAONVowec81lqn1lPAtJCRuHh7iQFzkbHTLuJU4GHQpqpudcCey4LHkR49tcfmM1iY&#10;ntqPg9m/O/8dR9k2L3Iwg1h7eTFvHkBlmvN/+K/97CyY+xsDv2/KE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WI6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HAkcgA&#10;AADdAAAADwAAAGRycy9kb3ducmV2LnhtbESP3WoCMRSE7wu+QzhC72rWtVRdjeJPBSktRW3vj5vj&#10;7rbJybJJdfv2jVDwcpiZb5jpvLVGnKnxlWMF/V4Cgjh3uuJCwcdh8zAC4QOyRuOYFPySh/msczfF&#10;TLsL7+i8D4WIEPYZKihDqDMpfV6SRd9zNXH0Tq6xGKJsCqkbvES4NTJNkidpseK4UGJNq5Ly7/2P&#10;VbB5X5uv9G23+JRh9Tw8mtHLcv2q1H23XUxABGrDLfzf3moF6fhxAN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scCR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+VXMcA&#10;AADdAAAADwAAAGRycy9kb3ducmV2LnhtbESPQWvCQBSE74X+h+UJvYhuaq3Y1FVEKFFQqLHQ6zP7&#10;TILZtyG7TdJ/3xWEHoeZ+YZZrHpTiZYaV1pW8DyOQBBnVpecK/g6fYzmIJxH1lhZJgW/5GC1fHxY&#10;YKxtx0dqU5+LAGEXo4LC+zqW0mUFGXRjWxMH72Ibgz7IJpe6wS7ATSUnUTSTBksOCwXWtCkou6Y/&#10;RkH7uT/n29bVu+t86F5fzkly0N9KPQ369TsIT73/D9/bW61g8jadwu1Ne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/lV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JMDscA&#10;AADdAAAADwAAAGRycy9kb3ducmV2LnhtbESPQWsCMRSE7wX/Q3iCt5p10aKrUVQQeimo7UFvz81z&#10;d3HzsiZRt/31jVDocZiZb5jZojW1uJPzlWUFg34Cgji3uuJCwdfn5nUMwgdkjbVlUvBNHhbzzssM&#10;M20fvKP7PhQiQthnqKAMocmk9HlJBn3fNsTRO1tnMETpCqkdPiLc1DJNkjdpsOK4UGJD65Lyy/5m&#10;FKwm49V1O+SPn93pSMfD6TJKXaJUr9supyACteE//Nd+1wrSyXAE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STA7HAAAA3QAAAA8AAAAAAAAAAAAAAAAAmAIAAGRy&#10;cy9kb3ducmV2LnhtbFBLBQYAAAAABAAEAPUAAACMAwAAAAA=&#10;" fillcolor="black" stroked="f"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kRd8gA&#10;AADdAAAADwAAAGRycy9kb3ducmV2LnhtbESPQWvCQBSE70L/w/KE3nRjaINNXaW2FoTag7aHHl+z&#10;r8mS7NuQXTX6612h4HGYmW+Y2aK3jThQ541jBZNxAoK4cNpwqeD76300BeEDssbGMSk4kYfF/G4w&#10;w1y7I2/psAuliBD2OSqoQmhzKX1RkUU/di1x9P5cZzFE2ZVSd3iMcNvINEkyadFwXKiwpdeKinq3&#10;twp+PjIz3RpKfzfn5UpvHuvl51ut1P2wf3kGEagPt/B/e60VpE8PG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6RF3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CKWcYA&#10;AADdAAAADwAAAGRycy9kb3ducmV2LnhtbESPQWsCMRSE74L/ITzBm2YrUu3WKKJIe+lB29LrY/O6&#10;2e7mZU2irv76piD0OMzMN8xi1dlGnMmHyrGCh3EGgrhwuuJSwcf7bjQHESKyxsYxKbhSgNWy31tg&#10;rt2F93Q+xFIkCIccFZgY21zKUBiyGMauJU7et/MWY5K+lNrjJcFtIydZ9igtVpwWDLa0MVTUh5NV&#10;4Ndf2/rGp886u71dw8tPd5yjUWo46NbPICJ18T98b79qBZOn6Qz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CKW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u7mcMA&#10;AADdAAAADwAAAGRycy9kb3ducmV2LnhtbERP22rCQBB9L/gPyxT6UnTTIF6iq0ihUKgIXj5gzI5J&#10;6O5syE419uvdh0IfD+e+XPfeqSt1sQls4G2UgSIug224MnA6fgxnoKIgW3SBycCdIqxXg6clFjbc&#10;eE/Xg1QqhXAs0EAt0hZax7Imj3EUWuLEXULnURLsKm07vKVw73SeZRPtseHUUGNL7zWV34cfb8Dl&#10;Zzf/msat3E96m/162b/urDEvz/1mAUqol3/xn/vTGsjn4zQ3vUlP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u7m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sRRsYA&#10;AADdAAAADwAAAGRycy9kb3ducmV2LnhtbESPQWsCMRSE70L/Q3gFb5p1KaVujWIrwl56cGvx+tw8&#10;N4vJy7JJde2vb4RCj8PMfMMsVoOz4kJ9aD0rmE0zEMS11y03Cvaf28kLiBCRNVrPpOBGAVbLh9EC&#10;C+2vvKNLFRuRIBwKVGBi7AopQ23IYZj6jjh5J987jEn2jdQ9XhPcWZln2bN02HJaMNjRu6H6XH07&#10;BZuqs/m+NG/h8PVxPNryZ0uHjVLjx2H9CiLSEP/Df+1SK8jnT3O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sRR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9ht8IA&#10;AADdAAAADwAAAGRycy9kb3ducmV2LnhtbERPz2vCMBS+D/wfwhO8zcSCbqtGkbFCYac5Pez2SJ5t&#10;t+alNLGt//1yGOz48f3eHSbXioH60HjWsFoqEMTG24YrDefP4vEZRIjIFlvPpOFOAQ772cMOc+tH&#10;/qDhFCuRQjjkqKGOsculDKYmh2HpO+LEXX3vMCbYV9L2OKZw18pMqY102HBqqLGj15rMz+nmNHwX&#10;8t0bheZyvoylffp621CrtF7Mp+MWRKQp/ov/3KXVkL2s0/7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2G3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pmAsYA&#10;AADdAAAADwAAAGRycy9kb3ducmV2LnhtbESPQWvCQBSE70L/w/IEb7oxUrHRVawgiKWHaiken9ln&#10;EpJ9G3ZXTf99tyB4HGbmG2ax6kwjbuR8ZVnBeJSAIM6trrhQ8H3cDmcgfEDW2FgmBb/kYbV86S0w&#10;0/bOX3Q7hEJECPsMFZQhtJmUPi/JoB/Zljh6F+sMhihdIbXDe4SbRqZJMpUGK44LJba0KSmvD1ej&#10;4HT94MvnZL927+HHdkdfp+dZrdSg363nIAJ14Rl+tHdaQfr2Oob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pmA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JCp8cA&#10;AADdAAAADwAAAGRycy9kb3ducmV2LnhtbESPT2sCMRTE70K/Q3iF3jTbpRZdjVILBS+C/w56e26e&#10;u4ubl22S6uqnbwTB4zAzv2HG09bU4kzOV5YVvPcSEMS51RUXCrabn+4AhA/IGmvLpOBKHqaTl84Y&#10;M20vvKLzOhQiQthnqKAMocmk9HlJBn3PNsTRO1pnMETpCqkdXiLc1DJNkk9psOK4UGJD3yXlp/Wf&#10;UTAbDma/yw9e3FaHPe13h1M/dYlSb6/t1whEoDY8w4/2XCtIh/0U7m/iE5C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8iQqfHAAAA3QAAAA8AAAAAAAAAAAAAAAAAmAIAAGRy&#10;cy9kb3ducmV2LnhtbFBLBQYAAAAABAAEAPUAAACMAwAAAAA=&#10;" fillcolor="black" stroked="f"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IdPcUA&#10;AADdAAAADwAAAGRycy9kb3ducmV2LnhtbESPQUsDMRSE70L/Q3gFbzbbFsWuTctSEMXTtiq9vm6e&#10;m6WblyWJ6frvjSD0OMzMN8x6O9peJPKhc6xgPitAEDdOd9wq+Hh/vnsEESKyxt4xKfihANvN5GaN&#10;pXYX3lM6xFZkCIcSFZgYh1LK0BiyGGZuIM7el/MWY5a+ldrjJcNtLxdF8SAtdpwXDA60M9ScD99W&#10;QTrt6mqZjsns33zVele/fJ5qpW6nY/UEItIYr+H/9qtWsFjdL+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Eh09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xlu8YA&#10;AADdAAAADwAAAGRycy9kb3ducmV2LnhtbESPQWvCQBSE74X+h+UVvOlGsVJTVymiUntpGwU9PrKv&#10;2dDs25BdY/TXuwWhx2FmvmFmi85WoqXGl44VDAcJCOLc6ZILBfvduv8CwgdkjZVjUnAhD4v548MM&#10;U+3O/E1tFgoRIexTVGBCqFMpfW7Ioh+4mjh6P66xGKJsCqkbPEe4reQoSSbSYslxwWBNS0P5b3ay&#10;CvxwuTp82Ou0PW4Mf2ZbM/kqjFK9p+7tFUSgLvyH7+13rWA0fR7D35v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xlu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</w:rPr>
      </w:pP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</w:rPr>
      </w:pP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</w:rPr>
      </w:pP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</w:rPr>
      </w:pPr>
    </w:p>
    <w:p w:rsidR="005744BA" w:rsidRPr="000209E7" w:rsidRDefault="005744BA" w:rsidP="005744B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УКРАЇНА</w:t>
      </w:r>
    </w:p>
    <w:p w:rsidR="005744BA" w:rsidRPr="000209E7" w:rsidRDefault="005744BA" w:rsidP="005744BA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5744BA" w:rsidRPr="000209E7" w:rsidRDefault="005744BA" w:rsidP="005744B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СЛАВУТСЬКОГО РАЙОНУ</w:t>
      </w:r>
    </w:p>
    <w:p w:rsidR="005744BA" w:rsidRPr="000209E7" w:rsidRDefault="005744BA" w:rsidP="005744B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ХМЕЛЬНИЦЬКОЇ ОБЛАСТІ</w:t>
      </w: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</w:t>
      </w:r>
      <w:r w:rsidR="008F0E47" w:rsidRPr="008F0E47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увати 478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E6AXVkoeAAAXFkEAA4AAAAAAAAAAAAAAAAALgIAAGRycy9l&#10;Mm9Eb2MueG1sUEsBAi0AFAAGAAgAAAAhAN/OkDDiAAAADQEAAA8AAAAAAAAAAAAAAAAAgnoAAGRy&#10;cy9kb3ducmV2LnhtbFBLBQYAAAAABAAEAPMAAACR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4QE8YA&#10;AADdAAAADwAAAGRycy9kb3ducmV2LnhtbESPS2vDMBCE74X8B7GB3ho5Nk0TJ0oIpS0+BEoevi/W&#10;+kGslbFU2/33VaHQ4zAz3zC7w2RaMVDvGssKlosIBHFhdcOVgtv1/WkNwnlkja1lUvBNDg772cMO&#10;U21HPtNw8ZUIEHYpKqi971IpXVGTQbewHXHwStsb9EH2ldQ9jgFuWhlH0UoabDgs1NjRa03F/fJl&#10;FNjkIzvlVXxO3vjF8/FzXebTSanH+XTcgvA0+f/wXzvTCuLN8wp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4QE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RxhsgA&#10;AADdAAAADwAAAGRycy9kb3ducmV2LnhtbESPQWsCMRSE70L/Q3hCL1KzFap1a5QibKseClrB62Pz&#10;ulm7eVmSVLf++kYoeBxm5htmtuhsI07kQ+1YweMwA0FcOl1zpWD/WTw8gwgRWWPjmBT8UoDF/K43&#10;w1y7M2/ptIuVSBAOOSowMba5lKE0ZDEMXUucvC/nLcYkfSW1x3OC20aOsmwsLdacFgy2tDRUfu9+&#10;rIJj8WEOy8nlzQ+mW7oMis17sx4rdd/vXl9AROriLfzfXmkFo+nTB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pHG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OHi8EA&#10;AADdAAAADwAAAGRycy9kb3ducmV2LnhtbERPzWrCQBC+F3yHZQpeim60WNrUVaRoES/izwMM2TEb&#10;mp0N2a2Jb+8cBI8f3/982ftaXamNVWADk3EGirgItuLSwPm0GX2CignZYh2YDNwownIxeJljbkPH&#10;B7oeU6kkhGOOBlxKTa51LBx5jOPQEAt3Ca3HJLAttW2xk3Bf62mWfWiPFUuDw4Z+HBV/x38vJft3&#10;3O8u3Wnz22OH653jt9XBmOFrv/oGlahPT/HDvbUGpl8zmSt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3jh4v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3sMYA&#10;AADdAAAADwAAAGRycy9kb3ducmV2LnhtbESPQUsDMRSE70L/Q3gFbzbrYlu7Ni1SFUTooVUQb4/N&#10;6+7i5iUkz+76740geBxm5htmvR1dr84UU+fZwPWsAEVce9txY+Dt9enqFlQSZIu9ZzLwTQm2m8nF&#10;GivrBz7Q+SiNyhBOFRpoRUKldapbcphmPhBn7+SjQ8kyNtpGHDLc9bosioV22HFeaDHQrqX68/jl&#10;DOyHx/CyXMxP4SPelDo9WHnfiTGX0/H+DpTQKP/hv/azNVCu5i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T3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lBMMEA&#10;AADdAAAADwAAAGRycy9kb3ducmV2LnhtbERPzWrCQBC+F3yHZQQvRTcqiKauIlKLeBF/HmDIjtnQ&#10;7GzIbk18+86h0OPH97/e9r5WT2pjFdjAdJKBIi6Crbg0cL8dxktQMSFbrAOTgRdF2G4Gb2vMbej4&#10;Qs9rKpWEcMzRgEupybWOhSOPcRIaYuEeofWYBLalti12Eu5rPcuyhfZYsTQ4bGjvqPi+/ngpOc/x&#10;fHp0t8NXjx1+nhy/7y7GjIb97gNUoj79i//cR2tgtlrIfnkjT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35QTD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4xC8YA&#10;AADdAAAADwAAAGRycy9kb3ducmV2LnhtbESPQUvDQBSE70L/w/IEb3bToFHTbkupCiJ4sArS2yP7&#10;mgSzb5fdZxP/vSsIHoeZ+YZZbSY3qBPF1Hs2sJgXoIgbb3tuDby/PV7egkqCbHHwTAa+KcFmPTtb&#10;YW39yK902kurMoRTjQY6kVBrnZqOHKa5D8TZO/roULKMrbYRxwx3gy6LotIOe84LHQbaddR87r+c&#10;gZfxITzfVNfHcIhXpU73Vj52YszF+bRdghKa5D/8136yBsq7agG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4xC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PAsYA&#10;AADdAAAADwAAAGRycy9kb3ducmV2LnhtbESPUWvCMBSF3wf+h3AFX2Sm65i4ahQdhA02GLqBr5fm&#10;2habm5JE2/37ZSDs8XDO+Q5ntRlsK67kQ+NYwcMsA0FcOtNwpeD7S98vQISIbLB1TAp+KMBmPbpb&#10;YWFcz3u6HmIlEoRDgQrqGLtCylDWZDHMXEecvJPzFmOSvpLGY5/gtpV5ls2lxYbTQo0dvdRUng8X&#10;q2D32VePflruBvd+ej0+aW30h1ZqMh62SxCRhvgfvrXfjIL8eZ7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wPA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w3MUA&#10;AADdAAAADwAAAGRycy9kb3ducmV2LnhtbESP3WoCMRSE7wu+QzhC72rWbSu6GkWUhVJ6488DHDbH&#10;zermZEniun37plDo5TAz3zCrzWBb0ZMPjWMF00kGgrhyuuFawflUvsxBhIissXVMCr4pwGY9elph&#10;od2DD9QfYy0ShEOBCkyMXSFlqAxZDBPXESfv4rzFmKSvpfb4SHDbyjzLZtJiw2nBYEc7Q9XteLcK&#10;ys/8q7/dtS/ddniz9G6u871R6nk8bJcgIg3xP/zX/tAK8sXsFX7fp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PDc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ky7ccA&#10;AADdAAAADwAAAGRycy9kb3ducmV2LnhtbESPQWsCMRSE7wX/Q3iFXqRmq63UrVGqEBQslNqC18fm&#10;ubu4eVmS1F3/vSkIPQ4z8w0zX/a2EWfyoXas4GmUgSAunKm5VPDzrR9fQYSIbLBxTAouFGC5GNzN&#10;MTeu4y8672MpEoRDjgqqGNtcylBUZDGMXEucvKPzFmOSvpTGY5fgtpHjLJtKizWnhQpbWldUnPa/&#10;VsHqsysnfliserc7bg4vWhv9oZV6uO/f30BE6uN/+NbeGgXj2fQZ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5Mu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3NM8QA&#10;AADdAAAADwAAAGRycy9kb3ducmV2LnhtbESPUWvCMBSF3wf+h3AF32ZqmaLVKOIoyNjL3H7Apbk2&#10;1eamJLHWf28Ggz0ezjnf4Wx2g21FTz40jhXMphkI4srphmsFP9/l6xJEiMgaW8ek4EEBdtvRywYL&#10;7e78Rf0p1iJBOBSowMTYFVKGypDFMHUdcfLOzluMSfpaao/3BLetzLNsIS02nBYMdnQwVF1PN6ug&#10;/Mg/++tN+9LthzdLc3NZvhulJuNhvwYRaYj/4b/2USvIV4s5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NzT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pJYsQA&#10;AADdAAAADwAAAGRycy9kb3ducmV2LnhtbESP0WrCQBRE3wv9h+UWfKubaA0aXUMpROqj0Q+4ZK9J&#10;MHs3zW5N8vduoeDjMDNnmF02mlbcqXeNZQXxPAJBXFrdcKXgcs7f1yCcR9bYWiYFEznI9q8vO0y1&#10;HfhE98JXIkDYpaig9r5LpXRlTQbd3HbEwbva3qAPsq+k7nEIcNPKRRQl0mDDYaHGjr5qKm/Fr1Hw&#10;MQ2Hn2J1i3JtKD4uuyP7cqXU7G383ILwNPpn+L/9rRUsNkkCf2/CE5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aSW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T15cQA&#10;AADdAAAADwAAAGRycy9kb3ducmV2LnhtbESPT4vCMBTE74LfITxhb5raQ3dbjSKKi+zJrX/Oj+bZ&#10;FpuX0kSt394IC3scZuY3zHzZm0bcqXO1ZQXTSQSCuLC65lLB8bAdf4FwHlljY5kUPMnBcjEczDHT&#10;9sG/dM99KQKEXYYKKu/bTEpXVGTQTWxLHLyL7Qz6ILtS6g4fAW4aGUdRIg3WHBYqbGldUXHNb0bB&#10;LTnHR7786H2+eX6nm+3KyVOp1MeoX81AeOr9f/ivvdMK4jT5hPeb8ATk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E9e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ekMQA&#10;AADdAAAADwAAAGRycy9kb3ducmV2LnhtbERPyW7CMBC9I/EP1iBxA4dFEQQMaishFQ5FbAduQzwk&#10;ofE4xC6Ev68PlXp8evt82ZhSPKh2hWUFg34Egji1uuBMwfGw6k1AOI+ssbRMCl7kYLlot+aYaPvk&#10;HT32PhMhhF2CCnLvq0RKl+Zk0PVtRRy4q60N+gDrTOoanyHclHIYRbE0WHBoyLGij5zS7/2PUXDa&#10;TuLp9n09vm2+Ljgy+n7WRaxUt9O8zUB4avy/+M/9qRUMp3GYG96EJ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4Hp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x5+MUA&#10;AADdAAAADwAAAGRycy9kb3ducmV2LnhtbESPQWvCQBSE74L/YXmCN92YlhCjq6ilWjxZW/D6yD6T&#10;YPZtyK4a/fXdQqHHYWa+YebLztTiRq2rLCuYjCMQxLnVFRcKvr/eRykI55E11pZJwYMcLBf93hwz&#10;be/8SbejL0SAsMtQQel9k0np8pIMurFtiIN3tq1BH2RbSN3iPcBNLeMoSqTBisNCiQ1tSsovx6tR&#10;8ExOeHC7eP32oj09XtOt3R+2Sg0H3WoGwlPn/8N/7Q+tIJ4mU/h9E56AX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THn4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cVAMEA&#10;AADdAAAADwAAAGRycy9kb3ducmV2LnhtbERPzYrCMBC+L/gOYQRva2rRVatRZFHwtmv1AYZmTIvN&#10;pDZZrT795iB4/Pj+l+vO1uJGra8cKxgNExDEhdMVGwWn4+5zBsIHZI21Y1LwIA/rVe9jiZl2dz7Q&#10;LQ9GxBD2GSooQ2gyKX1RkkU/dA1x5M6utRgibI3ULd5juK1lmiRf0mLFsaHEhr5LKi75n1VwdelE&#10;d/kWfy7b+W9lzPj6PIyVGvS7zQJEoC68xS/3XitI59O4P76JT0Cu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3FQD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o688QA&#10;AADdAAAADwAAAGRycy9kb3ducmV2LnhtbESPT4vCMBTE74LfITzB25qqrH+qUXYFwavuHjw+k2db&#10;bV5qE7XupzfCgsdhZn7DzJeNLcWNal84VtDvJSCItTMFZwp+f9YfExA+IBssHZOCB3lYLtqtOabG&#10;3XlLt13IRISwT1FBHkKVSul1ThZ9z1XE0Tu62mKIss6kqfEe4baUgyQZSYsFx4UcK1rlpM+7q1Ww&#10;KQ70OdLHqZ186+3+7xKG45NRqttpvmYgAjXhHf5vb4yCwXTch9eb+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aOv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FXcMIA&#10;AADdAAAADwAAAGRycy9kb3ducmV2LnhtbERPXWvCMBR9H+w/hDvY20zXh6nVtOhAcOiEuaGvl+ba&#10;FJub0mS1/nszEPZ4vjnzYrCN6KnztWMFr6MEBHHpdM2Vgp/v1csEhA/IGhvHpOBKHor88WGOmXYX&#10;/qJ+HyoRS9hnqMCE0GZS+tKQRT9yLXHUTq6zGCLsKqk7vMRy28g0Sd6kxZrjgsGW3g2V5/2vVdDj&#10;7poczfJz+lFvy3S3PGx05NXz07CYgQg0hH/zPb3WCtLpOIW/N/EJy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Vd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ZMi8UA&#10;AADdAAAADwAAAGRycy9kb3ducmV2LnhtbESPzU7DMBCE70h9B2uRuFGHVOInrVtVSK04QuDAcYm3&#10;cdp4N7JNE3h6jITEcTQz32hWm8n36kwhdsIGbuYFKOJGbMetgbfX3fU9qJiQLfbCZOCLImzWs4sV&#10;VlZGfqFznVqVIRwrNOBSGiqtY+PIY5zLQJy9gwSPKcvQahtwzHDf67IobrXHjvOCw4EeHTWn+tMb&#10;GPfNx7E8vFv3HQbZ1c9yLHsx5upy2i5BJZrSf/iv/WQNlA93C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tky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SSWMcA&#10;AADdAAAADwAAAGRycy9kb3ducmV2LnhtbESPW2sCMRSE3wv9D+EUfKvZLlJ1NYpXKKUi3t5PN6e7&#10;W5OTZZPq9t+bQsHHYWa+YcbT1hpxocZXjhW8dBMQxLnTFRcKjof18wCED8gajWNS8EseppPHhzFm&#10;2l15R5d9KESEsM9QQRlCnUnp85Is+q6riaP35RqLIcqmkLrBa4RbI9MkeZUWK44LJda0KCk/73+s&#10;gvV2ab7TzW52kmGx6n+awft8+aFU56mdjUAEasM9/N9+0wrSYb8Hf2/iE5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00kl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/6escA&#10;AADdAAAADwAAAGRycy9kb3ducmV2LnhtbESPQWvCQBSE74X+h+UJvYhuarHa1FVEKFFQqLHQ6zP7&#10;TILZtyG7TdJ/3xWEHoeZ+YZZrHpTiZYaV1pW8DyOQBBnVpecK/g6fYzmIJxH1lhZJgW/5GC1fHxY&#10;YKxtx0dqU5+LAGEXo4LC+zqW0mUFGXRjWxMH72Ibgz7IJpe6wS7ATSUnUfQqDZYcFgqsaVNQdk1/&#10;jIL2c3/Ot62rd9f50E1fzkly0N9KPQ369TsIT73/D9/bW61g8jabwu1Ne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f+n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wYxMcA&#10;AADdAAAADwAAAGRycy9kb3ducmV2LnhtbESPQWsCMRSE74L/IbxCb5rtUq2uRtGC4KWgtod6e26e&#10;u4ubl20SdeuvNwWhx2FmvmGm89bU4kLOV5YVvPQTEMS51RUXCr4+V70RCB+QNdaWScEveZjPup0p&#10;ZtpeeUuXXShEhLDPUEEZQpNJ6fOSDPq+bYijd7TOYIjSFVI7vEa4qWWaJENpsOK4UGJD7yXlp93Z&#10;KFiOR8ufzSt/3LaHPe2/D6dB6hKlnp/axQREoDb8hx/ttVaQjt+G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sGMTHAAAA3QAAAA8AAAAAAAAAAAAAAAAAmAIAAGRy&#10;cy9kb3ducmV2LnhtbFBLBQYAAAAABAAEAPUAAACMAwAAAAA=&#10;" fillcolor="black" stroked="f"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+UccA&#10;AADdAAAADwAAAGRycy9kb3ducmV2LnhtbESPQWvCQBSE7wX/w/KE3uqmgapNXUVtC4J60PbQ42v2&#10;NVmSfRuyW43+elcQPA4z8w0zmXW2FgdqvXGs4HmQgCDOnTZcKPj++nwag/ABWWPtmBScyMNs2nuY&#10;YKbdkXd02IdCRAj7DBWUITSZlD4vyaIfuIY4en+utRiibAupWzxGuK1lmiRDadFwXCixoWVJebX/&#10;twp+1kMz3hlKfzfnxYfevFSL7Xul1GO/m7+BCNSFe/jWXmkF6etoBN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JflH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PUlsIA&#10;AADdAAAADwAAAGRycy9kb3ducmV2LnhtbERPu27CMBTdK/EP1kXqBk4ZeAQMQlQVXRgKVF2v4kuc&#10;Jr4OtoHA19cDUsej816sOtuIK/lQOVbwNsxAEBdOV1wqOB4+BlMQISJrbByTgjsFWC17LwvMtbvx&#10;F133sRQphEOOCkyMbS5lKAxZDEPXEifu5LzFmKAvpfZ4S+G2kaMsG0uLFacGgy1tDBX1/mIV+PXP&#10;e/3gy3edPXb3sP3tzlM0Sr32u/UcRKQu/ouf7k+tYDSbpLnpTXoC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s9SW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vUv8UA&#10;AADdAAAADwAAAGRycy9kb3ducmV2LnhtbESPUWvCQBCE3wv+h2OFvhS9NA+1iZ4ihUKhImj9AWtu&#10;TYJ3eyG31dhf3xMKfRxm5htmsRq8UxfqYxvYwPM0A0VcBdtybeDw9T55BRUF2aILTAZuFGG1HD0s&#10;sLThyju67KVWCcKxRAONSFdqHauGPMZp6IiTdwq9R0myr7Xt8Zrg3uk8y160x5bTQoMdvTVUnfff&#10;3oDLj674nMWN3A56k/142T1trTGP42E9ByU0yH/4r/1hDeTFrID7m/Q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q9S/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CQcIA&#10;AADdAAAADwAAAGRycy9kb3ducmV2LnhtbERPPW/CMBDdK/EfrENiKw4ZKkgxqAUhZWEgULEe8TWO&#10;ap+j2IXAr8dDpY5P73u5HpwVV+pD61nBbJqBIK69brlRcDruXucgQkTWaD2TgjsFWK9GL0sstL/x&#10;ga5VbEQK4VCgAhNjV0gZakMOw9R3xIn79r3DmGDfSN3jLYU7K/Mse5MOW04NBjvaGKp/ql+nYFt1&#10;Nj+V5jOcv/aXiy0fOzpvlZqMh493EJGG+C/+c5daQb6Yp/3pTXo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yAJB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Poa8QA&#10;AADdAAAADwAAAGRycy9kb3ducmV2LnhtbESPS4sCMRCE78L+h9ALe9NEDz5GoyyLgrAnXwdvTdLO&#10;jE46wyQ6s/9+Iwgei6r6ilqsOleJBzWh9KxhOFAgiI23JecajodNfwoiRGSLlWfS8EcBVsuP3gIz&#10;61ve0WMfc5EgHDLUUMRYZ1IGU5DDMPA1cfIuvnEYk2xyaRtsE9xVcqTUWDosOS0UWNNPQea2vzsN&#10;14389UahOR1P7dZOzusxVUrrr8/uew4iUhff4Vd7azWMZtMhPN+kJ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T6G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jUMsUA&#10;AADdAAAADwAAAGRycy9kb3ducmV2LnhtbESPQWvCQBSE7wX/w/IK3uqmKUgaXUUFoSgeqqX0+Mw+&#10;k5Ds27C7avz3rlDwOMzMN8x03ptWXMj52rKC91ECgriwuuZSwc9h/ZaB8AFZY2uZFNzIw3w2eJli&#10;ru2Vv+myD6WIEPY5KqhC6HIpfVGRQT+yHXH0TtYZDFG6UmqH1wg3rUyTZCwN1hwXKuxoVVHR7M9G&#10;wd95y6fdx2bhluHX9gffpMesUWr42i8mIAL14Rn+b39pBelnlsLjTXwC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2NQy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7Le8gA&#10;AADdAAAADwAAAGRycy9kb3ducmV2LnhtbESPT2vCQBTE7wW/w/IEb3XT1EpMXUULhV4K9c+h3p7Z&#10;1ySYfRt3V4399F2h4HGYmd8w03lnGnEm52vLCp6GCQjiwuqaSwXbzftjBsIHZI2NZVJwJQ/zWe9h&#10;irm2F17ReR1KESHsc1RQhdDmUvqiIoN+aFvi6P1YZzBE6UqpHV4i3DQyTZKxNFhzXKiwpbeKisP6&#10;ZBQsJ9ny+DXiz9/Vfke77/3hJXWJUoN+t3gFEagL9/B/+0MrSCfZM9ze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Dst7yAAAAN0AAAAPAAAAAAAAAAAAAAAAAJgCAABk&#10;cnMvZG93bnJldi54bWxQSwUGAAAAAAQABAD1AAAAjQMAAAAA&#10;" fillcolor="black" stroked="f"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upDsUA&#10;AADdAAAADwAAAGRycy9kb3ducmV2LnhtbESPQUsDMRSE70L/Q3gFbzbbKlK3TctSKIqnbVV6fd08&#10;N4ublyWJ6frvjSD0OMzMN8x6O9peJPKhc6xgPitAEDdOd9wqeH/b3y1BhIissXdMCn4owHYzuVlj&#10;qd2FD5SOsRUZwqFEBSbGoZQyNIYshpkbiLP36bzFmKVvpfZ4yXDby0VRPEqLHecFgwPtDDVfx2+r&#10;IJ13dXWfTskcXn3Velc/f5xrpW6nY7UCEWmM1/B/+0UrWDwtH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6k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DsZ8YA&#10;AADdAAAADwAAAGRycy9kb3ducmV2LnhtbESPQWvCQBSE70L/w/IK3sxGQdHUVYpU0V5s00J7fGRf&#10;s6HZtyG7xthf7wpCj8PMfMMs172tRUetrxwrGCcpCOLC6YpLBZ8f29EchA/IGmvHpOBCHtarh8ES&#10;M+3O/E5dHkoRIewzVGBCaDIpfWHIok9cQxy9H9daDFG2pdQtniPc1nKSpjNpseK4YLChjaHiNz9Z&#10;BX68efl6tX+L7ntn+JgfzOytNEoNH/vnJxCB+vAfvrf3WsFkMZ/C7U18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DsZ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744BA" w:rsidRDefault="005744BA" w:rsidP="005744B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5744BA" w:rsidRPr="000209E7" w:rsidRDefault="005744BA" w:rsidP="005744B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0209E7">
        <w:rPr>
          <w:rFonts w:ascii="Times New Roman" w:eastAsia="Calibri" w:hAnsi="Times New Roman" w:cs="Times New Roman"/>
          <w:b/>
        </w:rPr>
        <w:t>Р</w:t>
      </w:r>
      <w:proofErr w:type="gramEnd"/>
      <w:r w:rsidRPr="000209E7">
        <w:rPr>
          <w:rFonts w:ascii="Times New Roman" w:eastAsia="Calibri" w:hAnsi="Times New Roman" w:cs="Times New Roman"/>
          <w:b/>
        </w:rPr>
        <w:t>ІШЕННЯ</w:t>
      </w:r>
    </w:p>
    <w:p w:rsidR="005744BA" w:rsidRPr="000209E7" w:rsidRDefault="005744BA" w:rsidP="005744B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Х__</w:t>
      </w:r>
      <w:r w:rsidRPr="000209E7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сесії</w:t>
      </w:r>
      <w:proofErr w:type="spellEnd"/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</w:rPr>
        <w:t xml:space="preserve"> ради  </w:t>
      </w:r>
      <w:r w:rsidRPr="000209E7">
        <w:rPr>
          <w:rFonts w:ascii="Times New Roman" w:eastAsia="Calibri" w:hAnsi="Times New Roman" w:cs="Times New Roman"/>
          <w:lang w:val="en-US"/>
        </w:rPr>
        <w:t>V</w:t>
      </w:r>
      <w:r w:rsidRPr="000209E7">
        <w:rPr>
          <w:rFonts w:ascii="Times New Roman" w:eastAsia="Calibri" w:hAnsi="Times New Roman" w:cs="Times New Roman"/>
        </w:rPr>
        <w:t xml:space="preserve">ІІ </w:t>
      </w:r>
      <w:proofErr w:type="spellStart"/>
      <w:r w:rsidRPr="000209E7">
        <w:rPr>
          <w:rFonts w:ascii="Times New Roman" w:eastAsia="Calibri" w:hAnsi="Times New Roman" w:cs="Times New Roman"/>
        </w:rPr>
        <w:t>скликання</w:t>
      </w:r>
      <w:proofErr w:type="spellEnd"/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</w:rPr>
      </w:pPr>
    </w:p>
    <w:p w:rsidR="005744BA" w:rsidRPr="000209E7" w:rsidRDefault="005744BA" w:rsidP="005744B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___.01. 2020р.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технічної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0209E7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0209E7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>)</w:t>
      </w:r>
    </w:p>
    <w:p w:rsidR="005744BA" w:rsidRPr="000209E7" w:rsidRDefault="005744BA" w:rsidP="005744BA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  <w:lang w:val="uk-UA"/>
        </w:rPr>
        <w:t>Микульський</w:t>
      </w:r>
      <w:proofErr w:type="spellEnd"/>
      <w:r w:rsidRPr="000209E7">
        <w:rPr>
          <w:rFonts w:ascii="Times New Roman" w:eastAsia="Calibri" w:hAnsi="Times New Roman" w:cs="Times New Roman"/>
          <w:b/>
          <w:sz w:val="24"/>
          <w:lang w:val="uk-UA"/>
        </w:rPr>
        <w:t xml:space="preserve"> В.В.</w:t>
      </w: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5744BA" w:rsidRPr="000209E7" w:rsidRDefault="005744BA" w:rsidP="005744B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0209E7">
        <w:rPr>
          <w:rFonts w:ascii="Times New Roman" w:eastAsia="Calibri" w:hAnsi="Times New Roman" w:cs="Times New Roman"/>
          <w:sz w:val="24"/>
          <w:lang w:val="uk-UA"/>
        </w:rPr>
        <w:t>Микульського</w:t>
      </w:r>
      <w:proofErr w:type="spellEnd"/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рада</w:t>
      </w: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 w:rsidRPr="000209E7">
        <w:rPr>
          <w:rFonts w:ascii="Times New Roman" w:eastAsia="Calibri" w:hAnsi="Times New Roman" w:cs="Times New Roman"/>
          <w:sz w:val="24"/>
          <w:lang w:val="uk-UA"/>
        </w:rPr>
        <w:t>Микульському</w:t>
      </w:r>
      <w:proofErr w:type="spellEnd"/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 Василю Васильовичу</w:t>
      </w:r>
      <w:r w:rsidRPr="000209E7">
        <w:rPr>
          <w:rFonts w:ascii="Times New Roman" w:eastAsia="Calibri" w:hAnsi="Times New Roman" w:cs="Times New Roman"/>
          <w:sz w:val="24"/>
        </w:rPr>
        <w:t>, як</w:t>
      </w:r>
      <w:proofErr w:type="spellStart"/>
      <w:r w:rsidRPr="000209E7">
        <w:rPr>
          <w:rFonts w:ascii="Times New Roman" w:eastAsia="Calibri" w:hAnsi="Times New Roman" w:cs="Times New Roman"/>
          <w:sz w:val="24"/>
          <w:lang w:val="uk-UA"/>
        </w:rPr>
        <w:t>ий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: </w:t>
      </w:r>
      <w:r w:rsidR="003514C6" w:rsidRPr="003514C6">
        <w:rPr>
          <w:rFonts w:ascii="Times New Roman" w:eastAsia="Calibri" w:hAnsi="Times New Roman" w:cs="Times New Roman"/>
          <w:sz w:val="24"/>
        </w:rPr>
        <w:t>___________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технічної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0,2500 га,  для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с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.</w:t>
      </w:r>
      <w:proofErr w:type="spellStart"/>
      <w:r w:rsidRPr="000209E7">
        <w:rPr>
          <w:rFonts w:ascii="Times New Roman" w:eastAsia="Calibri" w:hAnsi="Times New Roman" w:cs="Times New Roman"/>
          <w:sz w:val="24"/>
          <w:lang w:val="uk-UA"/>
        </w:rPr>
        <w:t>К</w:t>
      </w:r>
      <w:proofErr w:type="gramEnd"/>
      <w:r w:rsidRPr="000209E7">
        <w:rPr>
          <w:rFonts w:ascii="Times New Roman" w:eastAsia="Calibri" w:hAnsi="Times New Roman" w:cs="Times New Roman"/>
          <w:sz w:val="24"/>
          <w:lang w:val="uk-UA"/>
        </w:rPr>
        <w:t>олом’є</w:t>
      </w:r>
      <w:proofErr w:type="spellEnd"/>
      <w:r w:rsidRPr="000209E7">
        <w:rPr>
          <w:rFonts w:ascii="Times New Roman" w:eastAsia="Calibri" w:hAnsi="Times New Roman" w:cs="Times New Roman"/>
          <w:sz w:val="24"/>
          <w:lang w:val="uk-UA"/>
        </w:rPr>
        <w:t>,</w:t>
      </w:r>
      <w:r w:rsidRPr="000209E7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. 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Миру, 103.</w:t>
      </w: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2.</w:t>
      </w:r>
      <w:proofErr w:type="spellStart"/>
      <w:r w:rsidRPr="000209E7">
        <w:rPr>
          <w:rFonts w:ascii="Times New Roman" w:eastAsia="Calibri" w:hAnsi="Times New Roman" w:cs="Times New Roman"/>
          <w:sz w:val="24"/>
          <w:lang w:val="uk-UA"/>
        </w:rPr>
        <w:t>Микульському</w:t>
      </w:r>
      <w:proofErr w:type="spellEnd"/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 В.В.,</w:t>
      </w:r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технічну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3.Контроль за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209E7">
        <w:rPr>
          <w:rFonts w:ascii="Times New Roman" w:eastAsia="Calibri" w:hAnsi="Times New Roman" w:cs="Times New Roman"/>
          <w:sz w:val="24"/>
        </w:rPr>
        <w:t>р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744BA" w:rsidRPr="000209E7" w:rsidRDefault="005744BA" w:rsidP="005744B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3419E" w:rsidRDefault="005744BA" w:rsidP="005744BA"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В.А.Михалюк</w:t>
      </w:r>
      <w:proofErr w:type="spellEnd"/>
    </w:p>
    <w:sectPr w:rsidR="0003419E" w:rsidSect="000341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744BA"/>
    <w:rsid w:val="0003419E"/>
    <w:rsid w:val="00171A2E"/>
    <w:rsid w:val="00304C90"/>
    <w:rsid w:val="003514C6"/>
    <w:rsid w:val="00505B6D"/>
    <w:rsid w:val="005744BA"/>
    <w:rsid w:val="006D3977"/>
    <w:rsid w:val="006E59B6"/>
    <w:rsid w:val="00736FE4"/>
    <w:rsid w:val="007D6C18"/>
    <w:rsid w:val="008F0E4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4BA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2020-01-13T07:00:00Z</dcterms:created>
  <dcterms:modified xsi:type="dcterms:W3CDTF">2020-01-13T07:27:00Z</dcterms:modified>
</cp:coreProperties>
</file>