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23E" w:rsidRDefault="0016323E" w:rsidP="001632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6323E" w:rsidRDefault="0016323E" w:rsidP="0016323E"/>
    <w:p w:rsidR="0016323E" w:rsidRDefault="0016323E" w:rsidP="0016323E"/>
    <w:p w:rsidR="0016323E" w:rsidRDefault="0016323E" w:rsidP="001632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6323E" w:rsidRDefault="0016323E" w:rsidP="001632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6323E" w:rsidRDefault="0016323E" w:rsidP="001632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6323E" w:rsidRDefault="0016323E" w:rsidP="001632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323E" w:rsidRDefault="0016323E" w:rsidP="0016323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323E" w:rsidRDefault="0016323E" w:rsidP="0016323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16323E" w:rsidRDefault="0016323E" w:rsidP="0016323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323E" w:rsidRDefault="0016323E" w:rsidP="0016323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6323E" w:rsidRPr="007558D2" w:rsidRDefault="0016323E" w:rsidP="0016323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</w:p>
    <w:p w:rsidR="0016323E" w:rsidRPr="00025A8C" w:rsidRDefault="0016323E" w:rsidP="001632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6823984000:03:018:0333, яка розташована</w:t>
      </w: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16323E" w:rsidRPr="00025A8C" w:rsidRDefault="0016323E" w:rsidP="0016323E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6323E" w:rsidRPr="00025A8C" w:rsidRDefault="0016323E" w:rsidP="001632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16323E" w:rsidRPr="00025A8C" w:rsidRDefault="0016323E" w:rsidP="001632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6323E" w:rsidRPr="00025A8C" w:rsidRDefault="0016323E" w:rsidP="0016323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025A8C">
        <w:rPr>
          <w:rFonts w:ascii="Times New Roman" w:hAnsi="Times New Roman" w:cs="Times New Roman"/>
          <w:sz w:val="24"/>
          <w:szCs w:val="24"/>
        </w:rPr>
        <w:t xml:space="preserve"> 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та об’єднання земельної ділянки площею 0,7294 га,  кадастровий  номер </w:t>
      </w:r>
      <w:r w:rsidRPr="00025A8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6823984000:03:018:0333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025A8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025A8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323E" w:rsidRPr="00025A8C" w:rsidRDefault="0016323E" w:rsidP="001632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6323E" w:rsidRPr="0016323E" w:rsidRDefault="0016323E" w:rsidP="001632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C15949" w:rsidRPr="0016323E" w:rsidRDefault="0016323E" w:rsidP="001632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Сільський   голова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</w:t>
      </w:r>
      <w:r w:rsidRPr="00025A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В.А.</w:t>
      </w:r>
      <w:r w:rsidRPr="00025A8C">
        <w:rPr>
          <w:rFonts w:ascii="Times New Roman" w:eastAsia="Calibri" w:hAnsi="Times New Roman" w:cs="Times New Roman"/>
          <w:sz w:val="24"/>
          <w:szCs w:val="24"/>
        </w:rPr>
        <w:t>Михалюк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C15949" w:rsidRPr="001632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23E"/>
    <w:rsid w:val="0016323E"/>
    <w:rsid w:val="00171A2E"/>
    <w:rsid w:val="00304C90"/>
    <w:rsid w:val="00505B6D"/>
    <w:rsid w:val="006D3977"/>
    <w:rsid w:val="007D6C18"/>
    <w:rsid w:val="00C1594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2020-05-20T14:12:00Z</dcterms:created>
  <dcterms:modified xsi:type="dcterms:W3CDTF">2020-05-20T14:12:00Z</dcterms:modified>
</cp:coreProperties>
</file>