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924" w:rsidRPr="009517FC" w:rsidRDefault="00586924" w:rsidP="00586924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586924" w:rsidRPr="00DE6ED3" w:rsidRDefault="00586924" w:rsidP="005869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6924" w:rsidRDefault="00586924" w:rsidP="00586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6924" w:rsidRDefault="00586924" w:rsidP="00586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6924" w:rsidRDefault="00586924" w:rsidP="00586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6924" w:rsidRDefault="00586924" w:rsidP="00586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6924" w:rsidRDefault="00586924" w:rsidP="00586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6924" w:rsidRDefault="00586924" w:rsidP="00586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6924" w:rsidRDefault="00586924" w:rsidP="00586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6924" w:rsidRDefault="00586924" w:rsidP="00586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6924" w:rsidRDefault="00586924" w:rsidP="00586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6924" w:rsidRDefault="00586924" w:rsidP="00586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6924" w:rsidRDefault="00586924" w:rsidP="00586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6924" w:rsidRDefault="00586924" w:rsidP="00586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6924" w:rsidRDefault="00586924" w:rsidP="00586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6924" w:rsidRDefault="00586924" w:rsidP="00586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6924" w:rsidRDefault="00586924" w:rsidP="00586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6924" w:rsidRDefault="00586924" w:rsidP="00586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6924" w:rsidRDefault="00586924" w:rsidP="00586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6924" w:rsidRDefault="00586924" w:rsidP="00586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6924" w:rsidRDefault="00586924" w:rsidP="00586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6924" w:rsidRDefault="00586924" w:rsidP="00586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6924" w:rsidRDefault="00586924" w:rsidP="00586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6924" w:rsidRDefault="00586924" w:rsidP="00586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6924" w:rsidRDefault="00586924" w:rsidP="00586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6924" w:rsidRDefault="00586924" w:rsidP="00586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6924" w:rsidRDefault="00586924" w:rsidP="00586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6924" w:rsidRDefault="00586924" w:rsidP="00586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6924" w:rsidRDefault="00586924" w:rsidP="00586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6924" w:rsidRDefault="00586924" w:rsidP="00586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6924" w:rsidRDefault="00586924" w:rsidP="00586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6924" w:rsidRDefault="00586924" w:rsidP="005869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sgwXYAAP9YBAAOAAAAZHJzL2Uyb0RvYy54bWzsfe1uHjmy3v8AuYcX+rmAR83+bmO9B7tj&#10;exFgkyywby5AlmRLiKzXkTRjn3NwgCC5hNxIkF/5l1vYvaM8RRbZpNxV1euZOZg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cM&#10;Q5XSwO7GsTfuhigyDLYibmn6WkI8Iuyjka4q6tuReeylRAUWBiXfO4bRWPO4lIV9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RQ8rIMF2AAD/WAQADgAAAAAAAAAAAAAAAAAuAgAAZHJzL2Uyb0RvYy54bWxQSwECLQAUAAYA&#10;CAAAACEAsh1Mm+AAAAAKAQAADwAAAAAAAAAAAAAAAAAbeQAAZHJzL2Rvd25yZXYueG1sUEsFBgAA&#10;AAAEAAQA8wAAACh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86924" w:rsidRDefault="00586924" w:rsidP="00586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86924" w:rsidRDefault="00586924" w:rsidP="00586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86924" w:rsidRDefault="00586924" w:rsidP="00586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86924" w:rsidRDefault="00586924" w:rsidP="00586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86924" w:rsidRDefault="00586924" w:rsidP="00586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86924" w:rsidRDefault="00586924" w:rsidP="00586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86924" w:rsidRDefault="00586924" w:rsidP="00586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86924" w:rsidRDefault="00586924" w:rsidP="00586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86924" w:rsidRDefault="00586924" w:rsidP="00586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86924" w:rsidRDefault="00586924" w:rsidP="00586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86924" w:rsidRDefault="00586924" w:rsidP="00586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86924" w:rsidRDefault="00586924" w:rsidP="00586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86924" w:rsidRDefault="00586924" w:rsidP="00586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86924" w:rsidRDefault="00586924" w:rsidP="00586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86924" w:rsidRDefault="00586924" w:rsidP="00586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86924" w:rsidRDefault="00586924" w:rsidP="00586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86924" w:rsidRDefault="00586924" w:rsidP="00586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86924" w:rsidRDefault="00586924" w:rsidP="00586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86924" w:rsidRDefault="00586924" w:rsidP="00586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86924" w:rsidRDefault="00586924" w:rsidP="00586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586924" w:rsidRDefault="00586924" w:rsidP="00586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86924" w:rsidRDefault="00586924" w:rsidP="00586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86924" w:rsidRDefault="00586924" w:rsidP="00586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86924" w:rsidRDefault="00586924" w:rsidP="00586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86924" w:rsidRDefault="00586924" w:rsidP="00586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86924" w:rsidRDefault="00586924" w:rsidP="00586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86924" w:rsidRDefault="00586924" w:rsidP="00586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586924" w:rsidRDefault="00586924" w:rsidP="00586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86924" w:rsidRDefault="00586924" w:rsidP="00586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86924" w:rsidRDefault="00586924" w:rsidP="005869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86924" w:rsidRPr="00DE6ED3" w:rsidRDefault="00586924" w:rsidP="0058692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86924" w:rsidRPr="00DE6ED3" w:rsidRDefault="00586924" w:rsidP="0058692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86924" w:rsidRPr="00DE6ED3" w:rsidRDefault="00586924" w:rsidP="0058692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86924" w:rsidRDefault="00586924" w:rsidP="0058692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586924" w:rsidRPr="00DE6ED3" w:rsidRDefault="00586924" w:rsidP="0058692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586924" w:rsidRPr="00DE6ED3" w:rsidRDefault="00586924" w:rsidP="0058692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86924" w:rsidRPr="00DE6ED3" w:rsidRDefault="00586924" w:rsidP="0058692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86924" w:rsidRPr="00DE6ED3" w:rsidRDefault="00586924" w:rsidP="0058692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86924" w:rsidRPr="00DE6ED3" w:rsidRDefault="00586924" w:rsidP="0058692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86924" w:rsidRPr="00DE6ED3" w:rsidRDefault="00586924" w:rsidP="0058692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586924" w:rsidRPr="00DE6ED3" w:rsidRDefault="00586924" w:rsidP="0058692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86924" w:rsidRPr="00DE6ED3" w:rsidRDefault="00586924" w:rsidP="0058692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ІХ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586924" w:rsidRPr="00DE6ED3" w:rsidRDefault="00586924" w:rsidP="0058692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86924" w:rsidRPr="00DE6ED3" w:rsidRDefault="00586924" w:rsidP="0058692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25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.03.2021 року                                         Крупець                                                 №___</w:t>
      </w:r>
    </w:p>
    <w:p w:rsidR="00586924" w:rsidRPr="00D9673A" w:rsidRDefault="00586924" w:rsidP="00586924">
      <w:pPr>
        <w:spacing w:after="0" w:line="240" w:lineRule="auto"/>
        <w:jc w:val="both"/>
      </w:pPr>
    </w:p>
    <w:p w:rsidR="00586924" w:rsidRPr="00DE6ED3" w:rsidRDefault="00586924" w:rsidP="0058692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Про затвердження проєкту землеустрою</w:t>
      </w:r>
    </w:p>
    <w:p w:rsidR="00586924" w:rsidRPr="00DE6ED3" w:rsidRDefault="00586924" w:rsidP="0058692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586924" w:rsidRPr="006310B2" w:rsidRDefault="00586924" w:rsidP="0058692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r>
        <w:rPr>
          <w:rFonts w:ascii="Times New Roman" w:eastAsia="Calibri" w:hAnsi="Times New Roman" w:cs="Times New Roman"/>
          <w:b/>
          <w:sz w:val="24"/>
          <w:szCs w:val="24"/>
        </w:rPr>
        <w:t>Усачуку  О.Л.</w:t>
      </w:r>
    </w:p>
    <w:p w:rsidR="00586924" w:rsidRPr="00DE6ED3" w:rsidRDefault="00586924" w:rsidP="0058692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86924" w:rsidRPr="00DE6ED3" w:rsidRDefault="00586924" w:rsidP="0058692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86924" w:rsidRPr="00DE6ED3" w:rsidRDefault="00586924" w:rsidP="0058692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Усачуку О.Л.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586924" w:rsidRPr="00DE6ED3" w:rsidRDefault="00586924" w:rsidP="0058692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586924" w:rsidRPr="00DE6ED3" w:rsidRDefault="00586924" w:rsidP="0058692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86924" w:rsidRPr="00DE6ED3" w:rsidRDefault="00586924" w:rsidP="0058692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 Усачуку Олегу Леонідовичу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проєкт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>кого господарства, площею 0,1387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га, яка розташована Хмельницька область, Славутський </w:t>
      </w:r>
      <w:r>
        <w:rPr>
          <w:rFonts w:ascii="Times New Roman" w:eastAsia="Calibri" w:hAnsi="Times New Roman" w:cs="Times New Roman"/>
          <w:sz w:val="24"/>
          <w:szCs w:val="24"/>
        </w:rPr>
        <w:t>(Шепетівський)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район,  </w:t>
      </w:r>
      <w:r>
        <w:rPr>
          <w:rFonts w:ascii="Times New Roman" w:eastAsia="Calibri" w:hAnsi="Times New Roman" w:cs="Times New Roman"/>
          <w:sz w:val="24"/>
          <w:szCs w:val="24"/>
        </w:rPr>
        <w:t>Крупецька сільська рада за межами с.Крупець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86924" w:rsidRPr="00DE6ED3" w:rsidRDefault="00586924" w:rsidP="005869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Усачуку Олегу Леонідовичу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</w:t>
      </w:r>
      <w:r w:rsidRPr="00DE6ED3">
        <w:rPr>
          <w:rFonts w:ascii="Times New Roman" w:eastAsia="Calibri" w:hAnsi="Times New Roman" w:cs="Times New Roman"/>
          <w:sz w:val="24"/>
        </w:rPr>
        <w:t xml:space="preserve">  зар</w:t>
      </w:r>
      <w:r>
        <w:rPr>
          <w:rFonts w:ascii="Times New Roman" w:eastAsia="Calibri" w:hAnsi="Times New Roman" w:cs="Times New Roman"/>
          <w:sz w:val="24"/>
        </w:rPr>
        <w:t xml:space="preserve">еєстрований за адресою: __________,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0,1387 га, кадастровий номер: 6823984000:03:013:0053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Славутський </w:t>
      </w:r>
      <w:r>
        <w:rPr>
          <w:rFonts w:ascii="Times New Roman" w:eastAsia="Calibri" w:hAnsi="Times New Roman" w:cs="Times New Roman"/>
          <w:sz w:val="24"/>
          <w:szCs w:val="24"/>
        </w:rPr>
        <w:t>(Шепетівський)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район,  </w:t>
      </w:r>
      <w:r>
        <w:rPr>
          <w:rFonts w:ascii="Times New Roman" w:eastAsia="Calibri" w:hAnsi="Times New Roman" w:cs="Times New Roman"/>
          <w:sz w:val="24"/>
          <w:szCs w:val="24"/>
        </w:rPr>
        <w:t>Крупецька сільська рада за межами с.Крупець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86924" w:rsidRPr="00DE6ED3" w:rsidRDefault="00586924" w:rsidP="005869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Усачуку О.Л.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якому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586924" w:rsidRPr="00DE6ED3" w:rsidRDefault="00586924" w:rsidP="0058692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586924" w:rsidRPr="00DE6ED3" w:rsidRDefault="00586924" w:rsidP="005869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86924" w:rsidRDefault="00586924" w:rsidP="005869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586924" w:rsidRPr="00DE6ED3" w:rsidRDefault="00586924" w:rsidP="005869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E3152" w:rsidRPr="00586924" w:rsidRDefault="00586924" w:rsidP="0058692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CE3152" w:rsidRPr="0058692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924"/>
    <w:rsid w:val="00171A2E"/>
    <w:rsid w:val="00304C90"/>
    <w:rsid w:val="00505B6D"/>
    <w:rsid w:val="00586924"/>
    <w:rsid w:val="006D3977"/>
    <w:rsid w:val="007D6C18"/>
    <w:rsid w:val="00CE3152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271</Words>
  <Characters>1545</Characters>
  <Application>Microsoft Office Word</Application>
  <DocSecurity>0</DocSecurity>
  <Lines>12</Lines>
  <Paragraphs>3</Paragraphs>
  <ScaleCrop>false</ScaleCrop>
  <Company>Microsoft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2021-03-22T07:37:00Z</dcterms:created>
  <dcterms:modified xsi:type="dcterms:W3CDTF">2021-03-22T07:37:00Z</dcterms:modified>
</cp:coreProperties>
</file>