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1FE" w:rsidRDefault="005C11FE" w:rsidP="005C11FE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4" name="Рисунок 4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11FE" w:rsidRDefault="005C11FE" w:rsidP="005C11FE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11FE" w:rsidRDefault="005C11FE" w:rsidP="005C11F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11FE" w:rsidRDefault="005C11FE" w:rsidP="005C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C11FE" w:rsidRDefault="005C11FE" w:rsidP="005C11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5C11FE" w:rsidRDefault="005C11FE" w:rsidP="005C11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15.01.2020                                                 Крупець                                                            №4</w:t>
      </w:r>
    </w:p>
    <w:p w:rsidR="005C11FE" w:rsidRDefault="005C11FE" w:rsidP="005C11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Про  розгляд розпорядження Хмельницької ОДА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 xml:space="preserve">від 28.11.2019 р. №828/2019 - р «Про стан розвитку 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t>природно - заповідної справи у Хмельницькій області»</w:t>
      </w:r>
    </w:p>
    <w:p w:rsidR="005C11FE" w:rsidRDefault="005C11FE" w:rsidP="005C11FE">
      <w:pPr>
        <w:widowControl w:val="0"/>
        <w:spacing w:after="0"/>
        <w:rPr>
          <w:rFonts w:ascii="Times New Roman" w:hAnsi="Times New Roman" w:cs="Times New Roman"/>
          <w:noProof/>
          <w:sz w:val="24"/>
          <w:szCs w:val="24"/>
        </w:rPr>
      </w:pP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Відповідно до ч.1 статті 52 Закону  України «Про місцеве самоврядування в Україні», розглянувши  розпорядження Хмельницької ОДА від 28.11.2019 р. №828/2019 - р «Про стан розвитку природно - заповідної справи у Хмельницькій області»,  виконавчий комітет Крупецької сільської ради </w:t>
      </w:r>
    </w:p>
    <w:p w:rsidR="005C11FE" w:rsidRDefault="005C11FE" w:rsidP="005C11FE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ВИРІШИВ: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1. Розпорядження Хмельницької ОДА від 28.11.2019р. №828/2019-р «Про стан розвитку природно - заповідної справи у Хмельницькій області» взяти до відома.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Відділу комунальної власності, охорони навколишнього середовища  та земельних відносин: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подати на розгляд чергової сесії Крупецької сільської ради проект рішення  щодо виготовлення схеми формування екологічної мережі Крупецької сільської ради;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надати до 01.03.2020 року пропозиції щодо збільшення територій та об’єктів природно-заповідного фонду;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 01.04.2020 року про виконання цього розпорядження проінформувати Департамент  природних ресурсів та екології Хмельницької обласної державної адміністрації.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3. Контроль за виконанням цього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5C11FE" w:rsidRDefault="005C11FE" w:rsidP="005C11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11FE" w:rsidRPr="005C11FE" w:rsidRDefault="005C11FE" w:rsidP="005C11FE">
      <w:pPr>
        <w:spacing w:after="0"/>
        <w:ind w:right="279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5C11FE" w:rsidRDefault="005C11FE" w:rsidP="005C11FE">
      <w:pPr>
        <w:spacing w:after="0"/>
        <w:ind w:right="27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 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0A21" w:rsidRDefault="00B40A21"/>
    <w:sectPr w:rsidR="00B40A21" w:rsidSect="00B40A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C11FE"/>
    <w:rsid w:val="00171A2E"/>
    <w:rsid w:val="00304C90"/>
    <w:rsid w:val="00505B6D"/>
    <w:rsid w:val="005C11FE"/>
    <w:rsid w:val="006D3977"/>
    <w:rsid w:val="007D6C18"/>
    <w:rsid w:val="00B40A21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11F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>Microsoft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2020-01-17T06:46:00Z</dcterms:created>
  <dcterms:modified xsi:type="dcterms:W3CDTF">2020-01-17T06:46:00Z</dcterms:modified>
</cp:coreProperties>
</file>