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C01" w:rsidRPr="00CD53EA" w:rsidRDefault="00C93C01" w:rsidP="00C93C01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3C01" w:rsidRDefault="00C93C01" w:rsidP="00C93C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3C01" w:rsidRDefault="00C93C01" w:rsidP="00C93C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3C01" w:rsidRDefault="00C93C01" w:rsidP="00C93C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3C01" w:rsidRDefault="00C93C01" w:rsidP="00C93C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3C01" w:rsidRDefault="00C93C01" w:rsidP="00C93C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3C01" w:rsidRDefault="00C93C01" w:rsidP="00C93C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3C01" w:rsidRDefault="00C93C01" w:rsidP="00C93C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3C01" w:rsidRDefault="00C93C01" w:rsidP="00C93C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3C01" w:rsidRDefault="00C93C01" w:rsidP="00C93C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3C01" w:rsidRDefault="00C93C01" w:rsidP="00C93C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3C01" w:rsidRDefault="00C93C01" w:rsidP="00C93C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3C01" w:rsidRDefault="00C93C01" w:rsidP="00C93C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3C01" w:rsidRDefault="00C93C01" w:rsidP="00C93C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3C01" w:rsidRDefault="00C93C01" w:rsidP="00C93C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3C01" w:rsidRDefault="00C93C01" w:rsidP="00C93C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3C01" w:rsidRDefault="00C93C01" w:rsidP="00C93C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3C01" w:rsidRDefault="00C93C01" w:rsidP="00C93C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3C01" w:rsidRDefault="00C93C01" w:rsidP="00C93C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3C01" w:rsidRDefault="00C93C01" w:rsidP="00C93C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3C01" w:rsidRDefault="00C93C01" w:rsidP="00C93C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3C01" w:rsidRDefault="00C93C01" w:rsidP="00C93C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3C01" w:rsidRDefault="00C93C01" w:rsidP="00C93C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3C01" w:rsidRDefault="00C93C01" w:rsidP="00C93C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3C01" w:rsidRDefault="00C93C01" w:rsidP="00C93C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3C01" w:rsidRDefault="00C93C01" w:rsidP="00C93C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3C01" w:rsidRDefault="00C93C01" w:rsidP="00C93C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3C01" w:rsidRDefault="00C93C01" w:rsidP="00C93C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3C01" w:rsidRDefault="00C93C01" w:rsidP="00C93C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3C01" w:rsidRDefault="00C93C01" w:rsidP="00C93C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3C01" w:rsidRDefault="00C93C01" w:rsidP="00C93C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93C01" w:rsidRDefault="00C93C01" w:rsidP="00C93C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93C01" w:rsidRDefault="00C93C01" w:rsidP="00C93C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93C01" w:rsidRDefault="00C93C01" w:rsidP="00C93C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93C01" w:rsidRDefault="00C93C01" w:rsidP="00C93C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93C01" w:rsidRDefault="00C93C01" w:rsidP="00C93C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93C01" w:rsidRDefault="00C93C01" w:rsidP="00C93C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93C01" w:rsidRDefault="00C93C01" w:rsidP="00C93C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93C01" w:rsidRDefault="00C93C01" w:rsidP="00C93C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93C01" w:rsidRDefault="00C93C01" w:rsidP="00C93C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93C01" w:rsidRDefault="00C93C01" w:rsidP="00C93C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93C01" w:rsidRDefault="00C93C01" w:rsidP="00C93C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93C01" w:rsidRDefault="00C93C01" w:rsidP="00C93C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93C01" w:rsidRDefault="00C93C01" w:rsidP="00C93C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93C01" w:rsidRDefault="00C93C01" w:rsidP="00C93C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93C01" w:rsidRDefault="00C93C01" w:rsidP="00C93C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93C01" w:rsidRDefault="00C93C01" w:rsidP="00C93C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93C01" w:rsidRDefault="00C93C01" w:rsidP="00C93C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93C01" w:rsidRDefault="00C93C01" w:rsidP="00C93C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93C01" w:rsidRDefault="00C93C01" w:rsidP="00C93C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93C01" w:rsidRDefault="00C93C01" w:rsidP="00C93C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C93C01" w:rsidRDefault="00C93C01" w:rsidP="00C93C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93C01" w:rsidRDefault="00C93C01" w:rsidP="00C93C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93C01" w:rsidRDefault="00C93C01" w:rsidP="00C93C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93C01" w:rsidRDefault="00C93C01" w:rsidP="00C93C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93C01" w:rsidRDefault="00C93C01" w:rsidP="00C93C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93C01" w:rsidRDefault="00C93C01" w:rsidP="00C93C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93C01" w:rsidRDefault="00C93C01" w:rsidP="00C93C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C93C01" w:rsidRDefault="00C93C01" w:rsidP="00C93C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93C01" w:rsidRDefault="00C93C01" w:rsidP="00C93C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93C01" w:rsidRDefault="00C93C01" w:rsidP="00C93C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93C01" w:rsidRDefault="00C93C01" w:rsidP="00C93C0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93C01" w:rsidRDefault="00C93C01" w:rsidP="00C93C0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93C01" w:rsidRDefault="00C93C01" w:rsidP="00C93C0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93C01" w:rsidRDefault="00C93C01" w:rsidP="00C93C0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93C01" w:rsidRDefault="00C93C01" w:rsidP="00C93C0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C93C01" w:rsidRDefault="00C93C01" w:rsidP="00C93C0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C93C01" w:rsidRDefault="00C93C01" w:rsidP="00C93C0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C93C01" w:rsidRDefault="00C93C01" w:rsidP="00C93C0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C93C01" w:rsidRDefault="00C93C01" w:rsidP="00C93C0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93C01" w:rsidRDefault="00C93C01" w:rsidP="00C93C0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C93C01" w:rsidRDefault="00C93C01" w:rsidP="00C93C0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93C01" w:rsidRDefault="00C93C01" w:rsidP="00C93C0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C93C01" w:rsidRDefault="00C93C01" w:rsidP="00C93C0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93C01" w:rsidRDefault="00C93C01" w:rsidP="00C93C0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23.09.2020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№19</w:t>
      </w:r>
    </w:p>
    <w:p w:rsidR="00C93C01" w:rsidRPr="00CD53EA" w:rsidRDefault="00C93C01" w:rsidP="00C93C01">
      <w:pPr>
        <w:pStyle w:val="HTML0"/>
        <w:spacing w:line="276" w:lineRule="auto"/>
        <w:rPr>
          <w:rFonts w:ascii="Times New Roman" w:hAnsi="Times New Roman"/>
        </w:rPr>
      </w:pPr>
    </w:p>
    <w:p w:rsidR="00C93C01" w:rsidRPr="007649DC" w:rsidRDefault="00C93C01" w:rsidP="00C93C01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</w:rPr>
      </w:pPr>
      <w:r w:rsidRPr="007649DC">
        <w:rPr>
          <w:rFonts w:ascii="Times New Roman" w:eastAsia="Times New Roman" w:hAnsi="Times New Roman" w:cs="Times New Roman"/>
          <w:b/>
          <w:sz w:val="24"/>
        </w:rPr>
        <w:t xml:space="preserve">Про </w:t>
      </w:r>
      <w:proofErr w:type="spellStart"/>
      <w:r w:rsidRPr="007649DC">
        <w:rPr>
          <w:rFonts w:ascii="Times New Roman" w:eastAsia="Times New Roman" w:hAnsi="Times New Roman" w:cs="Times New Roman"/>
          <w:b/>
          <w:sz w:val="24"/>
        </w:rPr>
        <w:t>надання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Pr="007649DC">
        <w:rPr>
          <w:rFonts w:ascii="Times New Roman" w:eastAsia="Times New Roman" w:hAnsi="Times New Roman" w:cs="Times New Roman"/>
          <w:b/>
          <w:sz w:val="24"/>
        </w:rPr>
        <w:t>дозволу</w:t>
      </w:r>
      <w:proofErr w:type="spellEnd"/>
      <w:r w:rsidRPr="007649DC">
        <w:rPr>
          <w:rFonts w:ascii="Times New Roman" w:eastAsia="Times New Roman" w:hAnsi="Times New Roman" w:cs="Times New Roman"/>
          <w:b/>
          <w:sz w:val="24"/>
        </w:rPr>
        <w:t xml:space="preserve"> на </w:t>
      </w:r>
      <w:proofErr w:type="spellStart"/>
      <w:r w:rsidRPr="007649DC">
        <w:rPr>
          <w:rFonts w:ascii="Times New Roman" w:eastAsia="Times New Roman" w:hAnsi="Times New Roman" w:cs="Times New Roman"/>
          <w:b/>
          <w:sz w:val="24"/>
        </w:rPr>
        <w:t>розробку</w:t>
      </w:r>
      <w:proofErr w:type="spellEnd"/>
    </w:p>
    <w:p w:rsidR="00C93C01" w:rsidRPr="007649DC" w:rsidRDefault="00C93C01" w:rsidP="00C93C01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</w:rPr>
      </w:pPr>
      <w:r w:rsidRPr="007649DC">
        <w:rPr>
          <w:rFonts w:ascii="Times New Roman" w:eastAsia="Times New Roman" w:hAnsi="Times New Roman" w:cs="Times New Roman"/>
          <w:b/>
          <w:sz w:val="24"/>
        </w:rPr>
        <w:t xml:space="preserve">проекту  </w:t>
      </w:r>
      <w:proofErr w:type="spellStart"/>
      <w:r w:rsidRPr="007649DC">
        <w:rPr>
          <w:rFonts w:ascii="Times New Roman" w:eastAsia="Times New Roman" w:hAnsi="Times New Roman" w:cs="Times New Roman"/>
          <w:b/>
          <w:sz w:val="24"/>
        </w:rPr>
        <w:t>із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Pr="007649DC">
        <w:rPr>
          <w:rFonts w:ascii="Times New Roman" w:eastAsia="Times New Roman" w:hAnsi="Times New Roman" w:cs="Times New Roman"/>
          <w:b/>
          <w:sz w:val="24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Pr="007649DC">
        <w:rPr>
          <w:rFonts w:ascii="Times New Roman" w:eastAsia="Times New Roman" w:hAnsi="Times New Roman" w:cs="Times New Roman"/>
          <w:b/>
          <w:sz w:val="24"/>
        </w:rPr>
        <w:t>щодо</w:t>
      </w:r>
      <w:proofErr w:type="spellEnd"/>
    </w:p>
    <w:p w:rsidR="00C93C01" w:rsidRPr="007649DC" w:rsidRDefault="00C93C01" w:rsidP="00C93C01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</w:rPr>
      </w:pPr>
      <w:proofErr w:type="spellStart"/>
      <w:r w:rsidRPr="007649DC">
        <w:rPr>
          <w:rFonts w:ascii="Times New Roman" w:eastAsia="Times New Roman" w:hAnsi="Times New Roman" w:cs="Times New Roman"/>
          <w:b/>
          <w:sz w:val="24"/>
        </w:rPr>
        <w:t>відведення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Pr="007649DC">
        <w:rPr>
          <w:rFonts w:ascii="Times New Roman" w:eastAsia="Times New Roman" w:hAnsi="Times New Roman" w:cs="Times New Roman"/>
          <w:b/>
          <w:sz w:val="24"/>
        </w:rPr>
        <w:t>земельної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Pr="007649DC">
        <w:rPr>
          <w:rFonts w:ascii="Times New Roman" w:eastAsia="Times New Roman" w:hAnsi="Times New Roman" w:cs="Times New Roman"/>
          <w:b/>
          <w:sz w:val="24"/>
        </w:rPr>
        <w:t>ділянки</w:t>
      </w:r>
      <w:proofErr w:type="spellEnd"/>
    </w:p>
    <w:p w:rsidR="00C93C01" w:rsidRPr="007649DC" w:rsidRDefault="00C93C01" w:rsidP="00C93C01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</w:rPr>
      </w:pPr>
      <w:r w:rsidRPr="007649DC">
        <w:rPr>
          <w:rFonts w:ascii="Times New Roman" w:eastAsia="Times New Roman" w:hAnsi="Times New Roman" w:cs="Times New Roman"/>
          <w:b/>
          <w:sz w:val="24"/>
        </w:rPr>
        <w:t>Шевчук Л.</w:t>
      </w:r>
      <w:proofErr w:type="gramStart"/>
      <w:r w:rsidRPr="007649DC">
        <w:rPr>
          <w:rFonts w:ascii="Times New Roman" w:eastAsia="Times New Roman" w:hAnsi="Times New Roman" w:cs="Times New Roman"/>
          <w:b/>
          <w:sz w:val="24"/>
        </w:rPr>
        <w:t>С</w:t>
      </w:r>
      <w:proofErr w:type="gramEnd"/>
    </w:p>
    <w:p w:rsidR="00C93C01" w:rsidRPr="007649DC" w:rsidRDefault="00C93C01" w:rsidP="00C93C01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</w:rPr>
      </w:pPr>
    </w:p>
    <w:p w:rsidR="00C93C01" w:rsidRPr="007649DC" w:rsidRDefault="00C93C01" w:rsidP="00C93C01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Pr="007649DC">
        <w:rPr>
          <w:rFonts w:ascii="Times New Roman" w:eastAsia="Times New Roman" w:hAnsi="Times New Roman" w:cs="Times New Roman"/>
          <w:sz w:val="24"/>
        </w:rPr>
        <w:t>до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Pr="007649DC">
        <w:rPr>
          <w:rFonts w:ascii="Times New Roman" w:eastAsia="Times New Roman" w:hAnsi="Times New Roman" w:cs="Times New Roman"/>
          <w:sz w:val="24"/>
        </w:rPr>
        <w:t>пункту</w:t>
      </w:r>
      <w:proofErr w:type="gramEnd"/>
      <w:r w:rsidRPr="007649DC">
        <w:rPr>
          <w:rFonts w:ascii="Times New Roman" w:eastAsia="Times New Roman" w:hAnsi="Times New Roman" w:cs="Times New Roman"/>
          <w:sz w:val="24"/>
        </w:rPr>
        <w:t xml:space="preserve"> 34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частини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 1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статті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 26, 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статті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 42 Закону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 «Про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самоврядування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 в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Україні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», статей 12,  118 та 121 Земельного кодексу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, Закону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 «Про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землеустрій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»,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заяву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  Шевчук Л.С.,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сільська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 рада </w:t>
      </w:r>
    </w:p>
    <w:p w:rsidR="00C93C01" w:rsidRPr="007649DC" w:rsidRDefault="00C93C01" w:rsidP="00C93C01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</w:rPr>
      </w:pPr>
      <w:r w:rsidRPr="007649DC">
        <w:rPr>
          <w:rFonts w:ascii="Times New Roman" w:eastAsia="Times New Roman" w:hAnsi="Times New Roman" w:cs="Times New Roman"/>
          <w:sz w:val="24"/>
        </w:rPr>
        <w:t>ВИРІШИЛА:</w:t>
      </w:r>
    </w:p>
    <w:p w:rsidR="00C93C01" w:rsidRPr="007649DC" w:rsidRDefault="00C93C01" w:rsidP="00C93C01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333333"/>
          <w:sz w:val="24"/>
          <w:szCs w:val="24"/>
          <w:shd w:val="clear" w:color="auto" w:fill="FFFFFF"/>
        </w:rPr>
      </w:pPr>
      <w:r w:rsidRPr="007649DC">
        <w:rPr>
          <w:rFonts w:ascii="Times New Roman" w:eastAsia="Times New Roman" w:hAnsi="Times New Roman" w:cs="Times New Roman"/>
          <w:sz w:val="24"/>
        </w:rPr>
        <w:t xml:space="preserve">        1.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Надати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 Шевчук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Людмилі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Степанівні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,  яка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зареєстрована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 за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: </w:t>
      </w:r>
      <w:r w:rsidR="00D23B15">
        <w:rPr>
          <w:rFonts w:ascii="Times New Roman" w:eastAsia="Times New Roman" w:hAnsi="Times New Roman" w:cs="Times New Roman"/>
          <w:sz w:val="24"/>
          <w:lang w:val="en-US"/>
        </w:rPr>
        <w:t>_______________</w:t>
      </w:r>
      <w:bookmarkStart w:id="0" w:name="_GoBack"/>
      <w:bookmarkEnd w:id="0"/>
      <w:r w:rsidRPr="007649DC">
        <w:rPr>
          <w:rFonts w:ascii="Times New Roman" w:eastAsia="Times New Roman" w:hAnsi="Times New Roman" w:cs="Times New Roman"/>
          <w:sz w:val="24"/>
        </w:rPr>
        <w:t xml:space="preserve">, 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дозвіл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 на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розробку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 проекту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із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землеустрою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щодо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відведення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земельної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ділянки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 для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передачі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її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 у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власність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орієнтовною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площею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 0,25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7649DC">
        <w:rPr>
          <w:rFonts w:ascii="Times New Roman" w:eastAsia="Times New Roman" w:hAnsi="Times New Roman" w:cs="Times New Roman"/>
          <w:sz w:val="24"/>
        </w:rPr>
        <w:t xml:space="preserve">га, для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ведення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особистого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селянського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господарства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, яка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розташована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Pr="007649DC">
        <w:rPr>
          <w:rFonts w:ascii="Times New Roman" w:eastAsia="Times New Roman" w:hAnsi="Times New Roman" w:cs="Times New Roman"/>
          <w:sz w:val="24"/>
        </w:rPr>
        <w:t>в</w:t>
      </w:r>
      <w:proofErr w:type="gramEnd"/>
      <w:r w:rsidRPr="007649DC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селі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Лисиче</w:t>
      </w:r>
      <w:proofErr w:type="spellEnd"/>
      <w:r w:rsidRPr="007649DC">
        <w:rPr>
          <w:rFonts w:ascii="Times New Roman" w:eastAsia="Arial Unicode MS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:rsidR="00C93C01" w:rsidRPr="007649DC" w:rsidRDefault="00C93C01" w:rsidP="00C93C01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7649DC">
        <w:rPr>
          <w:rFonts w:ascii="Times New Roman" w:eastAsia="Times New Roman" w:hAnsi="Times New Roman" w:cs="Times New Roman"/>
          <w:sz w:val="24"/>
        </w:rPr>
        <w:t xml:space="preserve">    2. Шевчук Л.С.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розробити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 проект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ділянки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 для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її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 у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власність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 та подати на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розгляд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сесії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сільської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Pr="007649DC">
        <w:rPr>
          <w:rFonts w:ascii="Times New Roman" w:eastAsia="Times New Roman" w:hAnsi="Times New Roman" w:cs="Times New Roman"/>
          <w:sz w:val="24"/>
        </w:rPr>
        <w:t>ради</w:t>
      </w:r>
      <w:proofErr w:type="gramEnd"/>
      <w:r w:rsidRPr="007649DC">
        <w:rPr>
          <w:rFonts w:ascii="Times New Roman" w:eastAsia="Times New Roman" w:hAnsi="Times New Roman" w:cs="Times New Roman"/>
          <w:sz w:val="24"/>
        </w:rPr>
        <w:t>.</w:t>
      </w:r>
    </w:p>
    <w:p w:rsidR="00C93C01" w:rsidRPr="007649DC" w:rsidRDefault="00C93C01" w:rsidP="00C93C0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3. Контроль за </w:t>
      </w:r>
      <w:proofErr w:type="spellStart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C93C01" w:rsidRDefault="00C93C01" w:rsidP="00C93C0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C93C01" w:rsidRPr="007649DC" w:rsidRDefault="00C93C01" w:rsidP="00C93C0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C93C01" w:rsidRPr="007649DC" w:rsidRDefault="00C93C01" w:rsidP="00C93C01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C93C01" w:rsidRDefault="00C93C01" w:rsidP="00C93C01">
      <w:pPr>
        <w:rPr>
          <w:rFonts w:ascii="Times New Roman" w:eastAsia="Calibri" w:hAnsi="Times New Roman" w:cs="Times New Roman"/>
          <w:sz w:val="24"/>
        </w:rPr>
      </w:pPr>
      <w:proofErr w:type="spellStart"/>
      <w:r>
        <w:rPr>
          <w:rFonts w:ascii="Times New Roman" w:eastAsia="Calibri" w:hAnsi="Times New Roman" w:cs="Times New Roman"/>
          <w:sz w:val="24"/>
        </w:rPr>
        <w:t>Сільський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голова         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4"/>
        </w:rPr>
        <w:t>Валерій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МИХАЛЮК</w:t>
      </w:r>
    </w:p>
    <w:p w:rsidR="00AA3255" w:rsidRDefault="00AA3255"/>
    <w:sectPr w:rsidR="00AA325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C01"/>
    <w:rsid w:val="00171A2E"/>
    <w:rsid w:val="00304C90"/>
    <w:rsid w:val="00505B6D"/>
    <w:rsid w:val="006D3977"/>
    <w:rsid w:val="007D6C18"/>
    <w:rsid w:val="00AA3255"/>
    <w:rsid w:val="00C93C01"/>
    <w:rsid w:val="00D1641A"/>
    <w:rsid w:val="00D23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C93C01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C93C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C93C01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C93C01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C93C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C93C01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219</Words>
  <Characters>1251</Characters>
  <Application>Microsoft Office Word</Application>
  <DocSecurity>0</DocSecurity>
  <Lines>10</Lines>
  <Paragraphs>2</Paragraphs>
  <ScaleCrop>false</ScaleCrop>
  <Company>Microsoft</Company>
  <LinksUpToDate>false</LinksUpToDate>
  <CharactersWithSpaces>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2020-09-29T17:19:00Z</dcterms:created>
  <dcterms:modified xsi:type="dcterms:W3CDTF">2020-09-30T04:13:00Z</dcterms:modified>
</cp:coreProperties>
</file>