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877" w:rsidRDefault="00AF3877" w:rsidP="00AF38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F3877" w:rsidRDefault="00AF3877" w:rsidP="00AF3877"/>
    <w:p w:rsidR="00AF3877" w:rsidRDefault="00AF3877" w:rsidP="00AF3877"/>
    <w:p w:rsidR="00AF3877" w:rsidRDefault="00AF3877" w:rsidP="00AF38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F3877" w:rsidRDefault="00AF3877" w:rsidP="00AF38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F3877" w:rsidRDefault="00AF3877" w:rsidP="00AF38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F3877" w:rsidRDefault="00AF3877" w:rsidP="00AF38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F3877" w:rsidRDefault="00AF3877" w:rsidP="00AF38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877" w:rsidRDefault="00AF3877" w:rsidP="00AF3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F3877" w:rsidRDefault="00AF3877" w:rsidP="00AF38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3877" w:rsidRDefault="00AF3877" w:rsidP="00AF387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F3877" w:rsidRDefault="00AF3877" w:rsidP="00AF387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3877" w:rsidRDefault="00AF3877" w:rsidP="00AF387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№20</w:t>
      </w:r>
    </w:p>
    <w:p w:rsidR="00AF3877" w:rsidRPr="00071979" w:rsidRDefault="00AF3877" w:rsidP="00AF3877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F3877" w:rsidRPr="00071979" w:rsidRDefault="00AF3877" w:rsidP="00AF38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97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F3877" w:rsidRPr="00071979" w:rsidRDefault="00AF3877" w:rsidP="00AF38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AF3877" w:rsidRPr="00071979" w:rsidRDefault="00AF3877" w:rsidP="00AF387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Гетьману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О.Г.</w:t>
      </w:r>
    </w:p>
    <w:p w:rsidR="00AF3877" w:rsidRPr="00071979" w:rsidRDefault="00AF3877" w:rsidP="00AF387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F3877" w:rsidRPr="00071979" w:rsidRDefault="00AF3877" w:rsidP="00AF387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7197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07197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Гетьмана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О.Г.,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AF3877" w:rsidRPr="00071979" w:rsidRDefault="00AF3877" w:rsidP="00AF387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>ВИРІШИЛА:</w:t>
      </w:r>
    </w:p>
    <w:p w:rsidR="00AF3877" w:rsidRPr="00071979" w:rsidRDefault="00AF3877" w:rsidP="00AF387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Гетьману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Григоровичу проект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1,9169 га,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>.</w:t>
      </w:r>
    </w:p>
    <w:p w:rsidR="00AF3877" w:rsidRPr="00071979" w:rsidRDefault="00AF3877" w:rsidP="00AF387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Гетьману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Григоровичу,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: </w:t>
      </w:r>
      <w:r w:rsidR="003816A1">
        <w:rPr>
          <w:rFonts w:ascii="Times New Roman" w:hAnsi="Times New Roman" w:cs="Times New Roman"/>
          <w:sz w:val="24"/>
          <w:szCs w:val="24"/>
          <w:lang w:val="en-US"/>
        </w:rPr>
        <w:t>________________</w:t>
      </w:r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816A1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07197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</w:t>
      </w:r>
      <w:r>
        <w:rPr>
          <w:rFonts w:ascii="Times New Roman" w:hAnsi="Times New Roman" w:cs="Times New Roman"/>
          <w:sz w:val="24"/>
          <w:szCs w:val="24"/>
        </w:rPr>
        <w:t>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071979">
        <w:rPr>
          <w:rFonts w:ascii="Times New Roman" w:hAnsi="Times New Roman" w:cs="Times New Roman"/>
          <w:sz w:val="24"/>
          <w:szCs w:val="24"/>
        </w:rPr>
        <w:t xml:space="preserve">,9169 га,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номер: 6823986800:06:008:0078, для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>.</w:t>
      </w:r>
    </w:p>
    <w:p w:rsidR="00AF3877" w:rsidRPr="00071979" w:rsidRDefault="00AF3877" w:rsidP="00AF3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Гетьману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О.Г.,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197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AF3877" w:rsidRPr="00071979" w:rsidRDefault="00AF3877" w:rsidP="00AF3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197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AF3877" w:rsidRPr="00AF3877" w:rsidRDefault="00AF3877" w:rsidP="00AF387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F3877" w:rsidRPr="00071979" w:rsidRDefault="00AF3877" w:rsidP="00AF387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2828" w:rsidRPr="00AF3877" w:rsidRDefault="00AF3877" w:rsidP="00AF387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C2828" w:rsidRPr="00AF3877" w:rsidSect="00AF3877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77"/>
    <w:rsid w:val="00171A2E"/>
    <w:rsid w:val="00304C90"/>
    <w:rsid w:val="003816A1"/>
    <w:rsid w:val="00505B6D"/>
    <w:rsid w:val="006D3977"/>
    <w:rsid w:val="007D6C18"/>
    <w:rsid w:val="009C2828"/>
    <w:rsid w:val="00AF387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296</Words>
  <Characters>1690</Characters>
  <Application>Microsoft Office Word</Application>
  <DocSecurity>0</DocSecurity>
  <Lines>14</Lines>
  <Paragraphs>3</Paragraphs>
  <ScaleCrop>false</ScaleCrop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2020-07-02T11:17:00Z</dcterms:created>
  <dcterms:modified xsi:type="dcterms:W3CDTF">2020-07-02T12:44:00Z</dcterms:modified>
</cp:coreProperties>
</file>