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134" w:rsidRDefault="00FB5134" w:rsidP="00FB513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134" w:rsidRDefault="00FB5134" w:rsidP="00FB51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B5134" w:rsidRDefault="00FB5134" w:rsidP="00FB51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B5134" w:rsidRDefault="00FB5134" w:rsidP="00FB51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134" w:rsidRDefault="00FB5134" w:rsidP="00FB51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B5134" w:rsidRDefault="00FB5134" w:rsidP="00FB51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5134" w:rsidRPr="003739A4" w:rsidRDefault="00FB5134" w:rsidP="00FB51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FB5134" w:rsidRPr="00694EED" w:rsidRDefault="00FB5134" w:rsidP="00FB51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B5134" w:rsidRPr="00694EED" w:rsidRDefault="00FB5134" w:rsidP="00FB513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FB5134" w:rsidRPr="00694EED" w:rsidRDefault="00FB5134" w:rsidP="00FB513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FB5134" w:rsidRPr="00694EED" w:rsidRDefault="00FB5134" w:rsidP="00FB513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FB5134" w:rsidRPr="00694EED" w:rsidRDefault="00FB5134" w:rsidP="00FB51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Линок Н.Я.</w:t>
      </w:r>
    </w:p>
    <w:p w:rsidR="00FB5134" w:rsidRPr="00694EED" w:rsidRDefault="00FB5134" w:rsidP="00FB5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5134" w:rsidRPr="00694EED" w:rsidRDefault="00FB5134" w:rsidP="00FB5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Линок Надії Яківни,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FB5134" w:rsidRPr="00694EED" w:rsidRDefault="00FB5134" w:rsidP="00FB5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FB5134" w:rsidRPr="00694EED" w:rsidRDefault="00FB5134" w:rsidP="00FB5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Линок Надії Яківні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будівництва і обслуговування житлового будинку, господарських будівель і споруд (присадибна ділянка), площею  0,0776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вулиця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Одухи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B5134" w:rsidRPr="00694EED" w:rsidRDefault="00FB5134" w:rsidP="00FB5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Линок Надії Яківні,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84800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84800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0,0776 га, кадастровий номер: 6823984000:02:001:0052,  для будівництва і обслуговування житлового будинку, господарських будівель і споруд (присадибна ділянка),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Одухи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FB5134" w:rsidRPr="00694EED" w:rsidRDefault="00FB5134" w:rsidP="00FB513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Линок Н.Я.,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FB5134" w:rsidRPr="00FB5134" w:rsidRDefault="00FB5134" w:rsidP="00FB513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B5134" w:rsidRPr="00694EED" w:rsidRDefault="00FB5134" w:rsidP="00FB5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B5134" w:rsidRDefault="00FB5134" w:rsidP="00FB513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D376E" w:rsidRDefault="004D376E"/>
    <w:sectPr w:rsidR="004D376E" w:rsidSect="00FB5134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134"/>
    <w:rsid w:val="004D376E"/>
    <w:rsid w:val="00E84800"/>
    <w:rsid w:val="00FB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3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B51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B513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B513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13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B51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B513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B513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284</Words>
  <Characters>1619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2021-07-07T06:57:00Z</dcterms:created>
  <dcterms:modified xsi:type="dcterms:W3CDTF">2021-07-07T08:43:00Z</dcterms:modified>
</cp:coreProperties>
</file>