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9B8" w:rsidRPr="0081108E" w:rsidRDefault="002559B8" w:rsidP="002559B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2559B8" w:rsidRPr="0081108E" w:rsidRDefault="002559B8" w:rsidP="002559B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2559B8" w:rsidRPr="0081108E" w:rsidRDefault="00E36157" w:rsidP="002559B8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0428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k18MQA&#10;AADeAAAADwAAAGRycy9kb3ducmV2LnhtbERPS2vCQBC+F/oflin0ppsmojZ1FSm25CCI2tyH7ORB&#10;s7Mhuybpv3cLhd7m43vOZjeZVgzUu8aygpd5BIK4sLrhSsHX9WO2BuE8ssbWMin4IQe77ePDBlNt&#10;Rz7TcPGVCCHsUlRQe9+lUrqiJoNubjviwJW2N+gD7CupexxDuGllHEVLabDh0FBjR+81Fd+Xm1Fg&#10;k8/smFfxOTnwyvP+tC7z6ajU89O0fwPhafL/4j93psP8aBG/wu874Qa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ZNfD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64E8oA&#10;AADeAAAADwAAAGRycy9kb3ducmV2LnhtbESPT0sDMRDF74LfIYzgpdisf6h2bVqksNp6EFqFXofN&#10;uFndTJYktms/vXMoeJth3rz3frPF4Du1p5jawAauxwUo4jrYlhsDH+/V1QOolJEtdoHJwC8lWMzP&#10;z2ZY2nDgDe23uVFiwqlEAy7nvtQ61Y48pnHoieX2GaLHLGtstI14EHPf6ZuimGiPLUuCw56Wjurv&#10;7Y838FW9ud3y/vgcR9MNHUfV60u3nhhzeTE8PYLKNOR/8el7ZaV+cXcrAIIjM+j5H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Pc+uBPKAAAA3gAAAA8AAAAAAAAAAAAAAAAAmAIA&#10;AGRycy9kb3ducmV2LnhtbFBLBQYAAAAABAAEAPUAAACP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G5icUA&#10;AADeAAAADwAAAGRycy9kb3ducmV2LnhtbESP0YrCMBBF34X9hzDCvsiauoos3UaRRUV8EXU/YGim&#10;TbGZlCba+vdGEHyb4d6550627G0tbtT6yrGCyTgBQZw7XXGp4P+8+foB4QOyxtoxKbiTh+XiY5Bh&#10;ql3HR7qdQiliCPsUFZgQmlRKnxuy6MeuIY5a4VqLIa5tKXWLXQy3tfxOkrm0WHEkGGzoz1B+OV1t&#10;hBymeNgX3Xmz7bHD9d7waHVU6nPYr35BBOrD2/y63ulYP5lNJ/B8J84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YbmJ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cyxMQA&#10;AADeAAAADwAAAGRycy9kb3ducmV2LnhtbERPTUsDMRC9C/6HMII3m3WtVbZNi1SFIniwFoq3YTPd&#10;XbqZhGTsrv/eFARv83ifs1iNrlcniqnzbOB2UoAirr3tuDGw+3y9eQSVBNli75kM/FCC1fLyYoGV&#10;9QN/0GkrjcohnCo00IqESutUt+QwTXwgztzBR4eSYWy0jTjkcNfrsihm2mHHuaHFQOuW6uP22xl4&#10;H17C28Ps/hC+4rTU6dnKfi3GXF+NT3NQQqP8i//cG5vnF9O7Es7v5B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3MsT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+CZcUA&#10;AADeAAAADwAAAGRycy9kb3ducmV2LnhtbESP0YrCMBBF34X9hzAL+yJruluRpRpFFhXxRap+wNCM&#10;TbGZlCba+vdGEHyb4d65585s0dta3Kj1lWMFP6MEBHHhdMWlgtNx/f0HwgdkjbVjUnAnD4v5x2CG&#10;mXYd53Q7hFLEEPYZKjAhNJmUvjBk0Y9cQxy1s2sthri2pdQtdjHc1vI3SSbSYsWRYLChf0PF5XC1&#10;EbJPcb87d8f1pscOVzvDw2Wu1Ndnv5yCCNSHt/l1vdWxfjJOU3i+E2e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/4Jl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IPK8QA&#10;AADeAAAADwAAAGRycy9kb3ducmV2LnhtbERPTUsDMRC9C/6HMII3m7WuVbZNi1SFIniwFoq3YTPd&#10;XbqZhGTsrv/eFARv83ifs1iNrlcniqnzbOB2UoAirr3tuDGw+3y9eQSVBNli75kM/FCC1fLyYoGV&#10;9QN/0GkrjcohnCo00IqESutUt+QwTXwgztzBR4eSYWy0jTjkcNfraVHMtMOOc0OLgdYt1cfttzPw&#10;PryEt4fZ/SF8xXKq07OV/VqMub4an+aghEb5F/+5NzbPL8q7Es7v5B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SDy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u3WcUA&#10;AADeAAAADwAAAGRycy9kb3ducmV2LnhtbERP32vCMBB+H+x/CDfwRTSdThnVKHMQHGww1IGvR3O2&#10;Zc2lJNHW/94MhL3dx/fzluveNuJCPtSOFTyPMxDEhTM1lwp+Dnr0CiJEZIONY1JwpQDr1ePDEnPj&#10;Ot7RZR9LkUI45KigirHNpQxFRRbD2LXEiTs5bzEm6EtpPHYp3DZykmVzabHm1FBhS+8VFb/7s1Ww&#10;+e7KqR8Wm959nrbHmdZGf2mlBk/92wJEpD7+i+/uD5PmZy/TGfy9k2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27dZ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lj0cIA&#10;AADeAAAADwAAAGRycy9kb3ducmV2LnhtbERP3WrCMBS+F/YO4Qy809RfpDOKKIUhu7HbAxyas6ba&#10;nJQk1u7tzWCwu/Px/Z7tfrCt6MmHxrGC2TQDQVw53XCt4OuzmGxAhIissXVMCn4owH73Mtpirt2D&#10;L9SXsRYphEOOCkyMXS5lqAxZDFPXESfu23mLMUFfS+3xkcJtK+dZtpYWG04NBjs6Gqpu5d0qKM7z&#10;j/52175wh2FpaWWum5NRavw6HN5ARBriv/jP/a7T/Gy5WMPvO+kGu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OWPR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WMtcUA&#10;AADeAAAADwAAAGRycy9kb3ducmV2LnhtbERP22oCMRB9L/QfwhT6UjRrbVW2RtFCUGiheAFfh824&#10;u3QzWZLUXf/eFAp9m8O5znzZ20ZcyIfasYLRMANBXDhTc6ngeNCDGYgQkQ02jknBlQIsF/d3c8yN&#10;63hHl30sRQrhkKOCKsY2lzIUFVkMQ9cSJ+7svMWYoC+l8dilcNvI5yybSIs1p4YKW3qvqPje/1gF&#10;66+uHPunYt27j/Pm9Kq10Z9aqceHfvUGIlIf/8V/7q1J87OX8RR+30k3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RYy1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pSOMYA&#10;AADeAAAADwAAAGRycy9kb3ducmV2LnhtbESPQW/CMAyF70j7D5En7TbSMTahQkBoU6UJ7TLGD7Aa&#10;0xQap0pC6f79fEDiZus9v/d5tRl9pwaKqQ1s4GVagCKug225MXD4rZ4XoFJGttgFJgN/lGCzfpis&#10;sLThyj807HOjJIRTiQZczn2pdaodeUzT0BOLdgzRY5Y1NtpGvEq47/SsKN61x5alwWFPH47q8/7i&#10;DVS72fdwvthYhe049/TmTotPZ8zT47hdgso05rv5dv1lBb+YvwqvvCMz6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+pSO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hpS8EA&#10;AADeAAAADwAAAGRycy9kb3ducmV2LnhtbERP24rCMBB9F/Yfwgj7ZhOvrNUosuCij9b9gKEZ22Iz&#10;6TZZW//eCIJvczjXWW97W4sbtb5yrGGcKBDEuTMVFxp+z/vRFwgfkA3WjknDnTxsNx+DNabGdXyi&#10;WxYKEUPYp6ihDKFJpfR5SRZ94hriyF1cazFE2BbStNjFcFvLiVILabHi2FBiQ98l5dfs32qY3buf&#10;v2x+VXtjaXycNkcO+Vzrz2G/W4EI1Ie3+OU+mDhfzaZLeL4Tb5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oaUv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alBMUA&#10;AADeAAAADwAAAGRycy9kb3ducmV2LnhtbESPQYvCQAyF7wv+hyGCt3WqiOxWRxFFkT25XfUcOrEt&#10;djKlM2r99+aw4C0hL++9b77sXK3u1IbKs4HRMAFFnHtbcWHg+Lf9/AIVIrLF2jMZeFKA5aL3McfU&#10;+gf/0j2LhRITDikaKGNsUq1DXpLDMPQNsdwuvnUYZW0LbVt8iLmr9ThJptphxZJQYkPrkvJrdnMG&#10;btPz+MiXH3vINs/d92a7CvpUGDPod6sZqEhdfIv/v/dW6ieTiQAIjsygF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VqUE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WwgsYA&#10;AADeAAAADwAAAGRycy9kb3ducmV2LnhtbERPTWvCQBC9F/wPywi9NRs1BI2uooLQ9lCptYfexuyY&#10;RLOzMbvV9N+7hUJv83ifM1t0phZXal1lWcEgikEQ51ZXXCjYf2yexiCcR9ZYWyYFP+RgMe89zDDT&#10;9sbvdN35QoQQdhkqKL1vMildXpJBF9mGOHBH2xr0AbaF1C3eQrip5TCOU2mw4tBQYkPrkvLz7tso&#10;+NyO08l29ZKcXt8OODL68qWrVKnHfrecgvDU+X/xn/tZh/lxkgzg951wg5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Wwg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65YcMA&#10;AADeAAAADwAAAGRycy9kb3ducmV2LnhtbERPS4vCMBC+C/6HMII3Ta1FpGsUH6jLnnzBXodmti3b&#10;TEoTtfrrzcKCt/n4njNbtKYSN2pcaVnBaBiBIM6sLjlXcDlvB1MQziNrrCyTggc5WMy7nRmm2t75&#10;SLeTz0UIYZeigsL7OpXSZQUZdENbEwfuxzYGfYBNLnWD9xBuKhlH0UQaLDk0FFjTuqDs93Q1Cp6T&#10;bzy4fbzajLWnRzLd2a/DTql+r11+gPDU+rf43/2pw/woSWL4eyfc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65Y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t1VMQA&#10;AADeAAAADwAAAGRycy9kb3ducmV2LnhtbERPzWrCQBC+F/oOyxR6aza1qWh0lVJS6M0afYAhO26C&#10;2dmY3ca0T+8Kgrf5+H5nuR5tKwbqfeNYwWuSgiCunG7YKNjvvl5mIHxA1tg6JgV/5GG9enxYYq7d&#10;mbc0lMGIGMI+RwV1CF0upa9qsugT1xFH7uB6iyHC3kjd4zmG21ZO0nQqLTYcG2rs6LOm6lj+WgUn&#10;N3nXY1ng5ljMfxpjstP/NlPq+Wn8WIAINIa7+Ob+1nF+mmVvcH0n3i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rdV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6Ly8QA&#10;AADeAAAADwAAAGRycy9kb3ducmV2LnhtbERPyW7CMBC9I/UfrKnEDZyWQCHFiVqkSlxZDj0O9pCk&#10;jcdpbCDl6zFSpd7m6a2zLHrbiDN1vnas4GmcgCDWztRcKtjvPkZzED4gG2wck4Jf8lDkD4MlZsZd&#10;eEPnbShFDGGfoYIqhDaT0uuKLPqxa4kjd3SdxRBhV0rT4SWG20Y+J8lMWqw5NlTY0qoi/b09WQXr&#10;+kDTmT4u7Pxdbz6vP2Hy8mWUGj72b68gAvXhX/znXps4P0nTFO7vxBtk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+i8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PXh8YA&#10;AADeAAAADwAAAGRycy9kb3ducmV2LnhtbERPXWsCMRB8L/Q/hBX6VhPFlnoapRYKFqvgB/q6XNbL&#10;0cvmuMTz/PemUOjb7M7OzM503rlKtNSE0rOGQV+BIM69KbnQcNh/Pr+BCBHZYOWZNNwowHz2+DDF&#10;zPgrb6ndxUIkEw4ZarAx1pmUIbfkMPR9TZy4s28cxjQ2hTQNXpO5q+RQqVfpsOSUYLGmD0v5z+7i&#10;NLS4uamTXazHX+V3PtwsjiuT9vqp171PQETq4v/xn3pp0vtqNHqB3zoJg5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RPXh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yWasMA&#10;AADeAAAADwAAAGRycy9kb3ducmV2LnhtbERPTUvDQBC9C/0Pywje7MZQisRuSym0eNTUg8cxO82m&#10;ZmfC7tpEf70rCL3N433OajP5Xl0oxE7YwMO8AEXciO24NfB23N8/gooJ2WIvTAa+KcJmPbtZYWVl&#10;5Fe61KlVOYRjhQZcSkOldWwceYxzGYgzd5LgMWUYWm0Djjnc97osiqX22HFucDjQzlHzWX95A+Oh&#10;+TiXp3frfsIg+/pFzmUvxtzdTtsnUImmdBX/u59tnl8sFkv4eyff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yWa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gj5sUA&#10;AADeAAAADwAAAGRycy9kb3ducmV2LnhtbERP22rCQBB9L/gPywh9qxtFqkTXELVCKZXi7X2anSbR&#10;3dmQ3Wr6992C0Lc5nOvMs84acaXW144VDAcJCOLC6ZpLBcfD5mkKwgdkjcYxKfghD9mi9zDHVLsb&#10;7+i6D6WIIexTVFCF0KRS+qIii37gGuLIfbnWYoiwLaVu8RbDrZGjJHmWFmuODRU2tKqouOy/rYLN&#10;x9qcR9tdfpJh9TL5NNO35fpdqcd+l89ABOrCv/juftVxfjIeT+DvnXiD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eCPm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FqAMgA&#10;AADeAAAADwAAAGRycy9kb3ducmV2LnhtbESPQWvCQBCF70L/wzKFXkQ3bbVIdJVSKCpUsLHQ65gd&#10;k2B2NmS3Mf77zkHwNsN78943i1XvatVRGyrPBp7HCSji3NuKCwM/h8/RDFSIyBZrz2TgSgFWy4fB&#10;AlPrL/xNXRYLJSEcUjRQxtikWoe8JIdh7Bti0U6+dRhlbQttW7xIuKv1S5K8aYcVS0OJDX2UlJ+z&#10;P2eg238di00Xmu15NgzT1+N6vbO/xjw99u9zUJH6eDffrjdW8JPJRHjlHZlBL/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EWoA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GxhsUA&#10;AADeAAAADwAAAGRycy9kb3ducmV2LnhtbERPTWsCMRC9C/0PYYTeNFG2RVej1ELBS6FaD3obN+Pu&#10;4mayTaJu++ubgtDbPN7nzJedbcSVfKgdaxgNFQjiwpmaSw27z7fBBESIyAYbx6ThmwIsFw+9OebG&#10;3XhD120sRQrhkKOGKsY2lzIUFVkMQ9cSJ+7kvMWYoC+l8XhL4baRY6WepcWaU0OFLb1WVJy3F6th&#10;NZ2svj4yfv/ZHA902B/PT2OvtH7sdy8zEJG6+C++u9cmzVdZNoW/d9IN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MbGGxQAAAN4AAAAPAAAAAAAAAAAAAAAAAJgCAABkcnMv&#10;ZG93bnJldi54bWxQSwUGAAAAAAQABAD1AAAAigMAAAAA&#10;" fillcolor="black" stroked="f"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GAxskA&#10;AADeAAAADwAAAGRycy9kb3ducmV2LnhtbESPQW/CMAyF75P2HyIjcRspCBDqCGhsQ5o0doDtsKPX&#10;eG3UxqmaAN1+PT4gcbPl5/fet1z3vlEn6qILbGA8ykARF8E6Lg18fW4fFqBiQrbYBCYDfxRhvbq/&#10;W2Juw5n3dDqkUokJxxwNVCm1udaxqMhjHIWWWG6/ofOYZO1KbTs8i7lv9CTL5tqjY0mosKXnior6&#10;cPQGvt/nbrF3NPnZ/W9e7W5Wbz5eamOGg/7pEVSiPt3E1+83K/Wz6UwABEdm0Ks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hGAxskAAADeAAAADwAAAAAAAAAAAAAAAACYAgAA&#10;ZHJzL2Rvd25yZXYueG1sUEsFBgAAAAAEAAQA9QAAAI4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9Ib8QA&#10;AADeAAAADwAAAGRycy9kb3ducmV2LnhtbERPTWsCMRC9F/ofwhS8aaLUIqtRpEXqxUNtS6/DZtxs&#10;dzPZJlFXf31TEHqbx/ucxap3rThRiLVnDeORAkFcelNzpeHjfTOcgYgJ2WDrmTRcKMJqeX+3wML4&#10;M7/RaZ8qkUM4FqjBptQVUsbSksM48h1x5g4+OEwZhkqagOcc7lo5UepJOqw5N1js6NlS2eyPTkNY&#10;f700Vz5+Nuq6u8TX7/5nhlbrwUO/noNI1Kd/8c29NXm+epyO4e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PSG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xgU8QA&#10;AADeAAAADwAAAGRycy9kb3ducmV2LnhtbERP22oCMRB9L/Qfwgi+lJp06XVrlCIIglLQ+gHTzXR3&#10;MZksm6mu/XpTKPRtDuc60/kQvDpSn9rIFu4mBhRxFV3LtYX9x/L2GVQSZIc+Mlk4U4L57PpqiqWL&#10;J97ScSe1yiGcSrTQiHSl1qlqKGCaxI44c1+xDygZ9rV2PZ5yePC6MOZRB2w5NzTY0aKh6rD7DhZ8&#10;8elf1k9pI+e93pifINubd2fteDS8vYISGuRf/OdeuTzf3D8U8PtOvkHP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sYFP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CEksUA&#10;AADeAAAADwAAAGRycy9kb3ducmV2LnhtbERPS2sCMRC+F/wPYQrearbWlrI1ig+EvXjoavE6bqab&#10;pclk2aS6+utNoeBtPr7nTOe9s+JEXWg8K3geZSCIK68brhXsd5undxAhImu0nknBhQLMZ4OHKeba&#10;n/mTTmWsRQrhkKMCE2ObSxkqQw7DyLfEifv2ncOYYFdL3eE5hTsrx1n2Jh02nBoMtrQyVP2Uv07B&#10;umzteF+YZTh8bY9HW1w3dFgrNXzsFx8gIvXxLv53FzrNzyavL/D3TrpB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MISSxQAAAN4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yu0MMA&#10;AADeAAAADwAAAGRycy9kb3ducmV2LnhtbERPS2sCMRC+C/6HMII3TVp8lK1RSqkgeFLXg7chme5u&#10;u5ksm+hu/30jCN7m43vOatO7WtyoDZVnDS9TBYLYeFtxoSE/bSdvIEJEtlh7Jg1/FGCzHg5WmFnf&#10;8YFux1iIFMIhQw1ljE0mZTAlOQxT3xAn7tu3DmOCbSFti10Kd7V8VWohHVacGkps6LMk83u8Og0/&#10;W7n3RqE55+duZ5eXrwXVSuvxqP94BxGpj0/xw72zab6azWdwfyfd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yu0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j4LMQA&#10;AADeAAAADwAAAGRycy9kb3ducmV2LnhtbERPS2vCQBC+C/0PyxS81U19IdFVbKFQWjwYRTyO2TEJ&#10;yc6G3VXjv+8KBW/z8T1nsepMI67kfGVZwfsgAUGcW11xoWC/+3qbgfABWWNjmRTcycNq+dJbYKrt&#10;jbd0zUIhYgj7FBWUIbSplD4vyaAf2JY4cmfrDIYIXSG1w1sMN40cJslUGqw4NpTY0mdJeZ1djILj&#10;5ZfPm9HP2n2Eg+12vh6eZrVS/dduPQcRqAtP8b/7W8f5yXgygcc78Qa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4+Cz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ezKcUA&#10;AADeAAAADwAAAGRycy9kb3ducmV2LnhtbERPS2sCMRC+C/0PYQq9aVJRsatRaqHgpeDrUG/jZtxd&#10;3Ey2SdStv94Ihd7m43vOdN7aWlzIh8qxhteeAkGcO1NxoWG3/eyOQYSIbLB2TBp+KcB89tSZYmbc&#10;ldd02cRCpBAOGWooY2wyKUNeksXQcw1x4o7OW4wJ+kIaj9cUbmvZV2okLVacGkps6KOk/LQ5Ww2L&#10;t/HiZzXgr9v6sKf99+E07Hul9ctz+z4BEamN/+I/99Kk+WowHMHjnXSD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d7MpxQAAAN4AAAAPAAAAAAAAAAAAAAAAAJgCAABkcnMv&#10;ZG93bnJldi54bWxQSwUGAAAAAAQABAD1AAAAigMAAAAA&#10;" fillcolor="black" stroked="f"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0dGMQA&#10;AADeAAAADwAAAGRycy9kb3ducmV2LnhtbERPS0sDMRC+C/6HMII3m62vlrVpWQpS8bStll6nm3Gz&#10;dDNZkjRd/70RBG/z8T1nsRptLxL50DlWMJ0UIIgbpztuFXx+vN7NQYSIrLF3TAq+KcBqeX21wFK7&#10;C28p7WIrcgiHEhWYGIdSytAYshgmbiDO3JfzFmOGvpXa4yWH217eF8WztNhxbjA40NpQc9qdrYJ0&#10;XNfVQzoks333Vetdvdkfa6Vub8bqBUSkMf6L/9xvOs8vHp9m8PtOvk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NHRjEAAAA3g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7NY8gA&#10;AADeAAAADwAAAGRycy9kb3ducmV2LnhtbESPQUvDQBCF74L/YRnBm9m0aNHYbZFSS+2lmhb0OGTH&#10;bDA7G7JrGv31nYPgbYb35r1v5svRt2qgPjaBDUyyHBRxFWzDtYHj4fnmHlRMyBbbwGTghyIsF5cX&#10;cyxsOPEbDWWqlYRwLNCAS6krtI6VI48xCx2xaJ+h95hk7WttezxJuG/1NM9n2mPD0uCwo5Wj6qv8&#10;9gbiZLV+3/nfh+Fj43hfvrjZa+2Mub4anx5BJRrTv/nvemsFP7+9E155R2bQi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2vs1jyAAAAN4AAAAPAAAAAAAAAAAAAAAAAJgCAABk&#10;cnMvZG93bnJldi54bWxQSwUGAAAAAAQABAD1AAAAjQ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559B8" w:rsidRPr="0081108E" w:rsidRDefault="002559B8" w:rsidP="002559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2559B8" w:rsidRPr="0081108E" w:rsidRDefault="002559B8" w:rsidP="002559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2559B8" w:rsidRPr="0081108E" w:rsidRDefault="002559B8" w:rsidP="002559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2559B8" w:rsidRPr="0081108E" w:rsidRDefault="002559B8" w:rsidP="002559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2559B8" w:rsidRPr="0081108E" w:rsidRDefault="002559B8" w:rsidP="002559B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2559B8" w:rsidRPr="0081108E" w:rsidRDefault="002559B8" w:rsidP="002559B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2559B8" w:rsidRPr="0081108E" w:rsidRDefault="002559B8" w:rsidP="002559B8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2559B8" w:rsidRPr="0081108E" w:rsidRDefault="002559B8" w:rsidP="002559B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2559B8" w:rsidRPr="0081108E" w:rsidRDefault="002559B8" w:rsidP="002559B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2559B8" w:rsidRPr="0081108E" w:rsidRDefault="002559B8" w:rsidP="002559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E36157">
        <w:rPr>
          <w:noProof/>
        </w:rPr>
        <w:pict>
          <v:group id="Группа 10459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klrcUA&#10;AADeAAAADwAAAGRycy9kb3ducmV2LnhtbESPT4vCQAzF74LfYYjgTaf+wZWuo8iyKx4EqbveQye2&#10;xU6mdGa1fntzELwl5OW991ttOlerG7Wh8mxgMk5AEefeVlwY+Pv9GS1BhYhssfZMBh4UYLPu91aY&#10;Wn/njG6nWCgx4ZCigTLGJtU65CU5DGPfEMvt4luHUda20LbFu5i7Wk+TZKEdViwJJTb0VVJ+Pf07&#10;A3622x/OxTSbffNH5O1xeTl3B2OGg277CSpSF9/i1/feSv1kvhAAwZEZ9Po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SSWt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EylcYA&#10;AADeAAAADwAAAGRycy9kb3ducmV2LnhtbERPS2sCMRC+F/wPYYRepGYtZVu3RhFh7eNQ0Aq9Dpvp&#10;ZutmsiRRt/56IxR6m4/vObNFb1txJB8axwom4wwEceV0w7WC3Wd59wQiRGSNrWNS8EsBFvPBzQwL&#10;7U68oeM21iKFcChQgYmxK6QMlSGLYew64sR9O28xJuhrqT2eUrht5X2W5dJiw6nBYEcrQ9V+e7AK&#10;fsoP87V6PK/9aLqh86h8f2nfcqVuh/3yGUSkPv6L/9yvOs3PHvIJXN9JN8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8Eyl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AI48YA&#10;AADeAAAADwAAAGRycy9kb3ducmV2LnhtbESPwWrDMBBE74H+g9hCL6GR65RQXMshlCaEXIKdfMBi&#10;bSxTa2Us1Xb/PioUettlZufN5tvZdmKkwbeOFbysEhDEtdMtNwqul/3zGwgfkDV2jknBD3nYFg+L&#10;HDPtJi5prEIjYgj7DBWYEPpMSl8bsuhXrieO2s0NFkNch0bqAacYbjuZJslGWmw5Egz29GGo/qq+&#10;bYSc13g+3abL/jDjhJ8nw8tdqdTT47x7BxFoDv/mv+ujjvWT100Kv+/EGWR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AI4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i4QsQA&#10;AADeAAAADwAAAGRycy9kb3ducmV2LnhtbERPTUsDMRC9C/6HMII3m7XWVbZNi1SFIniwFoq3YTPd&#10;XbqZhGTsrv/eFARv83ifs1iNrlcniqnzbOB2UoAirr3tuDGw+3y9eQSVBNli75kM/FCC1fLyYoGV&#10;9QN/0GkrjcohnCo00IqESutUt+QwTXwgztzBR4eSYWy0jTjkcNfraVGU2mHHuaHFQOuW6uP22xl4&#10;H17C20N5fwhfcTbV6dnKfi3GXF+NT3NQQqP8i//cG5vnF7PyDs7v5B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IuE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U1DMQA&#10;AADeAAAADwAAAGRycy9kb3ducmV2LnhtbESP3YrCMBCF7xd8hzCCN4um/iBSjSKisngj/jzA0IxN&#10;sZmUJtr69htB8G6Gc+Z8Zxar1pbiSbUvHCsYDhIQxJnTBecKrpddfwbCB2SNpWNS8CIPq2XnZ4Gp&#10;dg2f6HkOuYgh7FNUYEKoUil9ZsiiH7iKOGo3V1sMca1zqWtsYrgt5ShJptJiwZFgsKKNoex+ftgI&#10;OY7xeLg1l92+xQa3B8O/65NSvW67noMI1Iav+XP9p2P9ZDKdwPudOIN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lNQ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2FrcQA&#10;AADeAAAADwAAAGRycy9kb3ducmV2LnhtbERPTUsDMRC9C/0PYQrebNbSrmVtWkqrIIIHq1C8DZvp&#10;7uJmEpKxu/57Iwje5vE+Z70dXa8uFFPn2cDtrABFXHvbcWPg/e3xZgUqCbLF3jMZ+KYE283kao2V&#10;9QO/0uUojcohnCo00IqESutUt+QwzXwgztzZR4eSYWy0jTjkcNfreVGU2mHHuaHFQPuW6s/jlzPw&#10;MjyE57tyeQ4fcTHX6WDltBdjrqfj7h6U0Cj/4j/3k83zi0W5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tha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oGM8UA&#10;AADeAAAADwAAAGRycy9kb3ducmV2LnhtbERP32vCMBB+H+x/CDfYy5ip2yzSGUUHYcIEmQq+Hs3Z&#10;ljWXkmS2/vdGGOztPr6fN1sMthVn8qFxrGA8ykAQl840XCk47PXzFESIyAZbx6TgQgEW8/u7GRbG&#10;9fxN512sRArhUKCCOsaukDKUNVkMI9cRJ+7kvMWYoK+k8dincNvKlyzLpcWGU0ONHX3UVP7sfq2C&#10;1bavXv1TuRrc1+nzONHa6I1W6vFhWL6DiDTEf/Gfe23S/Owtz+H2TrpB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ugYz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bpV8IA&#10;AADeAAAADwAAAGRycy9kb3ducmV2LnhtbERPzYrCMBC+C75DGGFvmiquK9Uo4lKQxcu6PsDQjE21&#10;mZQk1vr2mwVhb/Px/c5629tGdORD7VjBdJKBIC6drrlScP4pxksQISJrbByTgicF2G6GgzXm2j34&#10;m7pTrEQK4ZCjAhNjm0sZSkMWw8S1xIm7OG8xJugrqT0+Urht5CzLFtJizanBYEt7Q+XtdLcKiq/Z&#10;sbvdtS/crp9bejfX5adR6m3U71YgIvXxX/xyH3San80XH/D3TrpB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xulX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k32sgA&#10;AADeAAAADwAAAGRycy9kb3ducmV2LnhtbESPT2vDMAzF74N9B6PBLqN19q+UrG5ZB6aFDcbawq4i&#10;VpOwWA6222TfvjoMdpN4T+/9tFiNvlNniqkNbOB+WoAiroJruTZw2NvJHFTKyA67wGTglxKsltdX&#10;CyxdGPiLzrtcKwnhVKKBJue+1DpVDXlM09ATi3YM0WOWNdbaRRwk3Hf6oShm2mPL0tBgT28NVT+7&#10;kzew/hzqx3hXrcfwftx8P1vr7Ic15vZmfH0BlWnM/+a/660T/OJpJrzyjsygl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aTfa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XYvsIA&#10;AADeAAAADwAAAGRycy9kb3ducmV2LnhtbERPzYrCMBC+C75DGGFvmiquaDWKuBRk8bLuPsDQjE21&#10;mZQk1vr2mwVhb/Px/c5m19tGdORD7VjBdJKBIC6drrlS8PNdjJcgQkTW2DgmBU8KsNsOBxvMtXvw&#10;F3XnWIkUwiFHBSbGNpcylIYsholriRN3cd5iTNBXUnt8pHDbyFmWLaTFmlODwZYOhsrb+W4VFJ+z&#10;U3e7a1+4fT+39G6uyw+j1Nuo369BROrjv/jlPuo0P5svVvD3TrpB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Fdi+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h5FsQA&#10;AADeAAAADwAAAGRycy9kb3ducmV2LnhtbESPzW7CQAyE75V4h5UrcSu7lL8qZUEVEhUcG3gAK+sm&#10;EVlvyC4kvH19QOrNlscz8623g2/UnbpYB7YwnRhQxEVwNZcWzqf92weomJAdNoHJwoMibDejlzVm&#10;LvT8Q/c8lUpMOGZooUqpzbSORUUe4yS0xHL7DZ3HJGtXatdhL+a+0e/GLLXHmiWhwpZ2FRWX/OYt&#10;zB/99zVfXMzeeZoeZ+2RU7Gwdvw6fH2CSjSkf/Hz++CkvpmvBEBwZAa9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4eR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bKIsQA&#10;AADeAAAADwAAAGRycy9kb3ducmV2LnhtbERPS2vCQBC+F/wPywi91U1EbJtmE4JikZ7aVD0P2cmD&#10;ZmdDdtX4791Cobf5+J6T5pPpxYVG11lWEC8iEMSV1R03Cg7fu6cXEM4ja+wtk4IbOciz2UOKibZX&#10;/qJL6RsRQtglqKD1fkikdFVLBt3CDsSBq+1o0Ac4NlKPeA3hppfLKFpLgx2HhhYH2rRU/ZRno+C8&#10;Pi0PXH/oz3J7e3/d7gonj41Sj/OpeAPhafL/4j/3Xof50eo5ht93wg0y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2yi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vkSMYA&#10;AADeAAAADwAAAGRycy9kb3ducmV2LnhtbERPS2vCQBC+C/6HZYTedOODaKOrqFCwPVRq24O3MTsm&#10;0exsml01/vtuQehtPr7nzBaNKcWValdYVtDvRSCIU6sLzhR8fb50JyCcR9ZYWiYFd3KwmLdbM0y0&#10;vfEHXXc+EyGEXYIKcu+rREqX5mTQ9WxFHLijrQ36AOtM6hpvIdyUchBFsTRYcGjIsaJ1Tul5dzEK&#10;vreT+Hm7eh2d3t4PODT6Z6+LWKmnTrOcgvDU+H/xw73RYX40Gg/g751wg5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8vkS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7WR8MA&#10;AADeAAAADwAAAGRycy9kb3ducmV2LnhtbERPS4vCMBC+C/6HMII3TX2gUo3ig3VlT77A69CMbbGZ&#10;lCardX+9EYS9zcf3nNmiNoW4U+Vyywp63QgEcWJ1zqmC8+mrMwHhPLLGwjIpeJKDxbzZmGGs7YMP&#10;dD/6VIQQdjEqyLwvYyldkpFB17UlceCutjLoA6xSqSt8hHBTyH4UjaTBnENDhiWtM0pux1+j4G90&#10;wb377q82A+3pOZxs7c9+q1S7VS+nIDzV/l/8ce90mB8NxwN4vxNu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7WR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4nncQA&#10;AADeAAAADwAAAGRycy9kb3ducmV2LnhtbERPzWrCQBC+F/oOyxR6azaVWDW6SikpeLNGH2DIjptg&#10;djZmtzHt07uFgrf5+H5ntRltKwbqfeNYwWuSgiCunG7YKDgePl/mIHxA1tg6JgU/5GGzfnxYYa7d&#10;lfc0lMGIGMI+RwV1CF0upa9qsugT1xFH7uR6iyHC3kjd4zWG21ZO0vRNWmw4NtTY0UdN1bn8tgou&#10;bjLVY1ng7lwsvhpjssvvPlPq+Wl8X4IINIa7+N+91XF+ms0y+Hsn3iD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uJ5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7k7cMA&#10;AADeAAAADwAAAGRycy9kb3ducmV2LnhtbERPyW7CMBC9V+o/WFOpt8ZpyxowCJCQuEI5cBzsIQmN&#10;x2lsIPD1GAmpt3l664ynra3EmRpfOlbwmaQgiLUzJecKtj/LjwEIH5ANVo5JwZU8TCevL2PMjLvw&#10;ms6bkIsYwj5DBUUIdSal1wVZ9ImriSN3cI3FEGGTS9PgJYbbSn6laU9aLDk2FFjToiD9uzlZBaty&#10;T92ePgztYK7Xu9tf+O4fjVLvb+1sBCJQG/7FT/fKxPlpp9+FxzvxBj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7k7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2DTcYA&#10;AADeAAAADwAAAGRycy9kb3ducmV2LnhtbERPXWsCMRB8F/ofwgp900Qptp5GqYVCS1XwA31dLuvl&#10;6GVzXNLz/PeNUOjb7M7OzM582blKtNSE0rOG0VCBIM69KbnQcDy8D15AhIhssPJMGm4UYLl46M0x&#10;M/7KO2r3sRDJhEOGGmyMdSZlyC05DENfEyfu4huHMY1NIU2D12TuKjlWaiIdlpwSLNb0Zin/3v84&#10;DS1ub+psV5vpZ7nOx9vV6cukvX7sd68zEJG6+H/8p/4w6X319DyBe52EQS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62DT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z5TMMA&#10;AADeAAAADwAAAGRycy9kb3ducmV2LnhtbERPTUvDQBC9C/0PyxS82U2DWIndllKoeNToweOYnWZT&#10;szNhd9tEf70rCN7m8T5nvZ18ry4UYidsYLkoQBE3YjtuDby9Hm7uQcWEbLEXJgNfFGG7mV2tsbIy&#10;8gtd6tSqHMKxQgMupaHSOjaOPMaFDMSZO0rwmDIMrbYBxxzue10WxZ322HFucDjQ3lHzWZ+9gfGx&#10;+TiVx3frvsMgh/pZTmUvxlzPp90DqERT+hf/uZ9snl/crl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z5T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t9KcgA&#10;AADeAAAADwAAAGRycy9kb3ducmV2LnhtbESPQUvDQBCF74L/YRnBm9lYxJY0m1JbCyIWaa33MTsm&#10;0d3ZkF3b+O+dg9DbDO/Ne9+Ui9E7daQhdoEN3GY5KOI62I4bA4e3zc0MVEzIFl1gMvBLERbV5UWJ&#10;hQ0n3tFxnxolIRwLNNCm1Bdax7oljzELPbFon2HwmGQdGm0HPEm4d3qS5/faY8fS0GJPq5bq7/2P&#10;N7B5XbuvyXa3fNdp9Tj9cLPnh/WLMddX43IOKtGYzub/6ycr+PndVHjlHZlBV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i30p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EFJsYA&#10;AADeAAAADwAAAGRycy9kb3ducmV2LnhtbERPTWvCQBC9C/6HZYReim5ardU0q5SCqNBCq4LXMTtN&#10;QrKzIbuN8d+7QsHbPN7nJMvOVKKlxhWWFTyNIhDEqdUFZwoO+9VwBsJ5ZI2VZVJwIQfLRb+XYKzt&#10;mX+o3flMhBB2MSrIva9jKV2ak0E3sjVx4H5tY9AH2GRSN3gO4aaSz1E0lQYLDg051vSRU1ru/oyC&#10;9vvzlG1aV2/L2aN7GZ/W6y99VOph0L2/gfDU+bv4373RYX40eZ3D7Z1wg1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EFJ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KigckA&#10;AADeAAAADwAAAGRycy9kb3ducmV2LnhtbESPT0/DMAzF70h8h8hI3FjCNFApyyaGhMQFif05sJvX&#10;mLZa45QkbN0+PT4g7WbLz++933Q++E4dKKY2sIX7kQFFXAXXcm1hs367K0CljOywC0wWTpRgPru+&#10;mmLpwpGXdFjlWokJpxItNDn3pdapashjGoWeWG7fIXrMssZau4hHMfedHhvzqD22LAkN9vTaULVf&#10;/XoLi6di8fM54Y/zcrel7ddu/zCOxtrbm+HlGVSmIV/E/9/vTuqbSSEAgiMz6N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bKigckAAADeAAAADwAAAAAAAAAAAAAAAACYAgAA&#10;ZHJzL2Rvd25yZXYueG1sUEsFBgAAAAAEAAQA9QAAAI4DAAAAAA==&#10;" fillcolor="black" stroked="f"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0JGsYA&#10;AADeAAAADwAAAGRycy9kb3ducmV2LnhtbERPS2vCQBC+F/wPywi91Y3SSoiuoraFQvXg4+BxzI7J&#10;kuxsyG417a93C4K3+fieM513thYXar1xrGA4SEAQ504bLhQc9p8vKQgfkDXWjknBL3mYz3pPU8y0&#10;u/KWLrtQiBjCPkMFZQhNJqXPS7LoB64hjtzZtRZDhG0hdYvXGG5rOUqSsbRoODaU2NCqpLza/VgF&#10;x++xSbeGRqf13/JDr9+q5ea9Uuq53y0mIAJ14SG+u790nJ+8pkP4fyfe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0JGsYAAADe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36X8QA&#10;AADeAAAADwAAAGRycy9kb3ducmV2LnhtbERPTWsCMRC9F/ofwgi91UQpZVmNIpbSXnqotfQ6bMbN&#10;upvJNom6+usbQehtHu9z5svBdeJIITaeNUzGCgRx5U3DtYbt1+tjASImZIOdZ9JwpgjLxf3dHEvj&#10;T/xJx02qRQ7hWKIGm1JfShkrSw7j2PfEmdv54DBlGGppAp5yuOvkVKln6bDh3GCxp7Wlqt0cnIaw&#10;+nlpL3z4btXl4xzf9sNvgVbrh9GwmoFINKR/8c39bvJ89VRM4fpOvkE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9+l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Dpj8QA&#10;AADeAAAADwAAAGRycy9kb3ducmV2LnhtbERPbUsCQRD+Hvgflgn8ErqrRdrlKiEIQiJo/oDpdro7&#10;2p09bic9+/VtEPRtHp7XWaz64NWZutREtjAZG1DEZXQNVxZOb5vRHFQSZIc+Mlm4UoLVcnCzwMLF&#10;Cx/ofJRK5RBOBVqoRdpC61TWFDCNY0ucuY/YBZQMu0q7Di85PHg9NeZRB2w4N9TY0rqm8vP4FSz4&#10;6bt/ep2lnVxPeme+gxzu9s7a4W3/8gxKqJd/8Z976/J88zC/h9938g16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A6Y/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kwocQA&#10;AADeAAAADwAAAGRycy9kb3ducmV2LnhtbERPS2sCMRC+F/wPYYTealaRIqtRfCDsxUO3itdxM24W&#10;k8mySXXtr28Khd7m43vOYtU7K+7UhcazgvEoA0Fced1wreD4uX+bgQgRWaP1TAqeFGC1HLwsMNf+&#10;wR90L2MtUgiHHBWYGNtcylAZchhGviVO3NV3DmOCXS11h48U7qycZNm7dNhwajDY0tZQdSu/nIJd&#10;2drJsTCbcD4dLhdbfO/pvFPqddiv5yAi9fFf/OcudJqfTWdT+H0n3S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5MKH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AnDMMA&#10;AADeAAAADwAAAGRycy9kb3ducmV2LnhtbERPTWsCMRC9F/wPYQRvNVGsytYoIgpCT9X14G1Iprvb&#10;bibLJrrrvzeFQm/zeJ+z2vSuFndqQ+VZw2SsQBAbbysuNOTnw+sSRIjIFmvPpOFBATbrwcsKM+s7&#10;/qT7KRYihXDIUEMZY5NJGUxJDsPYN8SJ+/Ktw5hgW0jbYpfCXS2nSs2lw4pTQ4kN7UoyP6eb0/B9&#10;kB/eKDSX/NId7eK6n1OttB4N++07iEh9/Bf/uY82zVez5Rv8vpNukO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/AnD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pKHMQA&#10;AADeAAAADwAAAGRycy9kb3ducmV2LnhtbERPTWvCQBC9F/wPyxS81U1VJKRughYKovRQLeJxmh2T&#10;kOxs2F01/nu3UOhtHu9zlsVgOnEl5xvLCl4nCQji0uqGKwXfh4+XFIQPyBo7y6TgTh6KfPS0xEzb&#10;G3/RdR8qEUPYZ6igDqHPpPRlTQb9xPbEkTtbZzBE6CqpHd5iuOnkNEkW0mDDsaHGnt5rKtv9xSg4&#10;XXZ8/pxtV24djnY4+Hb6k7ZKjZ+H1RuIQEP4F/+5NzrOT+bpAn7fiTfI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KShz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s69cYA&#10;AADeAAAADwAAAGRycy9kb3ducmV2LnhtbERPTUvDQBC9C/6HZQRvZtdSNY3ZFlsQvAi2emhv0+yY&#10;hGRn0921jf56tyB4m8f7nHIx2l4cyYfWsYbbTIEgrpxpudbw8f58k4MIEdlg75g0fFOAxfzyosTC&#10;uBOv6biJtUghHArU0MQ4FFKGqiGLIXMDceI+nbcYE/S1NB5PKdz2cqLUvbTYcmpocKBVQ1W3+bIa&#10;lrN8eXib8uvPer+j3Xbf3U280vr6anx6BBFpjP/iP/eLSfPVNH+A8zvpBj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ls69cYAAADeAAAADwAAAAAAAAAAAAAAAACYAgAAZHJz&#10;L2Rvd25yZXYueG1sUEsFBgAAAAAEAAQA9QAAAIsDAAAAAA==&#10;" fillcolor="black" stroked="f"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KlLcYA&#10;AADeAAAADwAAAGRycy9kb3ducmV2LnhtbESPT0sDMRDF74LfIYzgzWb9g5Rt07IURPG0rYrX6Wa6&#10;WdxMliSm67d3DoK3Gd6b936z3s5+VIViGgIbuF1UoIi7YAfuDby/Pd0sQaWMbHEMTAZ+KMF2c3mx&#10;xtqGM++pHHKvJIRTjQZczlOtdeoceUyLMBGLdgrRY5Y19tpGPEu4H/VdVT1qjwNLg8OJdo66r8O3&#10;N1COu7a5L5/F7V9j08fQPn8cW2Our+ZmBSrTnP/Nf9cvVvCrh6Xwyjsyg9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HKlLcYAAADeAAAADwAAAAAAAAAAAAAAAACYAgAAZHJz&#10;L2Rvd25yZXYueG1sUEsFBgAAAAAEAAQA9QAAAIs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JEv8UA&#10;AADeAAAADwAAAGRycy9kb3ducmV2LnhtbERPTWvCQBC9F/wPywi9NRuliEZXEbGl7aU2CnocsmM2&#10;mJ0N2W1M++tdodDbPN7nLFa9rUVHra8cKxglKQjiwumKSwWH/cvTFIQPyBprx6TghzysloOHBWba&#10;XfmLujyUIoawz1CBCaHJpPSFIYs+cQ1x5M6utRgibEupW7zGcFvLcZpOpMWKY4PBhjaGikv+bRX4&#10;0WZ7/LC/s+70avgzfzeTXWmUehz26zmIQH34F/+533Scnz5PZ3B/J94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kkS/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559B8" w:rsidRDefault="002559B8" w:rsidP="002559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2559B8" w:rsidRPr="0081108E" w:rsidRDefault="002559B8" w:rsidP="002559B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2559B8" w:rsidRPr="0081108E" w:rsidRDefault="002559B8" w:rsidP="002559B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2559B8" w:rsidRPr="0081108E" w:rsidRDefault="002559B8" w:rsidP="002559B8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2559B8" w:rsidRPr="0081108E" w:rsidRDefault="002559B8" w:rsidP="002559B8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2559B8" w:rsidRPr="0081108E" w:rsidRDefault="002559B8" w:rsidP="002559B8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2559B8" w:rsidRDefault="002559B8" w:rsidP="002559B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2559B8" w:rsidRPr="001920C6" w:rsidRDefault="002559B8" w:rsidP="002559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2559B8" w:rsidRPr="001920C6" w:rsidRDefault="002559B8" w:rsidP="002559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2559B8" w:rsidRPr="001920C6" w:rsidRDefault="002559B8" w:rsidP="002559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2559B8" w:rsidRPr="001920C6" w:rsidRDefault="002559B8" w:rsidP="002559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uk-UA"/>
        </w:rPr>
        <w:t>Усачуку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О.Л.</w:t>
      </w:r>
    </w:p>
    <w:p w:rsidR="002559B8" w:rsidRPr="001920C6" w:rsidRDefault="002559B8" w:rsidP="002559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2559B8" w:rsidRPr="001920C6" w:rsidRDefault="002559B8" w:rsidP="002559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559B8" w:rsidRPr="001920C6" w:rsidRDefault="002559B8" w:rsidP="002559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Усачука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О.Л.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2559B8" w:rsidRPr="001920C6" w:rsidRDefault="002559B8" w:rsidP="002559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ВИРІШИЛА:</w:t>
      </w:r>
    </w:p>
    <w:p w:rsidR="002559B8" w:rsidRPr="001920C6" w:rsidRDefault="002559B8" w:rsidP="002559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559B8" w:rsidRPr="001920C6" w:rsidRDefault="002559B8" w:rsidP="002559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2559B8" w:rsidRDefault="002559B8" w:rsidP="002559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Усачуку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Олегу Леонідовичу</w:t>
      </w:r>
      <w:r w:rsidRPr="001920C6">
        <w:rPr>
          <w:rFonts w:ascii="Times New Roman" w:eastAsia="Calibri" w:hAnsi="Times New Roman" w:cs="Times New Roman"/>
          <w:sz w:val="24"/>
          <w:lang w:val="uk-UA"/>
        </w:rPr>
        <w:t>,  який  зареєстрований  за адре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сою: </w:t>
      </w:r>
      <w:r w:rsidR="00E36157">
        <w:rPr>
          <w:rFonts w:ascii="Times New Roman" w:eastAsia="Calibri" w:hAnsi="Times New Roman" w:cs="Times New Roman"/>
          <w:sz w:val="24"/>
          <w:lang w:val="en-US"/>
        </w:rPr>
        <w:t>__________</w:t>
      </w:r>
      <w:bookmarkStart w:id="0" w:name="_GoBack"/>
      <w:bookmarkEnd w:id="0"/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Calibri" w:hAnsi="Times New Roman" w:cs="Times New Roman"/>
          <w:sz w:val="24"/>
        </w:rPr>
        <w:t>0,</w:t>
      </w:r>
      <w:r>
        <w:rPr>
          <w:rFonts w:ascii="Times New Roman" w:eastAsia="Calibri" w:hAnsi="Times New Roman" w:cs="Times New Roman"/>
          <w:sz w:val="24"/>
          <w:lang w:val="uk-UA"/>
        </w:rPr>
        <w:t>1218</w:t>
      </w:r>
      <w:r w:rsidRPr="001920C6">
        <w:rPr>
          <w:rFonts w:ascii="Times New Roman" w:eastAsia="Calibri" w:hAnsi="Times New Roman" w:cs="Times New Roman"/>
          <w:sz w:val="24"/>
        </w:rPr>
        <w:t xml:space="preserve">га, </w:t>
      </w:r>
      <w:r w:rsidRPr="001920C6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1920C6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за рахунок земель запасу сільськогосподарського призначення (кадастровий номер 6823984000:03:013:0058),</w:t>
      </w:r>
      <w:r w:rsidRPr="001920C6">
        <w:rPr>
          <w:rFonts w:ascii="Times New Roman" w:eastAsia="Calibri" w:hAnsi="Times New Roman" w:cs="Times New Roman"/>
          <w:sz w:val="24"/>
        </w:rPr>
        <w:t xml:space="preserve">  яка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Крупець</w:t>
      </w:r>
      <w:r>
        <w:rPr>
          <w:rFonts w:ascii="Times New Roman" w:eastAsia="Calibri" w:hAnsi="Times New Roman" w:cs="Times New Roman"/>
          <w:sz w:val="24"/>
        </w:rPr>
        <w:t>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ради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за межами населеного пункту села</w:t>
      </w:r>
      <w:r w:rsidRPr="001920C6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lang w:val="uk-UA"/>
        </w:rPr>
        <w:t>Крупець.</w:t>
      </w:r>
    </w:p>
    <w:p w:rsidR="002559B8" w:rsidRPr="001920C6" w:rsidRDefault="002559B8" w:rsidP="002559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Усачуку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О.Л.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ради.</w:t>
      </w:r>
    </w:p>
    <w:p w:rsidR="002559B8" w:rsidRPr="001920C6" w:rsidRDefault="002559B8" w:rsidP="002559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559B8" w:rsidRPr="001920C6" w:rsidRDefault="002559B8" w:rsidP="002559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559B8" w:rsidRPr="002559B8" w:rsidRDefault="002559B8" w:rsidP="002559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2559B8" w:rsidRPr="001920C6" w:rsidRDefault="002559B8" w:rsidP="002559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45D04" w:rsidRPr="002559B8" w:rsidRDefault="002559B8" w:rsidP="002559B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en-US" w:eastAsia="uk-UA"/>
        </w:rPr>
      </w:pPr>
      <w:r w:rsidRPr="001920C6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F45D04" w:rsidRPr="002559B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559B8"/>
    <w:rsid w:val="00171A2E"/>
    <w:rsid w:val="002559B8"/>
    <w:rsid w:val="00304C90"/>
    <w:rsid w:val="00505B6D"/>
    <w:rsid w:val="006D3977"/>
    <w:rsid w:val="007D6C18"/>
    <w:rsid w:val="00D1641A"/>
    <w:rsid w:val="00E36157"/>
    <w:rsid w:val="00F45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9B8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244</Words>
  <Characters>1396</Characters>
  <Application>Microsoft Office Word</Application>
  <DocSecurity>0</DocSecurity>
  <Lines>11</Lines>
  <Paragraphs>3</Paragraphs>
  <ScaleCrop>false</ScaleCrop>
  <Company>Microsoft</Company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2020-12-10T13:14:00Z</dcterms:created>
  <dcterms:modified xsi:type="dcterms:W3CDTF">2020-12-11T07:20:00Z</dcterms:modified>
</cp:coreProperties>
</file>