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E0C" w:rsidRPr="00C623C0" w:rsidRDefault="00D74E0C" w:rsidP="00D74E0C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D74E0C" w:rsidRPr="00C623C0" w:rsidRDefault="00D74E0C" w:rsidP="00D74E0C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D74E0C" w:rsidRPr="00C623C0" w:rsidRDefault="008C7EE2" w:rsidP="00D74E0C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C7EE2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2570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xFb8UA&#10;AADdAAAADwAAAGRycy9kb3ducmV2LnhtbESPQWsCMRSE74L/ITyhN80aUcvWKKK0CJ6qbenxsXnd&#10;Xbp5WZJ0Xf+9EQoeh5n5hlltetuIjnyoHWuYTjIQxIUzNZcaPs6v42cQISIbbByThisF2KyHgxXm&#10;xl34nbpTLEWCcMhRQxVjm0sZioosholriZP347zFmKQvpfF4SXDbSJVlC2mx5rRQYUu7iorf05/V&#10;cOzU4uv7bW/Ps1ItfTH73Ku60fpp1G9fQETq4yP83z4YDWq+nML9TXoCc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zEVv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qMK8UA&#10;AADdAAAADwAAAGRycy9kb3ducmV2LnhtbESP3YrCMBSE74V9h3AWvBFNW/CHapRFWFAXhK0L3h6a&#10;Y1ttTkoTtb79RhC8HGbmG2ax6kwtbtS6yrKCeBSBIM6trrhQ8Hf4Hs5AOI+ssbZMCh7kYLX86C0w&#10;1fbOv3TLfCEChF2KCkrvm1RKl5dk0I1sQxy8k20N+iDbQuoW7wFuaplE0UQarDgslNjQuqT8kl2N&#10;AnnItn47rcwg3h33XWzP65/8rFT/s/uag/DU+Xf41d5oBcl4msDzTXg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uowr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sD+MkA&#10;AADdAAAADwAAAGRycy9kb3ducmV2LnhtbESPW2sCMRSE3wX/QzhCX4pmq/XS1SitYJE+FOrl/bg5&#10;3V3dnGyTVLf++qZQ8HGYmW+Y2aIxlTiT86VlBQ+9BARxZnXJuYLddtWdgPABWWNlmRT8kIfFvN2a&#10;YarthT/ovAm5iBD2KSooQqhTKX1WkEHfszVx9D6tMxiidLnUDi8RbirZT5KRNFhyXCiwpmVB2Wnz&#10;bRSs1nR62tdfr49XN8wnx8P728v2Xqm7TvM8BRGoCbfwf3utFfSH4wH8vYlPQM5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vsD+MkAAADdAAAADwAAAAAAAAAAAAAAAACYAgAA&#10;ZHJzL2Rvd25yZXYueG1sUEsFBgAAAAAEAAQA9QAAAI4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8o8UA&#10;AADdAAAADwAAAGRycy9kb3ducmV2LnhtbESPQWvCQBSE70L/w/IK3nSjGBtiViktSsGTaWmvz+wz&#10;Sc2+DdnVpP/eFYQeh5n5hsk2g2nElTpXW1Ywm0YgiAuray4VfH1uJwkI55E1NpZJwR852KyfRhmm&#10;2vZ8oGvuSxEg7FJUUHnfplK6oiKDbmpb4uCdbGfQB9mVUnfYB7hp5DyKltJgzWGhwpbeKirO+cUo&#10;iPZxczx985D8vO+K82+/5b6eKTV+Hl5XIDwN/j/8aH9oBfP4ZQH3N+EJ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/yj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4+F8gA&#10;AADdAAAADwAAAGRycy9kb3ducmV2LnhtbESPT2sCMRTE7wW/Q3hCL0WzSrfq1ii2YJEeCvXP/bl5&#10;3V3dvKxJ1G0/vSkUehxm5jfMdN6aWlzI+cqygkE/AUGcW11xoWC7WfbGIHxA1lhbJgXf5GE+69xN&#10;MdP2yp90WYdCRAj7DBWUITSZlD4vyaDv24Y4el/WGQxRukJqh9cIN7UcJsmTNFhxXCixodeS8uP6&#10;bBQsV3Sc7JrT2+OPS4vxYf/x/rJ5UOq+2y6eQQRqw3/4r73SCobpKIXfN/EJyN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Xj4X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3HT8YA&#10;AADdAAAADwAAAGRycy9kb3ducmV2LnhtbESPQWvCQBSE70L/w/IKvelGIVGim1AUS6GnpkWvz+wz&#10;Sc2+Ddltkv77bqHgcZiZb5hdPplWDNS7xrKC5SICQVxa3XCl4PPjON+AcB5ZY2uZFPyQgzx7mO0w&#10;1XbkdxoKX4kAYZeigtr7LpXSlTUZdAvbEQfvanuDPsi+krrHMcBNK1dRlEiDDYeFGjva11Teim+j&#10;IHqL28v1xNPmfHgpb1/jkcdmqdTT4/S8BeFp8vfwf/tVK1jF6wT+3o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3HT8YAAADd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TDXMYA&#10;AADdAAAADwAAAGRycy9kb3ducmV2LnhtbESPQWvCQBSE74X+h+UVvNVNIxqbukpJFXqtxkNvr9ln&#10;EpJ9G7LbGP313YLgcZiZb5jVZjStGKh3tWUFL9MIBHFhdc2lgvywe16CcB5ZY2uZFFzIwWb9+LDC&#10;VNszf9Gw96UIEHYpKqi871IpXVGRQTe1HXHwTrY36IPsS6l7PAe4aWUcRQtpsOawUGFHWUVFs/81&#10;Co4fTTN75Wh2/R6ypct+8jw+bZWaPI3vbyA8jf4evrU/tYJ4niTw/yY8Ab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/TDXM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dQg8YA&#10;AADdAAAADwAAAGRycy9kb3ducmV2LnhtbERPy2rCQBTdC/7DcIVupE4UbUvqRERaqKALbal2d8nc&#10;PDBzJ81MY/TrnYXQ5eG854vOVKKlxpWWFYxHEQji1OqScwVfn++PLyCcR9ZYWSYFF3KwSPq9Ocba&#10;nnlH7d7nIoSwi1FB4X0dS+nSggy6ka2JA5fZxqAPsMmlbvAcwk0lJ1H0JA2WHBoKrGlVUHra/xkF&#10;U2qPy831Z/t9/H3zNhse1m58UOph0C1fQXjq/L/47v7QCiaz5zA3vAlPQC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dQg8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fytcYA&#10;AADdAAAADwAAAGRycy9kb3ducmV2LnhtbESPQWvCQBSE74X+h+UVvNVNI2pMXaWkCr1W00Nvr9ln&#10;EpJ9G7LbGP313YLgcZiZb5j1djStGKh3tWUFL9MIBHFhdc2lgvy4f05AOI+ssbVMCi7kYLt5fFhj&#10;qu2ZP2k4+FIECLsUFVTed6mUrqjIoJvajjh4J9sb9EH2pdQ9ngPctDKOooU0WHNYqLCjrKKiOfwa&#10;BV/vTTNbcTS7fg9Z4rKfPI9PO6UmT+PbKwhPo7+Hb+0PrSCeL1fw/yY8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fytc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QsosUA&#10;AADdAAAADwAAAGRycy9kb3ducmV2LnhtbERPy2rCQBTdF/yH4QrdFJ0oKhIdRUqFCrqoio/dJXNN&#10;gpk7MTPG1K/vLIQuD+c9nTemEDVVLresoNeNQBAnVuecKtjvlp0xCOeRNRaWScEvOZjPWm9TjLV9&#10;8A/VW5+KEMIuRgWZ92UspUsyMui6tiQO3MVWBn2AVSp1hY8QbgrZj6KRNJhzaMiwpM+Mkuv2bhQM&#10;qD4t1s/z5nC6fXl7+TiuXO+o1Hu7WUxAeGr8v/jl/tYK+sNx2B/ehCc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ZCyi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L2j8kA&#10;AADdAAAADwAAAGRycy9kb3ducmV2LnhtbESP3WrCQBSE74W+w3IKvdONtv4QXaVY2gqFglHa20P2&#10;mE3Nnk2zq0n79N2C4OUwM98wi1VnK3GmxpeOFQwHCQji3OmSCwX73XN/BsIHZI2VY1LwQx5Wy5ve&#10;AlPtWt7SOQuFiBD2KSowIdSplD43ZNEPXE0cvYNrLIYom0LqBtsIt5UcJclEWiw5LhisaW0oP2Yn&#10;q+Dz4f7dmdfMndqnl9/j9nv69bF+U+rutnucgwjUhWv40t5oBaPxbAj/b+ITkM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eL2j8kAAADdAAAADwAAAAAAAAAAAAAAAACYAgAA&#10;ZHJzL2Rvd25yZXYueG1sUEsFBgAAAAAEAAQA9QAAAI4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JLZcUA&#10;AADdAAAADwAAAGRycy9kb3ducmV2LnhtbESPT2vCQBTE7wW/w/IEb3VjxBKiq9hSRdqT/+6P7DMJ&#10;Zt+m2TWu375bKHgcZuY3zGIVTCN66lxtWcFknIAgLqyuuVRwOm5eMxDOI2tsLJOCBzlYLQcvC8y1&#10;vfOe+oMvRYSwy1FB5X2bS+mKigy6sW2Jo3exnUEfZVdK3eE9wk0j0yR5kwZrjgsVtvRRUXE93IyC&#10;6dfsZ6vfy8++ybbue3fZhDqclRoNw3oOwlPwz/B/e6cVpLMshb838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ktl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hUosQA&#10;AADdAAAADwAAAGRycy9kb3ducmV2LnhtbESPT4vCMBTE74LfITxhb5rq4r9qFNllQRAP1j3s8dE8&#10;m2LzUppsrd/eCILHYWZ+w6y3na1ES40vHSsYjxIQxLnTJRcKfs8/wwUIH5A1Vo5JwZ08bDf93hpT&#10;7W58ojYLhYgQ9ikqMCHUqZQ+N2TRj1xNHL2LayyGKJtC6gZvEW4rOUmSmbRYclwwWNOXofya/VsF&#10;f8vjctyZ7+TQznf7kDPitZ0p9THodisQgbrwDr/ae61gMl18wvNNfAJ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4VKL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4Gd8cA&#10;AADdAAAADwAAAGRycy9kb3ducmV2LnhtbESPQWvCQBSE7wX/w/IEb3Vj2oqNriIFxYuHarUeH9ln&#10;Es2+jdmtRn+9Kwg9DjPzDTOaNKYUZ6pdYVlBrxuBIE6tLjhT8LOevQ5AOI+ssbRMCq7kYDJuvYww&#10;0fbC33Re+UwECLsEFeTeV4mULs3JoOvaijh4e1sb9EHWmdQ1XgLclDKOor40WHBYyLGir5zS4+rP&#10;KPjtLW+f1VuziXf+tDjE81M62/aV6rSb6RCEp8b/h5/thVYQfwze4fEmPAE5v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uBnf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b1mcMA&#10;AADdAAAADwAAAGRycy9kb3ducmV2LnhtbESPUWvCMBSF3wf+h3AHvs10ok46oxRFUPZktx9wae7a&#10;uuYmJNHWf28EYY+Hc853OKvNYDpxJR9aywreJxkI4srqlmsFP9/7tyWIEJE1dpZJwY0CbNajlxXm&#10;2vZ8omsZa5EgHHJU0MTocilD1ZDBMLGOOHm/1huMSfpaao99gptOTrNsIQ22nBYadLRtqPorL0YB&#10;evexc6XsT4vzFx7Ox4JmtlBq/DoUnyAiDfE//GwftILpfDmHx5v0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b1mc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66McA&#10;AADdAAAADwAAAGRycy9kb3ducmV2LnhtbESPT2vCQBTE74V+h+UJvdWNFm2IrtKqAam5+O/g7ZF9&#10;JqHZtyG7atpP7wqFHoeZ+Q0znXemFldqXWVZwaAfgSDOra64UHDYp68xCOeRNdaWScEPOZjPnp+m&#10;mGh74y1dd74QAcIuQQWl900ipctLMuj6tiEO3tm2Bn2QbSF1i7cAN7UcRtFYGqw4LJTY0KKk/Ht3&#10;MQqyNGuyDa/i0/Ly+XZa/x7f+StV6qXXfUxAeOr8f/ivvdYKhqN4DI834QnI2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Seuj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Y6MMcA&#10;AADdAAAADwAAAGRycy9kb3ducmV2LnhtbESPQWvCQBSE7wX/w/KE3upGoWqjq4ggbaEKTQvt8Zl9&#10;JsHs27i7xvTfdwXB4zAz3zDzZWdq0ZLzlWUFw0ECgji3uuJCwffX5mkKwgdkjbVlUvBHHpaL3sMc&#10;U20v/EltFgoRIexTVFCG0KRS+rwkg35gG+LoHawzGKJ0hdQOLxFuajlKkrE0WHFcKLGhdUn5MTsb&#10;BbvT+PzR/vy+7l23aU71+3qrXyqlHvvdagYiUBfu4Vv7TSsYPU8ncH0Tn4B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5WOjD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vA9sAA&#10;AADdAAAADwAAAGRycy9kb3ducmV2LnhtbERPy4rCMBTdD/gP4QruxlTBB9UoIvhABLH6AZfm2hSb&#10;m9JErfP1k4Xg8nDe82VrK/GkxpeOFQz6CQji3OmSCwXXy+Z3CsIHZI2VY1LwJg/LRednjql2Lz7T&#10;MwuFiCHsU1RgQqhTKX1uyKLvu5o4cjfXWAwRNoXUDb5iuK3kMEnG0mLJscFgTWtD+T17WAWcyM3p&#10;mFdabv+uk8POZIfRI1Oq121XMxCB2vAVf9x7rWA4msa58U18AnLx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ZvA9sAAAADd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zeFcYA&#10;AADdAAAADwAAAGRycy9kb3ducmV2LnhtbESPQWvCQBSE74L/YXlCb7rRVompq6itYL2ZFoq3R/aZ&#10;BLNvQ3ar0V/vCkKPw8x8w8wWranEmRpXWlYwHEQgiDOrS84V/Hxv+jEI55E1VpZJwZUcLObdzgwT&#10;bS+8p3PqcxEg7BJUUHhfJ1K6rCCDbmBr4uAdbWPQB9nkUjd4CXBTyVEUTaTBksNCgTWtC8pO6Z9R&#10;kB4PB73iz7eveOzWu93rbfq7+VDqpdcu30F4av1/+NneagWjcTyFx5vw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+zeFc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doiMIA&#10;AADdAAAADwAAAGRycy9kb3ducmV2LnhtbERPzWrCQBC+F3yHZQRvdaPSYlNXEbHgoYcafYAhO2aj&#10;2dk0u2p8e+dQ6PHj+1+set+oG3WxDmxgMs5AEZfB1lwZOB6+XuegYkK22AQmAw+KsFoOXhaY23Dn&#10;Pd2KVCkJ4ZijAZdSm2sdS0ce4zi0xMKdQucxCewqbTu8S7hv9DTL3rXHmqXBYUsbR+WluHoD0+P6&#10;vDn9zL7Pv7OMt9712+veGTMa9utPUIn69C/+c++s+N4+ZL+8kSe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p2iIwgAAAN0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iTYMcA&#10;AADdAAAADwAAAGRycy9kb3ducmV2LnhtbESPQWsCMRSE74L/IbyCN826aNGtUVQQvAhqe6i35+Z1&#10;d3HzsiZRt/31jVDocZiZb5jZojW1uJPzlWUFw0ECgji3uuJCwcf7pj8B4QOyxtoyKfgmD4t5tzPD&#10;TNsHH+h+DIWIEPYZKihDaDIpfV6SQT+wDXH0vqwzGKJ0hdQOHxFuapkmyas0WHFcKLGhdUn55Xgz&#10;ClbTyeq6H/Hu53A+0enzfBmnLlGq99Iu30AEasN/+K+91QrS8XQIz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Yk2DHAAAA3QAAAA8AAAAAAAAAAAAAAAAAmAIAAGRy&#10;cy9kb3ducmV2LnhtbFBLBQYAAAAABAAEAPUAAACMAwAAAAA=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iWlccA&#10;AADdAAAADwAAAGRycy9kb3ducmV2LnhtbESPT2vCQBTE7wW/w/IEL0U3CVZs6ioiFrQXiX+gx0f2&#10;NQlm34bsNqbfvisIHoeZ+Q2zWPWmFh21rrKsIJ5EIIhzqysuFJxPn+M5COeRNdaWScEfOVgtBy8L&#10;TLW9cUbd0RciQNilqKD0vkmldHlJBt3ENsTB+7GtQR9kW0jd4i3ATS2TKJpJgxWHhRIb2pSUX4+/&#10;RsGXzLvX/ZTiQ9F9X7eH+cXMslip0bBff4Dw1Ptn+NHeaQXJ23sC9zfhCcj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IlpX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1KZ8UA&#10;AADdAAAADwAAAGRycy9kb3ducmV2LnhtbESP3WrCQBSE74W+w3IKvdNNLRFNXUVKCxUK4s8DHHZP&#10;k9Ds2ZA9mrRP7xYEL4eZb4ZZrgffqAt1sQ5s4HmSgSK2wdVcGjgdP8ZzUFGQHTaBycAvRVivHkZL&#10;LFzoeU+Xg5QqlXAs0EAl0hZaR1uRxzgJLXHyvkPnUZLsSu067FO5b/Q0y2baY81pocKW3iqyP4ez&#10;NzA9W7F+sf37ej9Jvju2fZbPN8Y8PQ6bV1BCg9zDN/rTJS5fvMD/m/QE9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7Upn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ottMcA&#10;AADdAAAADwAAAGRycy9kb3ducmV2LnhtbESPQUvDQBSE74L/YXmCt3ZjrGJjtkVEpUK0tPXi7bH7&#10;kg1m34bsto3/3i0UPA4z8w1TLkfXiQMNofWs4GaagSDW3rTcKPjavU4eQISIbLDzTAp+KcBycXlR&#10;YmH8kTd02MZGJAiHAhXYGPtCyqAtOQxT3xMnr/aDw5jk0Egz4DHBXSfzLLuXDltOCxZ7erakf7Z7&#10;p0C/3VYv79W31ft8/dG0n+vKbWqlrq/Gp0cQkcb4Hz63V0ZBfjefwelNeg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aLbT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Zef8QA&#10;AADdAAAADwAAAGRycy9kb3ducmV2LnhtbESPQYvCMBSE7wv+h/AEb2tqQdFqFBEEvQirFT0+mmdb&#10;bF5KE9u6v36zsLDHYWa+YVab3lSipcaVlhVMxhEI4szqknMF6WX/OQfhPLLGyjIpeJODzXrwscJE&#10;246/qD37XAQIuwQVFN7XiZQuK8igG9uaOHgP2xj0QTa51A12AW4qGUfRTBosOSwUWNOuoOx5fhkF&#10;tfm+pvfjqY0mN4x1t+PuOWOlRsN+uwThqff/4b/2QSuIp4sp/L4JT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GXn/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wKBsQA&#10;AADdAAAADwAAAGRycy9kb3ducmV2LnhtbESPQYvCMBSE74L/ITzBm6bKKto1iggungSt0N3bo3nb&#10;FpuX0kSt/nojCB6HmfmGWaxaU4krNa60rGA0jEAQZ1aXnCs4JdvBDITzyBory6TgTg5Wy25ngbG2&#10;Nz7Q9ehzESDsYlRQeF/HUrqsIINuaGvi4P3bxqAPssmlbvAW4KaS4yiaSoMlh4UCa9oUlJ2PF6Pg&#10;63e+TlL6e5zTH5vKXbK3++1FqX6vXX+D8NT6T/jd3mkF48l8Cq834QnI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sCgbEAAAA3Q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frSscA&#10;AADdAAAADwAAAGRycy9kb3ducmV2LnhtbESPQWvCQBSE74X+h+UVvNWNKU01dRWxCBVBqC14fWZf&#10;k5js27i71fjvu0Khx2FmvmGm89604kzO15YVjIYJCOLC6ppLBV+fq8cxCB+QNbaWScGVPMxn93dT&#10;zLW98Aedd6EUEcI+RwVVCF0upS8qMuiHtiOO3rd1BkOUrpTa4SXCTSvTJMmkwZrjQoUdLSsqmt2P&#10;UXB6emu27rA/Hjbr8TVrilMq15lSg4d+8QoiUB/+w3/td60gfZ68wO1NfAJy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1X60r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I6/cUA&#10;AADdAAAADwAAAGRycy9kb3ducmV2LnhtbERPz2vCMBS+D/Y/hDfwNtMVHbUzyioIuwzU7TBvz+at&#10;LTYvNYm1+tebw2DHj+/3fDmYVvTkfGNZwcs4AUFcWt1wpeD7a/2cgfABWWNrmRRcycNy8fgwx1zb&#10;C2+p34VKxBD2OSqoQ+hyKX1Zk0E/th1x5H6tMxgidJXUDi8x3LQyTZJXabDh2FBjR6uayuPubBQU&#10;s6w4bSb8edse9rT/ORynqUuUGj0N728gAg3hX/zn/tAK0ukszo1v4hO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4jr9xQAAAN0AAAAPAAAAAAAAAAAAAAAAAJgCAABkcnMv&#10;ZG93bnJldi54bWxQSwUGAAAAAAQABAD1AAAAigMAAAAA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F5VcYA&#10;AADdAAAADwAAAGRycy9kb3ducmV2LnhtbESPUWvCMBSF3wf+h3CFvYyZrrCxdkYRmTBZoUz3A67N&#10;tS0mNyWJWv/9Mhjs8XDO+Q5nvhytERfyoXes4GmWgSBunO65VfC93zy+gggRWaNxTApuFGC5mNzN&#10;sdTuyl902cVWJAiHEhV0MQ6llKHpyGKYuYE4eUfnLcYkfSu1x2uCWyPzLHuRFntOCx0OtO6oOe3O&#10;VsF7fvD1AT9Nk+1bU23r6qGoK6Xup+PqDUSkMf6H/9ofWkH+XBTw+yY9Ab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lF5Vc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nzGcMA&#10;AADdAAAADwAAAGRycy9kb3ducmV2LnhtbERPy2rCQBTdF/yH4Qru6kQLoY2OokKgIPhIu+jymrnN&#10;hGbuxMyo8e+dhdDl4bzny9424kqdrx0rmIwTEMSl0zVXCr6/8td3ED4ga2wck4I7eVguBi9zzLS7&#10;8ZGuRahEDGGfoQITQptJ6UtDFv3YtcSR+3WdxRBhV0nd4S2G20ZOkySVFmuODQZb2hgq/4qLVWAl&#10;/pyqNC93q7ftfvtRrw/n3Cg1GvarGYhAffgXP92fWsE0TeL++CY+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nzGcMAAADdAAAADwAAAAAAAAAAAAAAAACYAgAAZHJzL2Rv&#10;d25yZXYueG1sUEsFBgAAAAAEAAQA9QAAAIg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D74E0C" w:rsidRPr="00C623C0" w:rsidRDefault="00D74E0C" w:rsidP="00D74E0C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D74E0C" w:rsidRPr="00C623C0" w:rsidRDefault="00D74E0C" w:rsidP="00D74E0C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D74E0C" w:rsidRPr="00C623C0" w:rsidRDefault="00D74E0C" w:rsidP="00D74E0C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D74E0C" w:rsidRPr="00C623C0" w:rsidRDefault="00D74E0C" w:rsidP="00D74E0C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D74E0C" w:rsidRPr="00C623C0" w:rsidRDefault="00D74E0C" w:rsidP="00D74E0C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D74E0C" w:rsidRPr="00C623C0" w:rsidRDefault="00D74E0C" w:rsidP="00D74E0C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D74E0C" w:rsidRPr="00C623C0" w:rsidRDefault="00D74E0C" w:rsidP="00D74E0C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D74E0C" w:rsidRPr="00C623C0" w:rsidRDefault="00D74E0C" w:rsidP="00D74E0C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D74E0C" w:rsidRPr="00C623C0" w:rsidRDefault="00D74E0C" w:rsidP="00D74E0C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8C7EE2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Групувати 2601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3JGcUA&#10;AADdAAAADwAAAGRycy9kb3ducmV2LnhtbESPQWsCMRSE7wX/Q3hCbzVrhG1ZjSKKpeBJbYvHx+Z1&#10;d+nmZUnSdf33RhB6HGbmG2axGmwrevKhcaxhOslAEJfONFxp+DztXt5AhIhssHVMGq4UYLUcPS2w&#10;MO7CB+qPsRIJwqFADXWMXSFlKGuyGCauI07ej/MWY5K+ksbjJcFtK1WW5dJiw2mhxo42NZW/xz+r&#10;Yd+r/Pv8vrWnWaVefTn72qqm1fp5PKznICIN8T/8aH8YDSrPFNzfpCc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PckZ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U7scYA&#10;AADdAAAADwAAAGRycy9kb3ducmV2LnhtbESPQWvCQBSE74L/YXlCL6XZxIItMasUodBUKJgUvD6y&#10;zySafRuyW5P+e7dQ8DjMzDdMtp1MJ640uNaygiSKQRBXVrdcK/gu359eQTiPrLGzTAp+ycF2M59l&#10;mGo78oGuha9FgLBLUUHjfZ9K6aqGDLrI9sTBO9nBoA9yqKUecAxw08llHK+kwZbDQoM97RqqLsWP&#10;USDLIvf5S2sek8/j15TY825fnZV6WExvaxCeJn8P/7c/tILlKn6GvzfhCcjN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U7sc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GJjcgA&#10;AADdAAAADwAAAGRycy9kb3ducmV2LnhtbESPT2sCMRTE74LfITyhF9GsYmVdjWILFumh4L/7c/O6&#10;u3Xzsk1S3fbTN4WCx2FmfsMsVq2pxZWcrywrGA0TEMS51RUXCo6HzSAF4QOyxtoyKfgmD6tlt7PA&#10;TNsb7+i6D4WIEPYZKihDaDIpfV6SQT+0DXH03q0zGKJ0hdQObxFuajlOkqk0WHFcKLGh55Lyy/7L&#10;KNhs6TI7NZ8vkx/3WKQf57fXp0NfqYdeu56DCNSGe/i/vdUKxtNkAn9v4hOQy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MYmN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xLOcUA&#10;AADdAAAADwAAAGRycy9kb3ducmV2LnhtbESPQWvCQBSE70L/w/IKvZldAwZJXUVaIoWeTKW9vmaf&#10;STT7NmRXk/57t1DocZiZb5j1drKduNHgW8caFokCQVw503Kt4fhRzFcgfEA22DkmDT/kYbt5mK0x&#10;N27kA93KUIsIYZ+jhiaEPpfSVw1Z9InriaN3coPFEOVQSzPgGOG2k6lSmbTYclxosKeXhqpLebUa&#10;1Puy+z598rT6et1Xl/NY8NgutH56nHbPIAJN4T/8134zGtJMLeH3TXwC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7Es5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+yYcgA&#10;AADdAAAADwAAAGRycy9kb3ducmV2LnhtbESPT2sCMRTE74V+h/AKvRTNVuqiq1FaQREPQv1zf26e&#10;u1s3L2uS6raf3hQKHoeZ+Q0znramFhdyvrKs4LWbgCDOra64ULDbzjsDED4ga6wtk4If8jCdPD6M&#10;MdP2yp902YRCRAj7DBWUITSZlD4vyaDv2oY4ekfrDIYoXSG1w2uEm1r2kiSVBiuOCyU2NCspP22+&#10;jYL5kk7DfXNevP26fjH4OqxXH9sXpZ6f2vcRiEBtuIf/20utoJcmKfy9iU9AT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r7Jh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Jw1cQA&#10;AADdAAAADwAAAGRycy9kb3ducmV2LnhtbESPQYvCMBSE7wv+h/AEb2uioCvVKOKiCJ5WRa/P5tlW&#10;m5fSZG399xtB2OMwM98ws0VrS/Gg2heONQz6CgRx6kzBmYbjYf05AeEDssHSMWl4kofFvPMxw8S4&#10;hn/osQ+ZiBD2CWrIQ6gSKX2ak0XfdxVx9K6uthiirDNpamwi3JZyqNRYWiw4LuRY0Sqn9L7/tRrU&#10;blReriduJ+fvTXq/NWtuioHWvW67nIII1Ib/8Lu9NRqGY/UFrzfxCc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ycNX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hFL8IA&#10;AADdAAAADwAAAGRycy9kb3ducmV2LnhtbERPz2vCMBS+C/sfwht402QVxHVGGZ2CV7U77PbWPNvS&#10;5qU0sdb99ctB8Pjx/V5vR9uKgXpfO9bwNlcgiAtnai415Of9bAXCB2SDrWPScCcP283LZI2pcTc+&#10;0nAKpYgh7FPUUIXQpVL6oiKLfu464shdXG8xRNiX0vR4i+G2lYlSS2mx5thQYUdZRUVzuloN319N&#10;s3hntfj7GbKVz37zPLnstJ6+jp8fIAKN4Sl+uA9GQ7JUcW58E5+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SEUvwgAAAN0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jnGcgA&#10;AADdAAAADwAAAGRycy9kb3ducmV2LnhtbESPT2vCQBTE70K/w/IEL0U3ikiNriKlggV70Bb/3B7Z&#10;ZxKafRuz2xj99K5Q8DjMzG+Y6bwxhaipcrllBf1eBII4sTrnVMHP97L7BsJ5ZI2FZVJwJQfz2Utr&#10;irG2F95QvfWpCBB2MSrIvC9jKV2SkUHXsyVx8E62MuiDrFKpK7wEuCnkIIpG0mDOYSHDkt4zSn63&#10;f0bBkOrDYn07fu0O5w9vT6/7T9ffK9VpN4sJCE+Nf4b/2yutYDCKxvB4E56AnN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qOcZ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ff9MIA&#10;AADdAAAADwAAAGRycy9kb3ducmV2LnhtbERPTYvCMBC9L/gfwgje1tQKotUoUlfY62o9eBubsS1t&#10;JqXJ1q6/3hwWPD7e92Y3mEb01LnKsoLZNAJBnFtdcaEgOx8/lyCcR9bYWCYFf+Rgtx19bDDR9sE/&#10;1J98IUIIuwQVlN63iZQuL8mgm9qWOHB32xn0AXaF1B0+QrhpZBxFC2mw4tBQYktpSXl9+jUKLoe6&#10;nq84mj+vfbp06S3L4vuXUpPxsF+D8DT4t/jf/a0VxItZ2B/ehCc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59/0wgAAAN0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d9wsgA&#10;AADdAAAADwAAAGRycy9kb3ducmV2LnhtbESPT2vCQBTE70K/w/IEL0U3EZESXUWKhQr2oC3+uT2y&#10;zySYfRuza4z99G6h4HGYmd8w03lrStFQ7QrLCuJBBII4tbrgTMHP90f/DYTzyBpLy6TgTg7ms5fO&#10;FBNtb7yhZuszESDsElSQe18lUro0J4NuYCvi4J1sbdAHWWdS13gLcFPKYRSNpcGCw0KOFb3nlJ63&#10;V6NgRM1hsf49fu0Ol6W3p9f9ysV7pXrddjEB4an1z/B/+1MrGI7jGP7ehCcgZ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B33C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cA8gA&#10;AADdAAAADwAAAGRycy9kb3ducmV2LnhtbESPQWvCQBSE70L/w/IKvenGVKykrlKUtkJBMJX2+si+&#10;ZlOzb2N2NbG/visUehxm5htmvuxtLc7U+sqxgvEoAUFcOF1xqWD//jycgfABWWPtmBRcyMNycTOY&#10;Y6Zdxzs656EUEcI+QwUmhCaT0heGLPqRa4ij9+VaiyHKtpS6xS7CbS3TJJlKixXHBYMNrQwVh/xk&#10;FXxO7rfOvObu1K1ffg6748P3x+pNqbvb/ukRRKA+/If/2hutIJ2OU7i+iU9AL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H5wD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aBcUA&#10;AADdAAAADwAAAGRycy9kb3ducmV2LnhtbESPT2vCQBTE74V+h+UVvNWNSoPErNJKldCeavX+yL78&#10;wezbmN3G9dt3CwWPw8z8hsk3wXRipMG1lhXMpgkI4tLqlmsFx+/d8xKE88gaO8uk4EYONuvHhxwz&#10;ba/8RePB1yJC2GWooPG+z6R0ZUMG3dT2xNGr7GDQRznUUg94jXDTyXmSpNJgy3GhwZ62DZXnw49R&#10;sPh4uez1W/0+dsu9+yyqXWjDSanJU3hdgfAU/D383y60gnk6W8Dfm/g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ERoF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44LcUA&#10;AADdAAAADwAAAGRycy9kb3ducmV2LnhtbESPwWrDMBBE74X8g9hCbo1sE9zEjWJMSiBQemiSQ4+L&#10;tbVMrJWxVNv5+6pQ6HGYmTfMrpxtJ0YafOtYQbpKQBDXTrfcKLhejk8bED4ga+wck4I7eSj3i4cd&#10;FtpN/EHjOTQiQtgXqMCE0BdS+tqQRb9yPXH0vtxgMUQ5NFIPOEW47WSWJLm02HJcMNjTwVB9O39b&#10;BZ/b9206m9fkbXyuTqFmxNuYK7V8nKsXEIHm8B/+a5+0gixP1/D7Jj4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/jgt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1XF8cA&#10;AADdAAAADwAAAGRycy9kb3ducmV2LnhtbESPQWvCQBSE74X+h+UJvekmKQ1t6ipFULx4UKvt8ZF9&#10;JtHs25hdNfXXu4LQ4zAz3zDDcWdqcabWVZYVxIMIBHFudcWFgu/1tP8OwnlkjbVlUvBHDsaj56ch&#10;ZtpeeEnnlS9EgLDLUEHpfZNJ6fKSDLqBbYiDt7OtQR9kW0jd4iXATS2TKEqlwYrDQokNTUrKD6uT&#10;UfATL64fzWu3SX79cb5PZsd8uk2Veul1X58gPHX+P/xoz7WCJI3f4P4mPAE5u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NVxf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ufFcMA&#10;AADdAAAADwAAAGRycy9kb3ducmV2LnhtbESPUWvCMBSF3wf7D+EOfJupIlWqUYoycPhktx9wae7a&#10;uuYmJJmt/94MBB8P55zvcDa70fTiSj50lhXMphkI4trqjhsF318f7ysQISJr7C2TghsF2G1fXzZY&#10;aDvwma5VbESCcChQQRujK6QMdUsGw9Q64uT9WG8wJukbqT0OCW56Oc+yXBrsOC206GjfUv1b/RkF&#10;6N3y4Co5nPPLCY+Xz5IWtlRq8jaWaxCRxvgMP9pHrWCez3L4f5OegNz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ufFc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EriMcA&#10;AADdAAAADwAAAGRycy9kb3ducmV2LnhtbESPT2vCQBTE74V+h+UVeqsbLajErNJ/AdFcavWQ2yP7&#10;TEKzb0N21eindwXB4zAzv2GSRW8acaTO1ZYVDAcRCOLC6ppLBdu/9G0KwnlkjY1lUnAmB4v581OC&#10;sbYn/qXjxpciQNjFqKDyvo2ldEVFBt3AtsTB29vOoA+yK6Xu8BTgppGjKBpLgzWHhQpb+qqo+N8c&#10;jIIszdpszT/T/Pvw+Z4vL7sJr1KlXl/6jxkIT71/hO/tpVYwGg8ncHsTno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xK4j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ZaucMA&#10;AADdAAAADwAAAGRycy9kb3ducmV2LnhtbERPz2vCMBS+D/Y/hDfwNlM9FNcZRQSZggpTYR6fzbMt&#10;a15qEmv9781B8Pjx/R5PO1OLlpyvLCsY9BMQxLnVFRcKDvvF5wiED8gaa8uk4E4eppP3tzFm2t74&#10;l9pdKEQMYZ+hgjKEJpPS5yUZ9H3bEEfubJ3BEKErpHZ4i+GmlsMkSaXBimNDiQ3NS8r/d1ejYHtJ&#10;r+v27/hzct2iudSr+UZ/VUr1PrrZN4hAXXiJn+6lVjBMB3FufBOfgJ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ZaucMAAADd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iRlsYA&#10;AADdAAAADwAAAGRycy9kb3ducmV2LnhtbESPzWrDMBCE74G+g9hCb7WcQN3WiRJKID+EQqjrB1is&#10;jWVqrYylxE6evioUchxm5htmsRptKy7U+8axgmmSgiCunG64VlB+b57fQPiArLF1TAqu5GG1fJgs&#10;MNdu4C+6FKEWEcI+RwUmhC6X0leGLPrEdcTRO7neYoiyr6XucYhw28pZmmbSYsNxwWBHa0PVT3G2&#10;CjiVm+Nn1Wq5vZWvh50pDi/nQqmnx/FjDiLQGO7h//ZeK5hl03f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iRls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VJzsQA&#10;AADdAAAADwAAAGRycy9kb3ducmV2LnhtbERPy2rCQBTdC/2H4Qrd6cTUisaM0voA666pINldMtck&#10;NHMnZEZN+/XOotDl4bzTdW8acaPO1ZYVTMYRCOLC6ppLBaev/WgOwnlkjY1lUvBDDtarp0GKibZ3&#10;/qRb5ksRQtglqKDyvk2kdEVFBt3YtsSBu9jOoA+wK6Xu8B7CTSPjKJpJgzWHhgpb2lRUfGdXoyC7&#10;5Ll+5930Y/7qNsfjy+/ivN8q9Tzs35YgPPX+X/znPmgF8SwO+8Ob8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VSc7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FliMQA&#10;AADdAAAADwAAAGRycy9kb3ducmV2LnhtbESP3YrCMBSE7wXfIRxh7zS1gkhtFBEFL/Zi/XmAQ3Ns&#10;WpuT2kTtvv1mQfBymPlmmHzd20Y8qfOVYwXTSQKCuHC64lLB5bwfL0D4gKyxcUwKfsnDejUc5Jhp&#10;9+IjPU+hFLGEfYYKTAhtJqUvDFn0E9cSR+/qOoshyq6UusNXLLeNTJNkLi1WHBcMtrQ1VNxOD6sg&#10;vWzq7fVn9l3fZwnvrOl3j6NR6mvUb5YgAvXhE37TBx25eTqF/zfxCc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xZYj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CljMcA&#10;AADdAAAADwAAAGRycy9kb3ducmV2LnhtbESPT2sCMRTE74LfIbxCb5ptqGK3RlGh0Euh/jnU23Pz&#10;uru4eVmTVNd++qYgeBxm5jfMdN7ZRpzJh9qxhqdhBoK4cKbmUsNu+zaYgAgR2WDjmDRcKcB81u9N&#10;MTfuwms6b2IpEoRDjhqqGNtcylBUZDEMXUucvG/nLcYkfSmNx0uC20aqLBtLizWnhQpbWlVUHDc/&#10;VsPyZbI8fT7zx+/6sKf91+E4Uj7T+vGhW7yCiNTFe/jWfjca1Fgp+H+TnoC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GQpYzHAAAA3QAAAA8AAAAAAAAAAAAAAAAAmAIAAGRy&#10;cy9kb3ducmV2LnhtbFBLBQYAAAAABAAEAPUAAACMAwAAAAA=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6blcYA&#10;AADdAAAADwAAAGRycy9kb3ducmV2LnhtbESPzWrDMBCE74W8g9hALyWR7RYTnMghlAbaXkL+IMfF&#10;2tjG1spYiuO+fVUo5DjMzDfMaj2aVgzUu9qygngegSAurK65VHA6bmcLEM4ja2wtk4IfcrDOJ08r&#10;zLS9856Ggy9FgLDLUEHlfZdJ6YqKDLq57YiDd7W9QR9kX0rd4z3ATSuTKEqlwZrDQoUdvVdUNIeb&#10;UfAti+Hl643iXTlcmo/d4mzSfazU83TcLEF4Gv0j/N/+1AqSNHmFvzfhCc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6blcYAAADd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56iMUA&#10;AADdAAAADwAAAGRycy9kb3ducmV2LnhtbESP3WrCQBSE7wt9h+UIvasbQxWbuoqUFioIxZ8HOOwe&#10;k2D2bMgeTdqn7wpCL4eZb4ZZrAbfqCt1sQ5sYDLOQBHb4GouDRwPn89zUFGQHTaBycAPRVgtHx8W&#10;WLjQ846ueylVKuFYoIFKpC20jrYij3EcWuLknULnUZLsSu067FO5b3SeZTPtsea0UGFL7xXZ8/7i&#10;DeQXK9a/bn63H0eZfh/aPpvO18Y8jYb1GyihQf7Dd/rLJW6Wv8DtTXoCe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nnqI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wgtMcA&#10;AADdAAAADwAAAGRycy9kb3ducmV2LnhtbESPT2sCMRTE74V+h/AKvdWsWyqyGkVKlRa2in8u3h7J&#10;c7O4eVk2UbffvikUPA4z8xtmOu9dI67UhdqzguEgA0Gsvam5UnDYL1/GIEJENth4JgU/FGA+e3yY&#10;YmH8jbd03cVKJAiHAhXYGNtCyqAtOQwD3xIn7+Q7hzHJrpKmw1uCu0bmWTaSDmtOCxZberekz7uL&#10;U6BXr+XHV3m0+pJvvqt6vSnd9qTU81O/mICI1Md7+L/9aRTko/wN/t6kJ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MILT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5ok8QA&#10;AADdAAAADwAAAGRycy9kb3ducmV2LnhtbESPQWvCQBSE74X+h+UJ3pqNOQRJswkiCO1F0Frs8ZF9&#10;JsHs25DdJtFf7xaEHoeZ+YbJy9l0YqTBtZYVrKIYBHFldcu1gtPX7m0NwnlkjZ1lUnAjB2Xx+pJj&#10;pu3EBxqPvhYBwi5DBY33fSalqxoy6CLbEwfvYgeDPsihlnrAKcBNJ5M4TqXBlsNCgz1tG6qux1+j&#10;oDf379PP536MV2dM9LTl6ZqyUsvFvHkH4Wn2/+Fn+0MrSNIkhb834QnI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OaJP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oHBsUA&#10;AADdAAAADwAAAGRycy9kb3ducmV2LnhtbESPQYvCMBSE78L+h/AWvGm6RXStRpEFxZOwVuh6ezTP&#10;tti8lCZq9debBcHjMDPfMPNlZ2pxpdZVlhV8DSMQxLnVFRcKDul68A3CeWSNtWVScCcHy8VHb46J&#10;tjf+peveFyJA2CWooPS+SaR0eUkG3dA2xME72dagD7ItpG7xFuCmlnEUjaXBisNCiQ39lJSf9xej&#10;YPQ3XaUZHR/nbGMzuU13dre+KNX/7FYzEJ46/w6/2lutIB7HE/h/E56A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+gcG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LXo8IA&#10;AADd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sjXPjm/g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UtejwgAAAN0AAAAPAAAAAAAAAAAAAAAAAJgCAABkcnMvZG93&#10;bnJldi54bWxQSwUGAAAAAAQABAD1AAAAhw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Q3/ccA&#10;AADdAAAADwAAAGRycy9kb3ducmV2LnhtbESPT2sCMRTE70K/Q3iF3jTbpRVdjVILBS+C/w56e26e&#10;u4ubl22S6tZPbwTB4zAzv2HG09bU4kzOV5YVvPcSEMS51RUXCrabn+4AhA/IGmvLpOCfPEwnL50x&#10;ZtpeeEXndShEhLDPUEEZQpNJ6fOSDPqebYijd7TOYIjSFVI7vES4qWWaJH1psOK4UGJD3yXlp/Wf&#10;UTAbDma/yw9eXFeHPe13h9Nn6hKl3l7brxGIQG14hh/tuVaQ9tMh3N/EJyA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80N/3HAAAA3QAAAA8AAAAAAAAAAAAAAAAAmAIAAGRy&#10;cy9kb3ducmV2LnhtbFBLBQYAAAAABAAEAPUAAACMAwAAAAA=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jujsMA&#10;AADdAAAADwAAAGRycy9kb3ducmV2LnhtbERP3WrCMBS+F3yHcITdyEzXgWhnFBkbbFgo6h7g2Jy1&#10;xeSkJJl2b28uBC8/vv/VZrBGXMiHzrGCl1kGgrh2uuNGwc/x83kBIkRkjcYxKfinAJv1eLTCQrsr&#10;7+lyiI1IIRwKVNDG2BdShroli2HmeuLE/TpvMSboG6k9XlO4NTLPsrm02HFqaLGn95bq8+HPKvjI&#10;T7464c7U2bEx5XdVTpdVqdTTZNi+gYg0xIf47v7SCvL5a9qf3qQnIN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jujsMAAADdAAAADwAAAAAAAAAAAAAAAACYAgAAZHJzL2Rv&#10;d25yZXYueG1sUEsFBgAAAAAEAAQA9QAAAIg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mcP8YA&#10;AADdAAAADwAAAGRycy9kb3ducmV2LnhtbESPQWvCQBSE7wX/w/KE3upGhdCmriEKgYKgrXro8TX7&#10;mg1m38bsqum/7wqFHoeZ+YZZ5INtxZV63zhWMJ0kIIgrpxuuFRwP5dMzCB+QNbaOScEPeciXo4cF&#10;Ztrd+IOu+1CLCGGfoQITQpdJ6StDFv3EdcTR+3a9xRBlX0vd4y3CbStnSZJKiw3HBYMdrQ1Vp/3F&#10;KrASP7/qtKy2xXyz27w0q/dzaZR6HA/FK4hAQ/gP/7XftIJZOp/C/U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mcP8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D74E0C" w:rsidRPr="00C623C0" w:rsidRDefault="00D74E0C" w:rsidP="00D74E0C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D74E0C" w:rsidRPr="00C623C0" w:rsidRDefault="00D74E0C" w:rsidP="00D74E0C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D74E0C" w:rsidRPr="00C623C0" w:rsidRDefault="00D74E0C" w:rsidP="00D74E0C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D74E0C" w:rsidRPr="00C623C0" w:rsidRDefault="00D74E0C" w:rsidP="00D74E0C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D74E0C" w:rsidRPr="00C623C0" w:rsidRDefault="00D74E0C" w:rsidP="00D74E0C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D74E0C" w:rsidRPr="00C623C0" w:rsidRDefault="00D74E0C" w:rsidP="00D74E0C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D74E0C" w:rsidRPr="00C623C0" w:rsidRDefault="00D74E0C" w:rsidP="00D74E0C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D74E0C" w:rsidRPr="00C623C0" w:rsidRDefault="00D74E0C" w:rsidP="00D74E0C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D74E0C" w:rsidRPr="00C623C0" w:rsidRDefault="00D74E0C" w:rsidP="00D74E0C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</w:pPr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>Хамко Н.А.</w:t>
      </w:r>
    </w:p>
    <w:p w:rsidR="00D74E0C" w:rsidRPr="00C623C0" w:rsidRDefault="00D74E0C" w:rsidP="00D74E0C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D74E0C" w:rsidRPr="00C623C0" w:rsidRDefault="00D74E0C" w:rsidP="00D74E0C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74E0C" w:rsidRPr="00C623C0" w:rsidRDefault="00D74E0C" w:rsidP="00D74E0C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Хамко Н.А.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D74E0C" w:rsidRPr="00C623C0" w:rsidRDefault="00D74E0C" w:rsidP="00D74E0C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D74E0C" w:rsidRPr="00C623C0" w:rsidRDefault="00D74E0C" w:rsidP="00D74E0C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74E0C" w:rsidRPr="00C623C0" w:rsidRDefault="00D74E0C" w:rsidP="00D74E0C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Хамко Надії Анатоліївні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а за адресою: </w:t>
      </w:r>
      <w:r w:rsidR="00062F8F" w:rsidRPr="00062F8F">
        <w:rPr>
          <w:rFonts w:ascii="Times New Roman" w:hAnsi="Times New Roman" w:cs="Times New Roman"/>
          <w:lang w:val="ru-RU"/>
        </w:rPr>
        <w:t>______________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0,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12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для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індивідуального садівництва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с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П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олянь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</w:p>
    <w:p w:rsidR="00D74E0C" w:rsidRPr="00C623C0" w:rsidRDefault="00D74E0C" w:rsidP="00D74E0C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Хамко Н.А.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D74E0C" w:rsidRPr="00062C82" w:rsidRDefault="00D74E0C" w:rsidP="00D74E0C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</w:t>
      </w:r>
      <w:r w:rsidRPr="00062C82">
        <w:rPr>
          <w:rFonts w:ascii="Times New Roman" w:hAnsi="Times New Roman" w:cs="Times New Roman"/>
        </w:rPr>
        <w:t xml:space="preserve">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74E0C" w:rsidRPr="00062C82" w:rsidRDefault="00D74E0C" w:rsidP="00D74E0C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D74E0C" w:rsidRPr="00C623C0" w:rsidRDefault="00D74E0C" w:rsidP="00D74E0C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74E0C" w:rsidRPr="00C623C0" w:rsidRDefault="00D74E0C" w:rsidP="00D74E0C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74E0C" w:rsidRPr="00C623C0" w:rsidRDefault="00D74E0C" w:rsidP="00D74E0C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74E0C" w:rsidRPr="00D74E0C" w:rsidRDefault="00D74E0C" w:rsidP="00D74E0C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en-US" w:eastAsia="en-US"/>
        </w:rPr>
      </w:pPr>
    </w:p>
    <w:p w:rsidR="00D74E0C" w:rsidRPr="00C623C0" w:rsidRDefault="00D74E0C" w:rsidP="00D74E0C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81392A" w:rsidRPr="00D74E0C" w:rsidRDefault="00D74E0C" w:rsidP="00D74E0C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en-US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sectPr w:rsidR="0081392A" w:rsidRPr="00D74E0C" w:rsidSect="008139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74E0C"/>
    <w:rsid w:val="00062F8F"/>
    <w:rsid w:val="00171A2E"/>
    <w:rsid w:val="00304C90"/>
    <w:rsid w:val="00505B6D"/>
    <w:rsid w:val="006D3977"/>
    <w:rsid w:val="007D6C18"/>
    <w:rsid w:val="0081392A"/>
    <w:rsid w:val="008C7EE2"/>
    <w:rsid w:val="00D1641A"/>
    <w:rsid w:val="00D74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E0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221</Words>
  <Characters>1264</Characters>
  <Application>Microsoft Office Word</Application>
  <DocSecurity>0</DocSecurity>
  <Lines>10</Lines>
  <Paragraphs>2</Paragraphs>
  <ScaleCrop>false</ScaleCrop>
  <Company>Microsoft</Company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2020-02-13T11:43:00Z</dcterms:created>
  <dcterms:modified xsi:type="dcterms:W3CDTF">2020-02-13T12:30:00Z</dcterms:modified>
</cp:coreProperties>
</file>