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B7" w:rsidRPr="0081108E" w:rsidRDefault="00E464B7" w:rsidP="00E464B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E464B7" w:rsidRPr="0081108E" w:rsidRDefault="00E464B7" w:rsidP="00E464B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464B7" w:rsidRPr="0081108E" w:rsidRDefault="00884330" w:rsidP="00E464B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242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Jj4OXgAAGB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AmAmPg5eAAAYFkEAA4AAAAAAAAAAAAA&#10;AAAALgIAAGRycy9lMm9Eb2MueG1sUEsBAi0AFAAGAAgAAAAhAJ7TZG3dAAAABgEAAA8AAAAAAAAA&#10;AAAAAAAAk3oAAGRycy9kb3ducmV2LnhtbFBLBQYAAAAABAAEAPMAAACdewAAAAA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UlQsEA&#10;AADeAAAADwAAAGRycy9kb3ducmV2LnhtbERPy6rCMBDdX/AfwgjurqmtqFSjiKi4EMTXfmjGtthM&#10;ShO1/r0RLtzdHM5zZovWVOJJjSstKxj0IxDEmdUl5wou583vBITzyBory6TgTQ4W887PDFNtX3yk&#10;58nnIoSwS1FB4X2dSumyggy6vq2JA3ezjUEfYJNL3eArhJtKxlE0kgZLDg0F1rQqKLufHkaBTba7&#10;/TWPj8max56Xh8nt2u6V6nXb5RSEp9b/i//cOx3mR/Ewge874QY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lJUL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gPlccA&#10;AADeAAAADwAAAGRycy9kb3ducmV2LnhtbERPTWsCMRC9F/ofwhS8SM0qYtutUURYbT0UVoVeh810&#10;s+1msiRRt/76plDobR7vc+bL3rbiTD40jhWMRxkI4srphmsFx0Nx/wgiRGSNrWNS8E0Blovbmznm&#10;2l24pPM+1iKFcMhRgYmxy6UMlSGLYeQ64sR9OG8xJuhrqT1eUrht5STLZtJiw6nBYEdrQ9XX/mQV&#10;fBZv5n39cN344VNJ12Gx27avM6UGd/3qGUSkPv6L/9wvOs3PJtMp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ID5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cOD8cA&#10;AADeAAAADwAAAGRycy9kb3ducmV2LnhtbESPzWrDMBCE74W+g9hCLyWR6zQhuFGCKXEouYT8PMBi&#10;bSxTa2UsxXbfPgoUettlZuebXW1G24ieOl87VvA+TUAQl07XXCm4nIvJEoQPyBobx6Tglzxs1s9P&#10;K8y0G/hI/SlUIoawz1CBCaHNpPSlIYt+6lriqF1dZzHEtauk7nCI4baRaZIspMWaI8FgS1+Gyp/T&#10;zUbIYYaH/XU4F7sRB9zuDb/lR6VeX8b8E0SgMfyb/66/dayfpB9z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XDg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FQsQA&#10;AADe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olxU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BhU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k148cA&#10;AADeAAAADwAAAGRycy9kb3ducmV2LnhtbESPzWrDMBCE74W+g9hCLyWR65QkuFGCKXEouYT8PMBi&#10;bSxTa2UsxXbfPgoUettlZuebXW1G24ieOl87VvA+TUAQl07XXCm4nIvJEoQPyBobx6Tglzxs1s9P&#10;K8y0G/hI/SlUIoawz1CBCaHNpPSlIYt+6lriqF1dZzHEtauk7nCI4baRaZLMpcWaI8FgS1+Gyp/T&#10;zUbIYYaH/XU4F7sRB9zuDb/lR6VeX8b8E0SgMfyb/66/dayfpB8L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JNeP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K0q8YA&#10;AADeAAAADwAAAGRycy9kb3ducmV2LnhtbESPQUvEQAyF74L/YYjgzZ1a1lXqzi6yKojgwVUQb6GT&#10;bYudzDATt/Xfm4PgLeG9vPdlvZ3DaI6UyxDZweWiAkPcRj9w5+D97fHiBkwRZI9jZHLwQwW2m9OT&#10;NTY+TvxKx710RkO4NOigF0mNtaXtKWBZxESs2iHmgKJr7qzPOGl4GG1dVSsbcGBt6DHRrqf2a/8d&#10;HLxMD+n5enV1SJ95Wdty7+VjJ86dn813t2CEZvk3/10/ecWv6q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K0q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sM2cUA&#10;AADeAAAADwAAAGRycy9kb3ducmV2LnhtbERP22oCMRB9L/gPYQp9Ec3WtqJbo9RCsNBC8QK+Dptx&#10;d3EzWZLUXf++KQh9m8O5zmLV20ZcyIfasYLHcQaCuHCm5lLBYa9HMxAhIhtsHJOCKwVYLQd3C8yN&#10;63hLl10sRQrhkKOCKsY2lzIUFVkMY9cSJ+7kvMWYoC+l8dilcNvISZZNpcWaU0OFLb1XVJx3P1bB&#10;+rsrn/ywWPfu87Q5vmht9JdW6uG+f3sFEamP/+Kb+8Ok+dnkeQ5/76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2wzZ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h5ZsUA&#10;AADeAAAADwAAAGRycy9kb3ducmV2LnhtbESPQWvDMAyF74P9B6NBb6uz0I6S1i1lIzDGLmv7A0Ss&#10;xmljOdhumv376TDYTUJP771vs5t8r0aKqQts4GVegCJugu24NXA61s8rUCkjW+wDk4EfSrDbPj5s&#10;sLLhzt80HnKrxIRThQZczkOldWoceUzzMBDL7RyixyxrbLWNeBdz3+uyKF61x44lweFAb46a6+Hm&#10;DdSf5dd4vdlYh/208LR0l9W7M2b2NO3XoDJN+V/89/1hpX5RLg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CHl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SWAsQA&#10;AADeAAAADwAAAGRycy9kb3ducmV2LnhtbERP32vCMBB+F/Y/hBvsZWiqwyHVKCqEDRyMOcHXoznb&#10;YnMpSWa7/94Igm/38f28xaq3jbiQD7VjBeNRBoK4cKbmUsHhVw9nIEJENtg4JgX/FGC1fBosMDeu&#10;4x+67GMpUgiHHBVUMba5lKGoyGIYuZY4cSfnLcYEfSmNxy6F20ZOsuxdWqw5NVTY0rai4rz/swo2&#10;31355l+LTe92p4/jVGujv7RSL8/9eg4iUh8f4rv706T52WQ6hts76Qa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0lg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ZCisIA&#10;AADeAAAADwAAAGRycy9kb3ducmV2LnhtbERP3WrCMBS+F/YO4Qy809Qyh3SmIkphyG7m9gCH5qyp&#10;bU5KEmt9ezMY7O58fL9nu5tsL0byoXWsYLXMQBDXTrfcKPj+qhYbECEia+wdk4I7BdiVT7MtFtrd&#10;+JPGc2xECuFQoAIT41BIGWpDFsPSDcSJ+3HeYkzQN1J7vKVw28s8y16lxZZTg8GBDobq7ny1CqpT&#10;/jF2V+0rt59eLK3NZXM0Ss2fp/0biEhT/Bf/ud91mp/l6xx+30k3y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lkK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R5+cEA&#10;AADeAAAADwAAAGRycy9kb3ducmV2LnhtbERP24rCMBB9F/Yfwgj7ZhMvXZZqFBEUfbTuBwzNbFts&#10;Jt0m2vr3G0HwbQ7nOqvNYBtxp87XjjVMEwWCuHCm5lLDz2U/+QbhA7LBxjFpeJCHzfpjtMLMuJ7P&#10;dM9DKWII+ww1VCG0mZS+qMiiT1xLHLlf11kMEXalNB32Mdw2cqbUl7RYc2yosKVdRcU1v1kNi0d/&#10;+MvTq9obS9PTvD1xKFKtP8fDdgki0BDe4pf7aOJ8NUvn8Hwn3iD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Uefn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/3IsQA&#10;AADeAAAADwAAAGRycy9kb3ducmV2LnhtbERPS2vCQBC+F/wPywi91Y3Bio1uRJSU0lON1vOQnTww&#10;Oxuya4z/vlso9DYf33M229G0YqDeNZYVzGcRCOLC6oYrBedT9rIC4TyyxtYyKXiQg206edpgou2d&#10;jzTkvhIhhF2CCmrvu0RKV9Rk0M1sRxy40vYGfYB9JXWP9xBuWhlH0VIabDg01NjRvqbimt+Mgtvy&#10;Ep+5/NRf+eHx/nbIdk5+V0o9T8fdGoSn0f+L/9wfOsyP4tcF/L4TbpD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9y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zipMYA&#10;AADeAAAADwAAAGRycy9kb3ducmV2LnhtbERPTWvCQBC9C/6HZYTedFOrwaau0hYE24NBrQdv0+w0&#10;SZudjdlV03/vCoK3ebzPmc5bU4kTNa60rOBxEIEgzqwuOVfwtV30JyCcR9ZYWSYF/+RgPut2ppho&#10;e+Y1nTY+FyGEXYIKCu/rREqXFWTQDWxNHLgf2xj0ATa51A2eQ7ip5DCKYmmw5NBQYE3vBWV/m6NR&#10;sEsn8XP69jH6/Vx945PRh70uY6Ueeu3rCwhPrb+Lb+6lDvOj4XgM13fCDX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zip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rR8QA&#10;AADeAAAADwAAAGRycy9kb3ducmV2LnhtbERPTWvCQBC9F/wPywje6sZog0RX0ZaqeEptodchOybB&#10;7GzIbjX6612h4G0e73Pmy87U4kytqywrGA0jEMS51RUXCn6+P1+nIJxH1lhbJgVXcrBc9F7mmGp7&#10;4S86H3whQgi7FBWU3jeplC4vyaAb2oY4cEfbGvQBtoXULV5CuKllHEWJNFhxaCixofeS8tPhzyi4&#10;Jb+YuW28/hhrT9fJdGP32UapQb9bzUB46vxT/O/e6TA/it8SeLwTbp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360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IncsMA&#10;AADeAAAADwAAAGRycy9kb3ducmV2LnhtbERPzWrCQBC+F3yHZQRvzcagrUZXKUXBW2vqAwzZcRPM&#10;zsbsqtGn7xYK3ubj+53lureNuFLna8cKxkkKgrh0umaj4PCzfZ2B8AFZY+OYFNzJw3o1eFlirt2N&#10;93QtghExhH2OCqoQ2lxKX1Zk0SeuJY7c0XUWQ4SdkbrDWwy3jczS9E1arDk2VNjSZ0XlqbhYBWeX&#10;TXVfbPDrtJl/18ZMzo/9RKnRsP9YgAjUh6f4373TcX6aTd/h7514g1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Inc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V68UA&#10;AADeAAAADwAAAGRycy9kb3ducmV2LnhtbESPQW/CMAyF75P4D5GRdoMUJhjrCGhDQuIK7LCjl5i2&#10;0DilCVD26+cD0m623vN7n+fLztfqSm2sAhsYDTNQxDa4igsDX/v1YAYqJmSHdWAycKcIy0XvaY65&#10;Czfe0nWXCiUhHHM0UKbU5FpHW5LHOAwNsWiH0HpMsraFdi3eJNzXepxlU+2xYmkosaFVSfa0u3gD&#10;m+qHJlN7ePOzT7v9/j2nl9ejM+a53328g0rUpX/z43rjBD8bT4RX3pEZ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odXr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yJp8UA&#10;AADeAAAADwAAAGRycy9kb3ducmV2LnhtbERP0WoCMRB8L/Qfwgp9q4kHLXoapRYKlapQFfu6XLaX&#10;o5fNcYnn+fdGEPo2u7MzszNb9K4WHbWh8qxhNFQgiAtvKi41HPYfz2MQISIbrD2ThgsFWMwfH2aY&#10;G3/mb+p2sRTJhEOOGmyMTS5lKCw5DEPfECfu17cOYxrbUpoWz8nc1TJT6lU6rDglWGzo3VLxtzs5&#10;DR1uL+rHLjeTVbUusu3y+GXSXj8N+rcpiEh9/D++qz9Nel9lLxO41UkY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zImn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c1HcQA&#10;AADeAAAADwAAAGRycy9kb3ducmV2LnhtbESPQU/DMAyF70j8h8hI3FhKDxMqyyaENMQRCgeOXuM1&#10;HY1dJWEt/Hp8QOJmy8/vvW+zW+JozpTyIOzgdlWBIe7ED9w7eH/b39yByQXZ4yhMDr4pw257ebHB&#10;xsvMr3RuS2/UhHODDkIpU2Nt7gJFzCuZiPV2lBSx6Jp66xPOah5HW1fV2kYcWBMCTvQYqPtsv6KD&#10;+ak7nOrjhw8/aZJ9+yKnehTnrq+Wh3swhZbyL/77fvZav6rXCqA4OoPd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XNR3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OAkcQA&#10;AADeAAAADwAAAGRycy9kb3ducmV2LnhtbERPS2sCMRC+F/wPYQq91ax7sLIaxWoFKRbxdR834+5q&#10;Mlk2Udd/3xQK3ubje85o0lojbtT4yrGCXjcBQZw7XXGhYL9bvA9A+ICs0TgmBQ/yMBl3XkaYaXfn&#10;Dd22oRAxhH2GCsoQ6kxKn5dk0XddTRy5k2sshgibQuoG7zHcGpkmSV9arDg2lFjTrKT8sr1aBYv1&#10;3JzTn830IMPs6+NoBt+f85VSb6/tdAgiUBue4n/3Usf5Sdrvwd878QY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jgJ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fDcsQA&#10;AADeAAAADwAAAGRycy9kb3ducmV2LnhtbERPTYvCMBC9L/gfwgheRFMrinSNIoKooLCrC3sdm9m2&#10;2ExKE2v990YQ9jaP9znzZWtK0VDtCssKRsMIBHFqdcGZgp/zZjAD4TyyxtIyKXiQg+Wi8zHHRNs7&#10;f1Nz8pkIIewSVJB7XyVSujQng25oK+LA/dnaoA+wzqSu8R7CTSnjKJpKgwWHhhwrWueUXk83o6D5&#10;OlyyXeOq/XXWd5PxZbs96l+let129QnCU+v/xW/3Tof5UTyN4fVOuEE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Hw3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cY9MYA&#10;AADeAAAADwAAAGRycy9kb3ducmV2LnhtbERPTWsCMRC9F/wPYYTeauK2Fd0aRQuFXgrV9qC3cTPd&#10;XdxMtkmqW3+9EQRv83ifM513thEH8qF2rGE4UCCIC2dqLjV8f709jEGEiGywcUwa/inAfNa7m2Ju&#10;3JFXdFjHUqQQDjlqqGJscylDUZHFMHAtceJ+nLcYE/SlNB6PKdw2MlNqJC3WnBoqbOm1omK//rMa&#10;lpPx8vfziT9Oq92Wtpvd/jnzSuv7frd4ARGpizfx1f1u0nyVjR7h8k66Qc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cY9MYAAADeAAAADwAAAAAAAAAAAAAAAACYAgAAZHJz&#10;L2Rvd25yZXYueG1sUEsFBgAAAAAEAAQA9QAAAIsDAAAAAA==&#10;" fillcolor="black" stroked="f"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2OgMYA&#10;AADeAAAADwAAAGRycy9kb3ducmV2LnhtbERPS2vCQBC+F/wPyxR6q5uGGiS6SrUtCOrBx8HjmJ0m&#10;S7KzIbvVtL++KxS8zcf3nOm8t424UOeNYwUvwwQEceG04VLB8fD5PAbhA7LGxjEp+CEP89ngYYq5&#10;dlfe0WUfShFD2OeooAqhzaX0RUUW/dC1xJH7cp3FEGFXSt3hNYbbRqZJkkmLhmNDhS0tKyrq/bdV&#10;cFpnZrwzlJ43v4sPvRnVi+17rdTTY/82ARGoD3fxv3ul4/wkzV7h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2OgM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GKcQA&#10;AADeAAAADwAAAGRycy9kb3ducmV2LnhtbERPTWsCMRC9F/ofwhS81URBka1RxCJ68VDb0uuwGTfr&#10;bibbJOrqr28Khd7m8T5nvuxdKy4UYu1Zw2ioQBCX3tRcafh43zzPQMSEbLD1TBpuFGG5eHyYY2H8&#10;ld/ockiVyCEcC9RgU+oKKWNpyWEc+o44c0cfHKYMQyVNwGsOd60cKzWVDmvODRY7Wlsqm8PZaQir&#10;r9fmzufPRt33t7g99d8ztFoPnvrVC4hEffoX/7l3Js9X4+kEft/JN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TRi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BuFcQA&#10;AADeAAAADwAAAGRycy9kb3ducmV2LnhtbERP20oDMRB9F/oPYQRfxCbuw9pum5YiCIJF6OUDxs10&#10;dzGZLJux3fr1RhB8m8O5znI9Bq/ONKQusoXHqQFFXEfXcWPheHh5mIFKguzQRyYLV0qwXk1ulli5&#10;eOEdnffSqBzCqUILrUhfaZ3qlgKmaeyJM3eKQ0DJcGi0G/CSw4PXhTGlDthxbmixp+eW6s/9V7Dg&#10;iw8/f3tKW7ke9dZ8B9ndvztr727HzQKU0Cj/4j/3q8vzTVGW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wbhX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yK1MQA&#10;AADeAAAADwAAAGRycy9kb3ducmV2LnhtbERPPW/CMBDdK/EfrEPqVpxmoCjFIApCytKhIYj1iK9x&#10;hH2OYgNpf31dqVK3e3qft1yPzoobDaHzrOB5loEgbrzuuFVQH/ZPCxAhImu0nknBFwVYryYPSyy0&#10;v/MH3arYihTCoUAFJsa+kDI0hhyGme+JE/fpB4cxwaGVesB7CndW5lk2lw47Tg0Ge9oaai7V1SnY&#10;Vb3N69K8hdPx/Xy25feeTjulHqfj5hVEpDH+i//cpU7zs3z+A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sitT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askMUA&#10;AADeAAAADwAAAGRycy9kb3ducmV2LnhtbESPQW/CMAyF75P2HyJP2m0k49BNhYDQNCSkncbogZuV&#10;mLbQOFWT0fLv8WHSbrbe83ufl+spdOpKQ2ojW3idGVDELvqWawuHn+3LO6iUkT12kcnCjRKsV48P&#10;Syx9HPmbrvtcKwnhVKKFJue+1Dq5hgKmWeyJRTvFIWCWdai1H3CU8NDpuTGFDtiyNDTY00dD7rL/&#10;DRbOW/0VnUFXHapx59+OnwV1xtrnp2mzAJVpyv/mv+udF3wzL4RX3pEZ9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qyQ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6bMQA&#10;AADeAAAADwAAAGRycy9kb3ducmV2LnhtbERPS2sCMRC+C/0PYQq9abZbEN2aFVsQROlBLaXH6Wb2&#10;wW4mSxJ1/femIHibj+85i+VgOnEm5xvLCl4nCQjiwuqGKwXfx/V4BsIHZI2dZVJwJQ/L/Gm0wEzb&#10;C+/pfAiViCHsM1RQh9BnUvqiJoN+YnviyJXWGQwRukpqh5cYbjqZJslUGmw4NtTY02dNRXs4GQW/&#10;px2XX2/blfsIP3Y4+jb9m7VKvTwPq3cQgYbwEN/dGx3nJ+l0Dv/vxBt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S+mz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wQXsgA&#10;AADeAAAADwAAAGRycy9kb3ducmV2LnhtbESPQU/DMAyF70j8h8iTuLFkFbBRlk0MCYkLEhsc2M1r&#10;TFutcUoStsKvx4dJu9ny83vvmy8H36kDxdQGtjAZG1DEVXAt1xY+3p+vZ6BSRnbYBSYLv5Rgubi8&#10;mGPpwpHXdNjkWokJpxItNDn3pdapashjGoeeWG5fIXrMssZau4hHMfedLoy50x5bloQGe3pqqNpv&#10;fryF1f1s9f12w69/692Wtp+7/W0RjbVXo+HxAVSmIZ/Fp+8XJ/VNMRUAwZEZ9O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LBBeyAAAAN4AAAAPAAAAAAAAAAAAAAAAAJgCAABk&#10;cnMvZG93bnJldi54bWxQSwUGAAAAAAQABAD1AAAAjQMAAAAA&#10;" fillcolor="black" stroked="f"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a+b8MA&#10;AADeAAAADwAAAGRycy9kb3ducmV2LnhtbERP30vDMBB+F/wfwgm+uXQTnNSlpQxE2VM3FV9vzdkU&#10;m0tJYtb990YQ9nYf38/b1LMdRSIfBscKlosCBHHn9MC9gve357tHECEiaxwdk4IzBair66sNltqd&#10;eE/pEHuRQziUqMDEOJVShs6QxbBwE3Hmvpy3GDP0vdQeTzncjnJVFA/S4sC5weBEW0Pd9+HHKkjH&#10;bdvcp89k9jvf9N61Lx/HVqnbm7l5AhFpjhfxv/tV5/nFar2Ev3fyDbL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a+b8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hkEcUA&#10;AADeAAAADwAAAGRycy9kb3ducmV2LnhtbERPS2vCQBC+F/wPywje6sYcfKSuImJL20s1FtrjkB2z&#10;wexsyK4x9td3hUJv8/E9Z7nubS06an3lWMFknIAgLpyuuFTweXx+nIPwAVlj7ZgU3MjDejV4WGKm&#10;3ZUP1OWhFDGEfYYKTAhNJqUvDFn0Y9cQR+7kWoshwraUusVrDLe1TJNkKi1WHBsMNrQ1VJzzi1Xg&#10;J9vd17v9WXTfL4Y/8jcz3ZdGqdGw3zyBCNSHf/Gf+1XH+Uk6S+H+Trx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qGQR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464B7" w:rsidRPr="0081108E" w:rsidRDefault="00E464B7" w:rsidP="00E464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464B7" w:rsidRPr="0081108E" w:rsidRDefault="00E464B7" w:rsidP="00E464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464B7" w:rsidRPr="0081108E" w:rsidRDefault="00E464B7" w:rsidP="00E464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464B7" w:rsidRPr="0081108E" w:rsidRDefault="00E464B7" w:rsidP="00E464B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464B7" w:rsidRPr="0081108E" w:rsidRDefault="00E464B7" w:rsidP="00E464B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E464B7" w:rsidRPr="0081108E" w:rsidRDefault="00E464B7" w:rsidP="00E464B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E464B7" w:rsidRPr="0081108E" w:rsidRDefault="00E464B7" w:rsidP="00E464B7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E464B7" w:rsidRPr="0081108E" w:rsidRDefault="00E464B7" w:rsidP="00E464B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E464B7" w:rsidRPr="0081108E" w:rsidRDefault="00E464B7" w:rsidP="00E464B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E464B7" w:rsidRPr="0081108E" w:rsidRDefault="00E464B7" w:rsidP="00E464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84330">
        <w:rPr>
          <w:noProof/>
        </w:rPr>
        <w:pict>
          <v:group id="Группа 10273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iqZdX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B3i8QA&#10;AADeAAAADwAAAGRycy9kb3ducmV2LnhtbERPS2vCQBC+F/oflin0VjeNpUp0DaG0JQehRM19yE4e&#10;NDsbslsT/71bELzNx/ecbTqbXpxpdJ1lBa+LCARxZXXHjYLT8etlDcJ5ZI29ZVJwIQfp7vFhi4m2&#10;Exd0PvhGhBB2CSpovR8SKV3VkkG3sANx4Go7GvQBjo3UI04h3PQyjqJ3abDj0NDiQB8tVb+HP6PA&#10;Lr/zfdnExfKTV56zn3Vdznulnp/mbAPC0+zv4ps712F+FK/e4P+dcIP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gd4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hgs8YA&#10;AADeAAAADwAAAGRycy9kb3ducmV2LnhtbERPS2sCMRC+F/ofwgi9iGYr1MfWKEXYPjwIPsDrsJlu&#10;1m4mS5Lq1l/fFAre5uN7znzZ2UacyYfasYLHYQaCuHS65krBYV8MpiBCRNbYOCYFPxRgubi/m2Ou&#10;3YW3dN7FSqQQDjkqMDG2uZShNGQxDF1LnLhP5y3GBH0ltcdLCreNHGXZWFqsOTUYbGllqPzafVsF&#10;p2JjjqvJ9dX3Z1u69ov1W/MxVuqh1708g4jUxZv43/2u0/xsNHmCv3fS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2hgs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laxcUA&#10;AADeAAAADwAAAGRycy9kb3ducmV2LnhtbESP3YrCMBCF74V9hzCCN7KmKqh0G0UWlcUb8ecBhmba&#10;FJtJaaKtb78RFvZuhnPmfGeyTW9r8aTWV44VTCcJCOLc6YpLBbfr/nMFwgdkjbVjUvAiD5v1xyDD&#10;VLuOz/S8hFLEEPYpKjAhNKmUPjdk0U9cQxy1wrUWQ1zbUuoWuxhuazlLkoW0WHEkGGzo21B+vzxs&#10;hJzmeDoW3XV/6LHD3dHweHtWajTst18gAvXh3/x3/aNj/WS2XMD7nTiD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qVr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HqZMQA&#10;AADeAAAADwAAAGRycy9kb3ducmV2LnhtbERPTUvDQBC9C/0Pywje7MagjcRuS6kKInhoK4i3ITtN&#10;gtnZZXds4r93BaG3ebzPWa4nN6gTxdR7NnAzL0ARN9723Bp4Pzxf34NKgmxx8EwGfijBejW7WGJt&#10;/cg7Ou2lVTmEU40GOpFQa52ajhymuQ/EmTv66FAyjK22Eccc7gZdFsVCO+w5N3QYaNtR87X/dgbe&#10;xqfwWi3ujuEz3pY6PVr52IoxV5fT5gGU0CRn8b/7xeb5RVlV8Pd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h6m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3prLMQA&#10;AADeAAAADwAAAGRycy9kb3ducmV2LnhtbESPzWrCQBDH7wXfYRnBS9FNLVSJriKiUryIHw8wZMds&#10;MDsbslsT375zKPQ2w/w/frNc975WT2pjFdjAxyQDRVwEW3Fp4Hbdj+egYkK2WAcmAy+KsF4N3paY&#10;29DxmZ6XVCoJ4ZijAZdSk2sdC0ce4yQ0xHK7h9ZjkrUttW2xk3Bf62mWfWmPFUuDw4a2jorH5cdL&#10;yekTT8d7d90feuxwd3T8vjkbMxr2mwWoRH36F/+5v63gZ9OZ8Mo7MoN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6ay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LbjcQA&#10;AADeAAAADwAAAGRycy9kb3ducmV2LnhtbERPTUsDMRC9C/6HMII3m3XRVrdNi1SFIniwFoq3YTPd&#10;XbqZhGTsrv++EQRv83ifs1iNrlcniqnzbOB2UoAirr3tuDGw+3y9eQCVBNli75kM/FCC1fLyYoGV&#10;9QN/0GkrjcohnCo00IqESutUt+QwTXwgztzBR4eSYWy0jTjkcNfrsiim2mHHuaHFQOuW6uP22xl4&#10;H17C22x6fwhf8a7U6dnKfi3GXF+NT3NQQqP8i//cG5vnF+XsEX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y24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gf3scA&#10;AADeAAAADwAAAGRycy9kb3ducmV2LnhtbESPQUsDMRCF74L/IYzgRWzWilLWpsUKoUKF0ip4HTbT&#10;3cXNZElid/vvO4dCbzPMm/feN1+OvlNHiqkNbOBpUoAiroJruTbw820fZ6BSRnbYBSYDJ0qwXNze&#10;zLF0YeAdHfe5VmLCqUQDTc59qXWqGvKYJqEnltshRI9Z1lhrF3EQc9/paVG8ao8tS0KDPX00VP3t&#10;/72B1Xaon+NDtRrD5rD+fbHW2S9rzP3d+P4GKtOYr+LL96eT+sV0JgCCIzPox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YH97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TwusIA&#10;AADeAAAADwAAAGRycy9kb3ducmV2LnhtbERP3WrCMBS+H/gO4QjezdTiRqlGEaUgspu5PcChOTbV&#10;5qQksXZvvwiD3Z2P7/est6PtxEA+tI4VLOYZCOLa6ZYbBd9f1WsBIkRkjZ1jUvBDAbabycsaS+0e&#10;/EnDOTYihXAoUYGJsS+lDLUhi2HueuLEXZy3GBP0jdQeHyncdjLPsndpseXUYLCnvaH6dr5bBdUp&#10;/xhud+0rtxuXlt7MtTgYpWbTcbcCEWmM/+I/91Gn+VleLOD5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JPC6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YkMsQA&#10;AADeAAAADwAAAGRycy9kb3ducmV2LnhtbERP32vCMBB+H+x/CDfYi8zUiiKdUXQQJjgQ3WCvR3O2&#10;Zc2lJJmt/70RBnu7j+/nLdeDbcWFfGgcK5iMMxDEpTMNVwq+PvXLAkSIyAZbx6TgSgHWq8eHJRbG&#10;9XykyylWIoVwKFBBHWNXSBnKmiyGseuIE3d23mJM0FfSeOxTuG1lnmVzabHh1FBjR281lT+nX6tg&#10;e+irqR+V28Htz+/fM62N/tBKPT8Nm1cQkYb4L/5z70yan+WLHO7vpBv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GJD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LVsIA&#10;AADeAAAADwAAAGRycy9kb3ducmV2LnhtbERP3WrCMBS+H+wdwhl4N9PVTUo1ikwKMnYz9QEOzbGp&#10;NiclibW+vRkMdnc+vt+zXI+2EwP50DpW8DbNQBDXTrfcKDgeqtcCRIjIGjvHpOBOAdar56clltrd&#10;+IeGfWxECuFQogITY19KGWpDFsPU9cSJOzlvMSboG6k93lK47WSeZXNpseXUYLCnT0P1ZX+1Cqqv&#10;/Hu4XLWv3GZ8t/RhzsXWKDV5GTcLEJHG+C/+c+90mp/lxQx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ustW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3NysIA&#10;AADeAAAADwAAAGRycy9kb3ducmV2LnhtbERPzWqDQBC+B/oOywR6i7vapIhxE0ohpTnW9gEGd6qi&#10;O2vdbTRv3w0EepuP73fK42IHcaHJd441pIkCQVw703Gj4evztMlB+IBscHBMGq7k4Xh4WJVYGDfz&#10;B12q0IgYwr5ADW0IYyGlr1uy6BM3Ekfu200WQ4RTI82Ecwy3g8yUepYWO44NLY702lLdV79Ww/Y6&#10;v/1Uu16djKX0/DSeOdQ7rR/Xy8seRKAl/Ivv7ncT56ss38LtnXiDP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nc3K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N+/sQA&#10;AADeAAAADwAAAGRycy9kb3ducmV2LnhtbERPS2vCQBC+F/oflin0VjcGKjbNJkjFUjzVaHsespMH&#10;ZmdDdk3iv+8KBW/z8T0nzWfTiZEG11pWsFxEIIhLq1uuFZyOu5c1COeRNXaWScGVHOTZ40OKibYT&#10;H2gsfC1CCLsEFTTe94mUrmzIoFvYnjhwlR0M+gCHWuoBpxBuOhlH0UoabDk0NNjTR0PlubgYBZfV&#10;b3ziaq+/i+3182272zj5Uyv1/DRv3kF4mv1d/O/+0mF+FK9f4fZ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Tfv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5QlMYA&#10;AADeAAAADwAAAGRycy9kb3ducmV2LnhtbERPS2vCQBC+F/oflil4azbVEmLqKioU2h4UX4fexuyY&#10;pGZn0+xW4793C4K3+fieM5p0phYnal1lWcFLFIMgzq2uuFCw3bw/pyCcR9ZYWyYFF3IwGT8+jDDT&#10;9swrOq19IUIIuwwVlN43mZQuL8mgi2xDHLiDbQ36ANtC6hbPIdzUsh/HiTRYcWgosaF5Sflx/WcU&#10;7JZpMlzOPl9/vhZ7HBj9+62rRKneUzd9A+Gp83fxzf2hw/y4nybw/064QY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25Ql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tim8QA&#10;AADeAAAADwAAAGRycy9kb3ducmV2LnhtbERPTWvCQBC9F/oflhG81Y2p2JC6CdWiFU82LfQ6ZMck&#10;mJ0N2VVjf323IHibx/ucRT6YVpypd41lBdNJBIK4tLrhSsH31/opAeE8ssbWMim4koM8e3xYYKrt&#10;hT/pXPhKhBB2KSqove9SKV1Zk0E3sR1x4A62N+gD7Cupe7yEcNPKOIrm0mDDoaHGjlY1lcfiZBT8&#10;zn9w7z7i5fuz9nSdJRu722+UGo+Gt1cQngZ/F9/cWx3mR3HyAv/vhB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bYp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2fR8YA&#10;AADeAAAADwAAAGRycy9kb3ducmV2LnhtbESPQW/CMAyF75P2HyIjcRspFUzQEdA0gbQbUPgBVuOl&#10;FY1Tmgy6/fr5gLSbrff83ufVZvCtulEfm8AGppMMFHEVbMPOwPm0e1mAignZYhuYDPxQhM36+WmF&#10;hQ13PtKtTE5JCMcCDdQpdYXWsarJY5yEjli0r9B7TLL2Ttse7xLuW51n2av22LA01NjRR03Vpfz2&#10;Bq4hn9uh3OL+sl0eGudm19/jzJjxaHh/A5VoSP/mx/WnFfwsXwi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2fR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1cN8MA&#10;AADeAAAADwAAAGRycy9kb3ducmV2LnhtbERPPW/CMBDdkfgP1iF1Kw5UhRAwqEVCYoV2YDzsIwnE&#10;5xAbCP31GKkS2z29z5stWluJKzW+dKxg0E9AEGtnSs4V/P6s3lMQPiAbrByTgjt5WMy7nRlmxt14&#10;Q9dtyEUMYZ+hgiKEOpPS64Is+r6riSN3cI3FEGGTS9PgLYbbSg6TZCQtlhwbCqxpWZA+bS9Wwbrc&#10;0+dIHyY2/dab3d85fIyPRqm3Xvs1BRGoDS/xv3tt4vxkmE7g+U68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1cN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+aoMUA&#10;AADeAAAADwAAAGRycy9kb3ducmV2LnhtbERPTUsDMRC9C/6HMEJvNnEPpV2bFisIltaCVfQ6bMbN&#10;4maybOJ2+++dQ6G3mXkf895yPYZWDdSnJrKFh6kBRVxF13Bt4fPj5X4OKmVkh21ksnCmBOvV7c0S&#10;SxdP/E7DMddKTDiVaMHn3JVap8pTwDSNHbFgP7EPmGXta+16PIl5aHVhzEwHbFg+eOzo2VP1e/wL&#10;FgY8nM2337wtts2+Kg6br52Tu53cjU+PoDKN+Uq+qF+dxDfFQgpIHZlB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5q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7gocMA&#10;AADeAAAADwAAAGRycy9kb3ducmV2LnhtbERPPU/DMBDdkfofrENio04zIEjrVhVSK0YIDB2v8TVO&#10;G99FtmkCvx4jIbHd0/u81WbyvbpSiJ2wgcW8AEXciO24NfDxvrt/BBUTssVemAx8UYTNenazwsrK&#10;yG90rVOrcgjHCg24lIZK69g48hjnMhBn7iTBY8owtNoGHHO473VZFA/aY8e5weFAz46aS/3pDYz7&#10;5nguTwfrvsMgu/pVzmUvxtzdTtslqERT+hf/uV9snl+UTwv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7go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RuwcUA&#10;AADeAAAADwAAAGRycy9kb3ducmV2LnhtbERPS2sCMRC+C/6HMAVvmu0eWrsaxUeFIpbi6z7dTHdX&#10;k8myibr++6Yg9DYf33PG09YacaXGV44VPA8SEMS50xUXCg77VX8IwgdkjcYxKbiTh+mk2xljpt2N&#10;t3TdhULEEPYZKihDqDMpfV6SRT9wNXHkflxjMUTYFFI3eIvh1sg0SV6kxYpjQ4k1LUrKz7uLVbD6&#10;WppT+rmdHWVYvL9+m+F6vtwo1XtqZyMQgdrwL364P3Scn6RvKfy9E2+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G7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4WzsYA&#10;AADeAAAADwAAAGRycy9kb3ducmV2LnhtbERPTWvCQBC9F/oflin0IrrRUElTV5FCUaGCRqHXMTtN&#10;gtnZkN0m8d93C0Jv83ifs1gNphYdta6yrGA6iUAQ51ZXXCg4nz7GCQjnkTXWlknBjRyslo8PC0y1&#10;7flIXeYLEULYpaig9L5JpXR5SQbdxDbEgfu2rUEfYFtI3WIfwk0tZ1E0lwYrDg0lNvReUn7NfoyC&#10;7vB5Kbada3bXZORe4stms9dfSj0/Des3EJ4G/y++u7c6zI9mrzH8vRNu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4Wz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wp8UA&#10;AADeAAAADwAAAGRycy9kb3ducmV2LnhtbERPTWsCMRC9C/0PYYTeNHGxRVej1ELBS6FaD3obN+Pu&#10;4mayTaJu++ubgtDbPN7nzJedbcSVfKgdaxgNFQjiwpmaSw27z7fBBESIyAYbx6ThmwIsFw+9OebG&#10;3XhD120sRQrhkKOGKsY2lzIUFVkMQ9cSJ+7kvMWYoC+l8XhL4baRmVLP0mLNqaHCll4rKs7bi9Ww&#10;mk5WXx9jfv/ZHA902B/PT5lXWj/2u5cZiEhd/Bff3WuT5qtsOoa/d9IN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/CnxQAAAN4AAAAPAAAAAAAAAAAAAAAAAJgCAABkcnMv&#10;ZG93bnJldi54bWxQSwUGAAAAAAQABAD1AAAAigMAAAAA&#10;" fillcolor="black" stroked="f"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RbPMUA&#10;AADeAAAADwAAAGRycy9kb3ducmV2LnhtbERPTWvCQBC9F/wPywje6saAotFVqm2hoD2oPfQ4ZqfJ&#10;kuxsyK4a/fVdodDbPN7nLFadrcWFWm8cKxgNExDEudOGCwVfx/fnKQgfkDXWjknBjTyslr2nBWba&#10;XXlPl0MoRAxhn6GCMoQmk9LnJVn0Q9cQR+7HtRZDhG0hdYvXGG5rmSbJRFo0HBtKbGhTUl4dzlbB&#10;93ZipntD6Wl3X7/p3bhaf75WSg363cscRKAu/Iv/3B86zk/S2Rge78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Fs8xQAAAN4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SoecQA&#10;AADeAAAADwAAAGRycy9kb3ducmV2LnhtbERPTWsCMRC9F/ofwhS81UQPYrdGEYvoxYO2pddhM27W&#10;3Uy2SdTVX98UCr3N433ObNG7VlwoxNqzhtFQgSAuvam50vDxvn6egogJ2WDrmTTcKMJi/vgww8L4&#10;K+/pckiVyCEcC9RgU+oKKWNpyWEc+o44c0cfHKYMQyVNwGsOd60cKzWRDmvODRY7Wlkqm8PZaQjL&#10;r7fmzufPRt13t7g59d9TtFoPnvrlK4hEffoX/7m3Js9X45cJ/L6Tb5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UqH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m7qcQA&#10;AADeAAAADwAAAGRycy9kb3ducmV2LnhtbERP22oCMRB9L/QfwhT6UmrSfai6NUopCAWl4OUDppvp&#10;7tJksmxGXf36piD4NodzndliCF4dqU9tZAsvIwOKuIqu5drCfrd8noBKguzQRyYLZ0qwmN/fzbB0&#10;8cQbOm6lVjmEU4kWGpGu1DpVDQVMo9gRZ+4n9gElw77WrsdTDg9eF8a86oAt54YGO/poqPrdHoIF&#10;X3z76Wqc1nLe67W5BNk8fTlrHx+G9zdQQoPcxFf3p8vzTTEdw/87+QY9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pu6n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ZugccA&#10;AADeAAAADwAAAGRycy9kb3ducmV2LnhtbESPQU/DMAyF70j8h8hI3FhKDwi6ZRMwTeplB8qmXb3G&#10;ayoSp2rC1vHr8QGJm633/N7nxWoKXp1pTH1kA4+zAhRxG23PnYHd5+bhGVTKyBZ9ZDJwpQSr5e3N&#10;AisbL/xB5yZ3SkI4VWjA5TxUWqfWUcA0iwOxaKc4Bsyyjp22I14kPHhdFsWTDtizNDgc6N1R+9V8&#10;BwPrZvDlrnZv6bDfHo++/tnQYW3M/d30OgeVacr/5r/r2gp+Ub4Ir7wjM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mboHHAAAA3g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95LMMA&#10;AADeAAAADwAAAGRycy9kb3ducmV2LnhtbERPPWvDMBDdC/kP4gLdaikZ0tqNEkJIwJCpaTJkO6Sr&#10;7dY6GUu1nX9fFQrd7vE+b72dXCsG6kPjWcMiUyCIjbcNVxou78enFxAhIltsPZOGOwXYbmYPayys&#10;H/mNhnOsRArhUKCGOsaukDKYmhyGzHfEifvwvcOYYF9J2+OYwl0rl0qtpMOGU0ONHe1rMl/nb6fh&#10;8yhP3ig018t1LO3z7bCiVmn9OJ92ryAiTfFf/OcubZqvlnkOv++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S95L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a5zMYA&#10;AADeAAAADwAAAGRycy9kb3ducmV2LnhtbESPQWsCMRCF70L/QxihN01UKLI1ihYEaemhWkqP42bc&#10;XXYzWZKo23/fORR6m2HevPe+1WbwnbpRTE1gC7OpAUVcBtdwZeHztJ8sQaWM7LALTBZ+KMFm/TBa&#10;YeHCnT/odsyVEhNOBVqoc+4LrVNZk8c0DT2x3C4hesyyxkq7iHcx952eG/OkPTYsCTX29FJT2R6v&#10;3sL39Y0v74vXbdzlrzCcUjs/L1trH8fD9hlUpiH/i/++D07qm4URAMGRG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a5zMYAAADe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fJJcUA&#10;AADeAAAADwAAAGRycy9kb3ducmV2LnhtbERPS2sCMRC+F/wPYYTeaqLVoluj1EKhF6E+DnobN9Pd&#10;xc1km6S6+usbQehtPr7nTOetrcWJfKgca+j3FAji3JmKCw3bzcfTGESIyAZrx6ThQgHms87DFDPj&#10;zryi0zoWIoVwyFBDGWOTSRnykiyGnmuIE/ftvMWYoC+k8XhO4baWA6VepMWKU0OJDb2XlB/Xv1bD&#10;YjJe/HwNeXldHfa03x2Oo4FXWj9227dXEJHa+C++uz9Nmq+eVR9u76Qb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h8klxQAAAN4AAAAPAAAAAAAAAAAAAAAAAJgCAABkcnMv&#10;ZG93bnJldi54bWxQSwUGAAAAAAQABAD1AAAAigMAAAAA&#10;" fillcolor="black" stroked="f"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c+MMA&#10;AADeAAAADwAAAGRycy9kb3ducmV2LnhtbERPTUsDMRC9C/0PYQrebGILImvTshRE8bStLb1ON+Nm&#10;cTNZkpiu/94Igrd5vM9Zbyc3iEwh9p413C8UCOLWm547Dcf357tHEDEhGxw8k4ZvirDdzG7WWBl/&#10;5T3lQ+pECeFYoQab0lhJGVtLDuPCj8SF+/DBYSowdNIEvJZwN8ilUg/SYc+lweJIO0vt5+HLaciX&#10;XVOv8jnb/Vuou+Cbl9Ol0fp2PtVPIBJN6V/85341Zb5aqSX8vlNu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Nc+M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O9asUA&#10;AADeAAAADwAAAGRycy9kb3ducmV2LnhtbERPTWsCMRC9F/ofwgi91cQKoqtRRNqiXtquhXocNtPN&#10;0s1k2cR19dc3QqG3ebzPWax6V4uO2lB51jAaKhDEhTcVlxo+Dy+PUxAhIhusPZOGCwVYLe/vFpgZ&#10;f+YP6vJYihTCIUMNNsYmkzIUlhyGoW+IE/ftW4cxwbaUpsVzCne1fFJqIh1WnBosNrSxVPzkJ6ch&#10;jDbPX3t3nXXHV8tv+c5O3kur9cOgX89BROrjv/jPvTVpvhqrMdze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71q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464B7" w:rsidRDefault="00E464B7" w:rsidP="00E464B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464B7" w:rsidRPr="0081108E" w:rsidRDefault="00E464B7" w:rsidP="00E464B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E464B7" w:rsidRPr="0081108E" w:rsidRDefault="00E464B7" w:rsidP="00E464B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E464B7" w:rsidRPr="0081108E" w:rsidRDefault="00E464B7" w:rsidP="00E464B7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E464B7" w:rsidRPr="0081108E" w:rsidRDefault="00E464B7" w:rsidP="00E464B7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E464B7" w:rsidRPr="0081108E" w:rsidRDefault="00E464B7" w:rsidP="00E464B7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E464B7" w:rsidRDefault="00E464B7" w:rsidP="00E464B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Кондратюку М.О.</w:t>
      </w: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Кондратюка М.О.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464B7" w:rsidRPr="001920C6" w:rsidRDefault="00E464B7" w:rsidP="00E464B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464B7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Кондратюку Максиму Олеговичу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884330">
        <w:rPr>
          <w:rFonts w:ascii="Times New Roman" w:eastAsia="Calibri" w:hAnsi="Times New Roman" w:cs="Times New Roman"/>
          <w:sz w:val="24"/>
          <w:lang w:val="en-US"/>
        </w:rPr>
        <w:t>______________</w:t>
      </w:r>
      <w:bookmarkStart w:id="0" w:name="_GoBack"/>
      <w:bookmarkEnd w:id="0"/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CC519B">
        <w:rPr>
          <w:rFonts w:ascii="Times New Roman" w:eastAsia="Calibri" w:hAnsi="Times New Roman" w:cs="Times New Roman"/>
          <w:sz w:val="24"/>
          <w:lang w:val="uk-UA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25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00га, для </w:t>
      </w:r>
      <w:r>
        <w:rPr>
          <w:rFonts w:ascii="Times New Roman" w:eastAsia="Calibri" w:hAnsi="Times New Roman" w:cs="Times New Roman"/>
          <w:sz w:val="24"/>
          <w:lang w:val="uk-UA"/>
        </w:rPr>
        <w:t>будівництва та обслуговування житлового будинку, господарських будівель і споруд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 яка розташована на території  </w:t>
      </w:r>
      <w:proofErr w:type="spellStart"/>
      <w:r w:rsidRPr="001920C6">
        <w:rPr>
          <w:rFonts w:ascii="Times New Roman" w:eastAsia="Calibri" w:hAnsi="Times New Roman" w:cs="Times New Roman"/>
          <w:sz w:val="24"/>
          <w:lang w:val="uk-UA"/>
        </w:rPr>
        <w:t>Крупець</w:t>
      </w:r>
      <w:r w:rsidRPr="00CC519B">
        <w:rPr>
          <w:rFonts w:ascii="Times New Roman" w:eastAsia="Calibri" w:hAnsi="Times New Roman" w:cs="Times New Roman"/>
          <w:sz w:val="24"/>
          <w:lang w:val="uk-UA"/>
        </w:rPr>
        <w:t>кої</w:t>
      </w:r>
      <w:proofErr w:type="spellEnd"/>
      <w:r w:rsidRPr="00CC519B">
        <w:rPr>
          <w:rFonts w:ascii="Times New Roman" w:eastAsia="Calibri" w:hAnsi="Times New Roman" w:cs="Times New Roman"/>
          <w:sz w:val="24"/>
          <w:lang w:val="uk-UA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в  с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елі Крупець.  </w:t>
      </w: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</w:t>
      </w:r>
      <w:r w:rsidRPr="001920C6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  <w:lang w:val="uk-UA"/>
        </w:rPr>
        <w:t>. Кондратюку М.О.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ради.</w:t>
      </w:r>
    </w:p>
    <w:p w:rsidR="00E464B7" w:rsidRPr="001920C6" w:rsidRDefault="00E464B7" w:rsidP="00E464B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464B7" w:rsidRPr="00E464B7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E464B7" w:rsidRPr="001920C6" w:rsidRDefault="00E464B7" w:rsidP="00E464B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80D5F" w:rsidRPr="00E464B7" w:rsidRDefault="00E464B7" w:rsidP="00E464B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680D5F" w:rsidRPr="00E464B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464B7"/>
    <w:rsid w:val="00171A2E"/>
    <w:rsid w:val="00304C90"/>
    <w:rsid w:val="00505B6D"/>
    <w:rsid w:val="00680D5F"/>
    <w:rsid w:val="006D3977"/>
    <w:rsid w:val="007D6C18"/>
    <w:rsid w:val="00884330"/>
    <w:rsid w:val="00D1641A"/>
    <w:rsid w:val="00E46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4B7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235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2020-12-10T13:12:00Z</dcterms:created>
  <dcterms:modified xsi:type="dcterms:W3CDTF">2020-12-11T07:17:00Z</dcterms:modified>
</cp:coreProperties>
</file>