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37" w:rsidRDefault="00AF4537" w:rsidP="00AF453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37" w:rsidRDefault="00AF4537" w:rsidP="00AF45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4537" w:rsidRDefault="00AF4537" w:rsidP="00AF45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F4537" w:rsidRDefault="00AF4537" w:rsidP="00AF453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4537" w:rsidRDefault="00AF4537" w:rsidP="00AF45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F4537" w:rsidRDefault="00AF4537" w:rsidP="00AF45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4537" w:rsidRDefault="00AF4537" w:rsidP="00AF45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№58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F4537" w:rsidRPr="00AF2E62" w:rsidRDefault="00AF4537" w:rsidP="00AF453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F4537" w:rsidRPr="00AF2E62" w:rsidRDefault="00AF4537" w:rsidP="00AF453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F4537" w:rsidRPr="00AF2E62" w:rsidRDefault="00AF4537" w:rsidP="00AF45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F4537" w:rsidRPr="00AF2E62" w:rsidRDefault="00AF4537" w:rsidP="00AF45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F4537" w:rsidRPr="00AF2E62" w:rsidRDefault="00AF4537" w:rsidP="00AF45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І.О.</w:t>
      </w:r>
    </w:p>
    <w:p w:rsidR="00AF4537" w:rsidRPr="00AF2E62" w:rsidRDefault="00AF4537" w:rsidP="00AF45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F4537" w:rsidRPr="00AF2E62" w:rsidRDefault="00AF4537" w:rsidP="00AF45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Чулія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І.О.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F4537" w:rsidRPr="00144766" w:rsidRDefault="00AF4537" w:rsidP="00AF45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F4537" w:rsidRPr="00AF2E62" w:rsidRDefault="00AF4537" w:rsidP="00AF45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Івану Олександровичу,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F28B9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0,25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>розташована в с. Крупець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F4537" w:rsidRPr="00AF2E62" w:rsidRDefault="00AF4537" w:rsidP="00AF45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І.О.,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F4537" w:rsidRPr="00AF2E62" w:rsidRDefault="00AF4537" w:rsidP="00AF45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F4537" w:rsidRPr="00AF2E62" w:rsidRDefault="00AF4537" w:rsidP="00AF45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F4537" w:rsidRPr="00AF2E62" w:rsidRDefault="00AF4537" w:rsidP="00AF45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F4537" w:rsidRPr="00AF2E62" w:rsidRDefault="00AF4537" w:rsidP="00AF45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F4537" w:rsidRDefault="00AF4537" w:rsidP="00AF453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F4537" w:rsidRDefault="00AF4537" w:rsidP="00AF453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848C9" w:rsidRPr="00AF4537" w:rsidRDefault="00AF4537" w:rsidP="00AF45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848C9" w:rsidRPr="00AF453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37"/>
    <w:rsid w:val="002F28B9"/>
    <w:rsid w:val="004848C9"/>
    <w:rsid w:val="00AF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3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F453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F453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F453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3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F453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F453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F453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234</Words>
  <Characters>1334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2021-07-07T06:37:00Z</dcterms:created>
  <dcterms:modified xsi:type="dcterms:W3CDTF">2021-07-07T08:20:00Z</dcterms:modified>
</cp:coreProperties>
</file>