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555" w:rsidRDefault="00156555" w:rsidP="0015655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555" w:rsidRDefault="00156555" w:rsidP="001565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56555" w:rsidRDefault="00156555" w:rsidP="001565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56555" w:rsidRDefault="00156555" w:rsidP="001565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6555" w:rsidRDefault="00156555" w:rsidP="001565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6555" w:rsidRDefault="00156555" w:rsidP="0015655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6555" w:rsidRDefault="00156555" w:rsidP="001565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56555" w:rsidRDefault="00156555" w:rsidP="0015655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56555" w:rsidRDefault="00156555" w:rsidP="001565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56555" w:rsidRDefault="00156555" w:rsidP="001565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56555" w:rsidRDefault="00156555" w:rsidP="001565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6555" w:rsidRDefault="00156555" w:rsidP="001565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56555" w:rsidRDefault="00156555" w:rsidP="001565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6555" w:rsidRDefault="00156555" w:rsidP="001565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56555" w:rsidRDefault="00156555" w:rsidP="0015655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56555" w:rsidRDefault="00156555" w:rsidP="0015655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№18</w:t>
      </w:r>
    </w:p>
    <w:p w:rsidR="00156555" w:rsidRPr="00DE6ED3" w:rsidRDefault="00156555" w:rsidP="0015655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56555" w:rsidRPr="00DE6ED3" w:rsidRDefault="00156555" w:rsidP="0015655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156555" w:rsidRPr="00DE6ED3" w:rsidRDefault="00156555" w:rsidP="0015655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156555" w:rsidRPr="00DE6ED3" w:rsidRDefault="00156555" w:rsidP="0015655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Мовчанець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В.П.</w:t>
      </w:r>
    </w:p>
    <w:p w:rsidR="00156555" w:rsidRPr="00DE6ED3" w:rsidRDefault="00156555" w:rsidP="001565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6555" w:rsidRPr="00DE6ED3" w:rsidRDefault="00156555" w:rsidP="001565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Мовчанець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В.П.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156555" w:rsidRPr="00DE6ED3" w:rsidRDefault="00156555" w:rsidP="001565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156555" w:rsidRPr="00DE6ED3" w:rsidRDefault="00156555" w:rsidP="001565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Мовчанцю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Володимиру Петровичу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0,2268 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район,  с. Лисиче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56555" w:rsidRPr="00DE6ED3" w:rsidRDefault="00156555" w:rsidP="0015655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Мовчанцю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Володимиру Петровичу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DE6ED3">
        <w:rPr>
          <w:rFonts w:ascii="Times New Roman" w:eastAsia="Calibri" w:hAnsi="Times New Roman" w:cs="Times New Roman"/>
          <w:sz w:val="24"/>
        </w:rPr>
        <w:t xml:space="preserve"> який  зареєстро</w:t>
      </w:r>
      <w:r>
        <w:rPr>
          <w:rFonts w:ascii="Times New Roman" w:eastAsia="Calibri" w:hAnsi="Times New Roman" w:cs="Times New Roman"/>
          <w:sz w:val="24"/>
        </w:rPr>
        <w:t xml:space="preserve">ваний за адресою: </w:t>
      </w:r>
      <w:r w:rsidR="002828EF" w:rsidRPr="002828EF">
        <w:rPr>
          <w:rFonts w:ascii="Times New Roman" w:eastAsia="Calibri" w:hAnsi="Times New Roman" w:cs="Times New Roman"/>
          <w:sz w:val="24"/>
          <w:lang w:val="ru-RU"/>
        </w:rPr>
        <w:t>__________________</w:t>
      </w:r>
      <w:r w:rsidRPr="00DE6ED3"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2828EF" w:rsidRPr="002828E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0,2268 га, кадастровий номер: 6823984700:01:017:0024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район, с. Лисиче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56555" w:rsidRPr="00DE6ED3" w:rsidRDefault="00156555" w:rsidP="0015655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Мовчанцю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В.П.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156555" w:rsidRPr="00DE6ED3" w:rsidRDefault="00156555" w:rsidP="0015655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56555" w:rsidRPr="00DE6ED3" w:rsidRDefault="00156555" w:rsidP="001565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6555" w:rsidRDefault="00156555" w:rsidP="001565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6555" w:rsidRDefault="00156555" w:rsidP="001565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6555" w:rsidRPr="00DE6ED3" w:rsidRDefault="00156555" w:rsidP="001565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CBE" w:rsidRPr="00156555" w:rsidRDefault="00156555" w:rsidP="0015655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41CBE" w:rsidRPr="0015655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555"/>
    <w:rsid w:val="00156555"/>
    <w:rsid w:val="00171A2E"/>
    <w:rsid w:val="002828EF"/>
    <w:rsid w:val="00304C90"/>
    <w:rsid w:val="00505B6D"/>
    <w:rsid w:val="006D3977"/>
    <w:rsid w:val="007D6C18"/>
    <w:rsid w:val="00B41CB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15655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15655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15655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15655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15655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15655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1111</Words>
  <Characters>634</Characters>
  <Application>Microsoft Office Word</Application>
  <DocSecurity>0</DocSecurity>
  <Lines>5</Lines>
  <Paragraphs>3</Paragraphs>
  <ScaleCrop>false</ScaleCrop>
  <Company>Microsoft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2021-03-30T12:55:00Z</dcterms:created>
  <dcterms:modified xsi:type="dcterms:W3CDTF">2021-03-31T06:06:00Z</dcterms:modified>
</cp:coreProperties>
</file>