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F5B" w:rsidRDefault="00A53AC5" w:rsidP="007B5F5B">
      <w:pPr>
        <w:jc w:val="both"/>
        <w:rPr>
          <w:rFonts w:ascii="Times New Roman" w:hAnsi="Times New Roman" w:cs="Times New Roman"/>
        </w:rPr>
      </w:pPr>
      <w:r w:rsidRPr="00A53AC5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B5F5B" w:rsidRDefault="007B5F5B" w:rsidP="007B5F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B5F5B" w:rsidRDefault="007B5F5B" w:rsidP="007B5F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B5F5B" w:rsidRDefault="007B5F5B" w:rsidP="007B5F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B5F5B" w:rsidRDefault="007B5F5B" w:rsidP="007B5F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B5F5B" w:rsidRDefault="007B5F5B" w:rsidP="007B5F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B5F5B" w:rsidRDefault="007B5F5B" w:rsidP="007B5F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B5F5B" w:rsidRDefault="007B5F5B" w:rsidP="007B5F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B5F5B" w:rsidRDefault="007B5F5B" w:rsidP="007B5F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B5F5B" w:rsidRDefault="007B5F5B" w:rsidP="007B5F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B5F5B" w:rsidRDefault="007B5F5B" w:rsidP="007B5F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B5F5B" w:rsidRDefault="007B5F5B" w:rsidP="007B5F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B5F5B" w:rsidRDefault="007B5F5B" w:rsidP="007B5F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B5F5B" w:rsidRDefault="007B5F5B" w:rsidP="007B5F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B5F5B" w:rsidRDefault="007B5F5B" w:rsidP="007B5F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B5F5B" w:rsidRDefault="007B5F5B" w:rsidP="007B5F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B5F5B" w:rsidRDefault="007B5F5B" w:rsidP="007B5F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B5F5B" w:rsidRDefault="007B5F5B" w:rsidP="007B5F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B5F5B" w:rsidRDefault="007B5F5B" w:rsidP="007B5F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B5F5B" w:rsidRDefault="007B5F5B" w:rsidP="007B5F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B5F5B" w:rsidRDefault="007B5F5B" w:rsidP="007B5F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7B5F5B" w:rsidRDefault="007B5F5B" w:rsidP="007B5F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7B5F5B" w:rsidRDefault="007B5F5B" w:rsidP="007B5F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7B5F5B" w:rsidRDefault="007B5F5B" w:rsidP="007B5F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7B5F5B" w:rsidRDefault="007B5F5B" w:rsidP="007B5F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7B5F5B" w:rsidRDefault="007B5F5B" w:rsidP="007B5F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7B5F5B" w:rsidRDefault="007B5F5B" w:rsidP="007B5F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7B5F5B" w:rsidRDefault="007B5F5B" w:rsidP="007B5F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7B5F5B" w:rsidRDefault="007B5F5B" w:rsidP="007B5F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7B5F5B" w:rsidRDefault="007B5F5B" w:rsidP="007B5F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7B5F5B" w:rsidRDefault="007B5F5B" w:rsidP="007B5F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7B5F5B" w:rsidRDefault="007B5F5B" w:rsidP="007B5F5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B5F5B" w:rsidRDefault="007B5F5B" w:rsidP="007B5F5B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B5F5B" w:rsidRDefault="007B5F5B" w:rsidP="007B5F5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B5F5B" w:rsidRDefault="007B5F5B" w:rsidP="007B5F5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7B5F5B" w:rsidRDefault="007B5F5B" w:rsidP="007B5F5B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B5F5B" w:rsidRDefault="007B5F5B" w:rsidP="007B5F5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B5F5B" w:rsidRDefault="007B5F5B" w:rsidP="007B5F5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B5F5B" w:rsidRDefault="007B5F5B" w:rsidP="007B5F5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B5F5B" w:rsidRDefault="007B5F5B" w:rsidP="007B5F5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7B5F5B" w:rsidRDefault="007B5F5B" w:rsidP="007B5F5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B5F5B" w:rsidRDefault="007B5F5B" w:rsidP="007B5F5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B5F5B" w:rsidRDefault="007B5F5B" w:rsidP="007B5F5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B5F5B" w:rsidRDefault="007B5F5B" w:rsidP="007B5F5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B5F5B" w:rsidRPr="003C4F33" w:rsidRDefault="007B5F5B" w:rsidP="007B5F5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№82</w:t>
      </w:r>
    </w:p>
    <w:p w:rsidR="007B5F5B" w:rsidRPr="00600A84" w:rsidRDefault="007B5F5B" w:rsidP="007B5F5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5F5B" w:rsidRPr="00600A84" w:rsidRDefault="007B5F5B" w:rsidP="007B5F5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00A84">
        <w:rPr>
          <w:rFonts w:ascii="Times New Roman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7B5F5B" w:rsidRPr="00600A84" w:rsidRDefault="007B5F5B" w:rsidP="007B5F5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00A84">
        <w:rPr>
          <w:rFonts w:ascii="Times New Roman" w:hAnsi="Times New Roman" w:cs="Times New Roman"/>
          <w:b/>
          <w:sz w:val="24"/>
          <w:szCs w:val="24"/>
        </w:rPr>
        <w:t xml:space="preserve">із землеустрою щодо встановлення </w:t>
      </w:r>
    </w:p>
    <w:p w:rsidR="007B5F5B" w:rsidRPr="00600A84" w:rsidRDefault="007B5F5B" w:rsidP="007B5F5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00A84">
        <w:rPr>
          <w:rFonts w:ascii="Times New Roman" w:hAnsi="Times New Roman" w:cs="Times New Roman"/>
          <w:b/>
          <w:sz w:val="24"/>
          <w:szCs w:val="24"/>
        </w:rPr>
        <w:t>(відновлення)  меж земельної ділянки</w:t>
      </w:r>
    </w:p>
    <w:p w:rsidR="007B5F5B" w:rsidRPr="00600A84" w:rsidRDefault="007B5F5B" w:rsidP="007B5F5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00A84">
        <w:rPr>
          <w:rFonts w:ascii="Times New Roman" w:hAnsi="Times New Roman" w:cs="Times New Roman"/>
          <w:b/>
          <w:sz w:val="24"/>
          <w:szCs w:val="24"/>
        </w:rPr>
        <w:t>в натурі (на місцевості) Марченко В.П.</w:t>
      </w:r>
    </w:p>
    <w:p w:rsidR="007B5F5B" w:rsidRPr="00600A84" w:rsidRDefault="007B5F5B" w:rsidP="007B5F5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B5F5B" w:rsidRPr="00600A84" w:rsidRDefault="007B5F5B" w:rsidP="007B5F5B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0A84">
        <w:rPr>
          <w:rFonts w:ascii="Times New Roman" w:hAnsi="Times New Roman" w:cs="Times New Roman"/>
          <w:sz w:val="24"/>
          <w:szCs w:val="24"/>
        </w:rPr>
        <w:t xml:space="preserve">          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 розглянувши заяву  Марченко В.П., сільська рада</w:t>
      </w:r>
    </w:p>
    <w:p w:rsidR="007B5F5B" w:rsidRPr="00600A84" w:rsidRDefault="007B5F5B" w:rsidP="007B5F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0A84">
        <w:rPr>
          <w:rFonts w:ascii="Times New Roman" w:hAnsi="Times New Roman" w:cs="Times New Roman"/>
          <w:sz w:val="24"/>
          <w:szCs w:val="24"/>
        </w:rPr>
        <w:t>ВИРІШИЛА:</w:t>
      </w:r>
    </w:p>
    <w:p w:rsidR="007B5F5B" w:rsidRPr="00600A84" w:rsidRDefault="007B5F5B" w:rsidP="007B5F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0A84">
        <w:rPr>
          <w:rFonts w:ascii="Times New Roman" w:hAnsi="Times New Roman" w:cs="Times New Roman"/>
          <w:sz w:val="24"/>
          <w:szCs w:val="24"/>
        </w:rPr>
        <w:t xml:space="preserve">        1.Затвердити  Марченко Віталію Петровичу, який зареєстрований за адресою: </w:t>
      </w:r>
      <w:r w:rsidR="003F3ACD" w:rsidRPr="003F3ACD">
        <w:rPr>
          <w:rFonts w:ascii="Times New Roman" w:hAnsi="Times New Roman" w:cs="Times New Roman"/>
          <w:sz w:val="24"/>
          <w:szCs w:val="24"/>
        </w:rPr>
        <w:t>_______</w:t>
      </w:r>
      <w:r w:rsidRPr="00600A84">
        <w:rPr>
          <w:rFonts w:ascii="Times New Roman" w:hAnsi="Times New Roman" w:cs="Times New Roman"/>
          <w:sz w:val="24"/>
          <w:szCs w:val="24"/>
        </w:rPr>
        <w:t xml:space="preserve">, ідентифікаційний номер </w:t>
      </w:r>
      <w:r w:rsidR="003F3ACD" w:rsidRPr="003F3ACD">
        <w:rPr>
          <w:rFonts w:ascii="Times New Roman" w:hAnsi="Times New Roman" w:cs="Times New Roman"/>
          <w:sz w:val="24"/>
          <w:szCs w:val="24"/>
        </w:rPr>
        <w:t>_________</w:t>
      </w:r>
      <w:r w:rsidRPr="00600A84">
        <w:rPr>
          <w:rFonts w:ascii="Times New Roman" w:hAnsi="Times New Roman" w:cs="Times New Roman"/>
          <w:sz w:val="24"/>
          <w:szCs w:val="24"/>
        </w:rPr>
        <w:t xml:space="preserve">, технічну документацію із землеустрою щодо встановлення (відновлення) меж земельної ділянки в натурі (на місцевості) та передати її у приватну власність,  площею 0,2500 га, (кадастровий номер 6823982100:01:004:0037), для будівництва та обслуговування  житлового будинку,  господарських будівель і споруд (присадибна  ділянка),  земельна ділянка  розташована Хмельницька область, </w:t>
      </w:r>
      <w:proofErr w:type="spellStart"/>
      <w:r w:rsidRPr="00600A84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600A84">
        <w:rPr>
          <w:rFonts w:ascii="Times New Roman" w:hAnsi="Times New Roman" w:cs="Times New Roman"/>
          <w:sz w:val="24"/>
          <w:szCs w:val="24"/>
        </w:rPr>
        <w:t xml:space="preserve"> район,  </w:t>
      </w:r>
      <w:proofErr w:type="spellStart"/>
      <w:r w:rsidRPr="00600A84">
        <w:rPr>
          <w:rFonts w:ascii="Times New Roman" w:hAnsi="Times New Roman" w:cs="Times New Roman"/>
          <w:sz w:val="24"/>
          <w:szCs w:val="24"/>
        </w:rPr>
        <w:t>с.Головлі</w:t>
      </w:r>
      <w:proofErr w:type="spellEnd"/>
      <w:r w:rsidRPr="00600A84">
        <w:rPr>
          <w:rFonts w:ascii="Times New Roman" w:hAnsi="Times New Roman" w:cs="Times New Roman"/>
          <w:sz w:val="24"/>
          <w:szCs w:val="24"/>
        </w:rPr>
        <w:t>,    вулиця  Одеська,  63.</w:t>
      </w:r>
    </w:p>
    <w:p w:rsidR="007B5F5B" w:rsidRPr="00600A84" w:rsidRDefault="007B5F5B" w:rsidP="007B5F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0A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600A84">
        <w:rPr>
          <w:rFonts w:ascii="Times New Roman" w:hAnsi="Times New Roman" w:cs="Times New Roman"/>
          <w:sz w:val="24"/>
          <w:szCs w:val="24"/>
        </w:rPr>
        <w:t xml:space="preserve"> 2. Марченко В.П., посвідчити своє право  в  установленому  законом  порядку.</w:t>
      </w:r>
    </w:p>
    <w:p w:rsidR="007B5F5B" w:rsidRPr="00600A84" w:rsidRDefault="007B5F5B" w:rsidP="007B5F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0A84">
        <w:rPr>
          <w:rFonts w:ascii="Times New Roman" w:hAnsi="Times New Roman" w:cs="Times New Roman"/>
          <w:sz w:val="24"/>
          <w:szCs w:val="24"/>
        </w:rPr>
        <w:t xml:space="preserve">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B5F5B" w:rsidRPr="007B5F5B" w:rsidRDefault="007B5F5B" w:rsidP="007B5F5B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B5F5B" w:rsidRPr="00600A84" w:rsidRDefault="007B5F5B" w:rsidP="007B5F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2232" w:rsidRPr="007B5F5B" w:rsidRDefault="007B5F5B" w:rsidP="007B5F5B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00A84">
        <w:rPr>
          <w:rFonts w:ascii="Times New Roman" w:hAnsi="Times New Roman" w:cs="Times New Roman"/>
          <w:sz w:val="24"/>
          <w:szCs w:val="24"/>
        </w:rPr>
        <w:t>Сільський  голова                                                                                            В.А.</w:t>
      </w:r>
      <w:proofErr w:type="spellStart"/>
      <w:r w:rsidRPr="00600A84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sectPr w:rsidR="00702232" w:rsidRPr="007B5F5B" w:rsidSect="007022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7B5F5B"/>
    <w:rsid w:val="00171A2E"/>
    <w:rsid w:val="002A2C8C"/>
    <w:rsid w:val="00304C90"/>
    <w:rsid w:val="003F3ACD"/>
    <w:rsid w:val="00505B6D"/>
    <w:rsid w:val="006D3977"/>
    <w:rsid w:val="00702232"/>
    <w:rsid w:val="007B5F5B"/>
    <w:rsid w:val="007D6C18"/>
    <w:rsid w:val="00A53AC5"/>
    <w:rsid w:val="00D11F40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F5B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2</TotalTime>
  <Pages>1</Pages>
  <Words>269</Words>
  <Characters>1538</Characters>
  <Application>Microsoft Office Word</Application>
  <DocSecurity>0</DocSecurity>
  <Lines>12</Lines>
  <Paragraphs>3</Paragraphs>
  <ScaleCrop>false</ScaleCrop>
  <Company>Microsoft</Company>
  <LinksUpToDate>false</LinksUpToDate>
  <CharactersWithSpaces>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2019-12-17T14:13:00Z</dcterms:created>
  <dcterms:modified xsi:type="dcterms:W3CDTF">2019-12-18T07:02:00Z</dcterms:modified>
</cp:coreProperties>
</file>