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665B05C" wp14:editId="062B724C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56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56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39R8UA&#10;AADcAAAADwAAAGRycy9kb3ducmV2LnhtbESPQWsCMRSE7wX/Q3hCbzXbiNuyGkWUloKnaiseH5vn&#10;7tLNy5Kk6/bfG6HgcZiZb5jFarCt6MmHxrGG50kGgrh0puFKw9fh7ekVRIjIBlvHpOGPAqyWo4cF&#10;FsZd+JP6faxEgnAoUEMdY1dIGcqaLIaJ64iTd3beYkzSV9J4vCS4baXKslxabDgt1NjRpqbyZ/9r&#10;Nex6lR9P71t7mFbqxZfT761qWq0fx8N6DiLSEO/h//aH0TDLFdzOpCM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3f1H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XhiMQA&#10;AADcAAAADwAAAGRycy9kb3ducmV2LnhtbESPQYvCMBSE7wv+h/AEL6JpV1alGkWEBXVBsApeH82z&#10;rTYvpYna/fcbQdjjMDPfMPNlayrxoMaVlhXEwwgEcWZ1ybmC0/F7MAXhPLLGyjIp+CUHy0XnY46J&#10;tk8+0CP1uQgQdgkqKLyvEyldVpBBN7Q1cfAutjHog2xyqRt8Brip5GcUjaXBksNCgTWtC8pu6d0o&#10;kMd067eT0vTj3Xnfxva6/smuSvW67WoGwlPr/8Pv9kYr+BqP4HUmHA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l4Yj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NCZMYA&#10;AADcAAAADwAAAGRycy9kb3ducmV2LnhtbESPT2sCMRTE70K/Q3iFXkSzFhXdGsUWLOJB8N/9dfPc&#10;Xd28bJNUt376piB4HGbmN8xk1phKXMj50rKCXjcBQZxZXXKuYL9bdEYgfEDWWFkmBb/kYTZ9ak0w&#10;1fbKG7psQy4ihH2KCooQ6lRKnxVk0HdtTRy9o3UGQ5Qul9rhNcJNJV+TZCgNlhwXCqzpo6DsvP0x&#10;ChZLOo8P9fdn/+YG+ej0tV6979pKvTw38zcQgZrwCN/bS61gMOzD/5l4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NCZMYAAADc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QK98UA&#10;AADcAAAADwAAAGRycy9kb3ducmV2LnhtbESPzWrDMBCE74W8g9hAb42cgE1wI4fSkFLoKWlIrxtr&#10;/ZNIK2Optvv2UaHQ4zAz3zCb7WSNGKj3rWMFy0UCgrh0uuVawelz/7QG4QOyRuOYFPyQh20xe9hg&#10;rt3IBxqOoRYRwj5HBU0IXS6lLxuy6BeuI45e5XqLIcq+lrrHMcKtkaskyaTFluNCgx29NlTejt9W&#10;QfKRmkt15mn9tXsrb9dxz2O7VOpxPr08gwg0hf/wX/tdK0izFH7PxCM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hAr3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15iMcA&#10;AADcAAAADwAAAGRycy9kb3ducmV2LnhtbESPT2sCMRTE74V+h/AKvRTNWnTR1Si1oEgPgv/uz81z&#10;d+vmZZukuu2nbwqCx2FmfsNMZq2pxYWcrywr6HUTEMS51RUXCva7RWcIwgdkjbVlUvBDHmbTx4cJ&#10;ZtpeeUOXbShEhLDPUEEZQpNJ6fOSDPqubYijd7LOYIjSFVI7vEa4qeVrkqTSYMVxocSG3kvKz9tv&#10;o2CxovPo0Hwt+79uUAw/j+uP+e5Fqeen9m0MIlAb7uFbe6UVDNIU/s/EI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NeYj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oxG8MA&#10;AADcAAAADwAAAGRycy9kb3ducmV2LnhtbESPS6vCMBSE94L/IRzBnaYKPqhGEcWL4MoHuj02x7ba&#10;nJQm19Z/by5ccDnMzDfMfNmYQryocrllBYN+BII4sTrnVMH5tO1NQTiPrLGwTAre5GC5aLfmGGtb&#10;84FeR5+KAGEXo4LM+zKW0iUZGXR9WxIH724rgz7IKpW6wjrATSGHUTSWBnMOCxmWtM4oeR5/jYJo&#10;Pypu9ws30+vmJ3k+6i3X+UCpbqdZzUB4avw3/N/eaQWj8QT+zoQjIBc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oxG8MAAADc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FawMEA&#10;AADcAAAADwAAAGRycy9kb3ducmV2LnhtbERPTYvCMBC9L/gfwgje1lRlRatRpCrsdbUevI3N2JY2&#10;k9LEWv31m8PCHh/ve73tTS06al1pWcFkHIEgzqwuOVeQno+fCxDOI2usLZOCFznYbgYfa4y1ffIP&#10;dSefixDCLkYFhfdNLKXLCjLoxrYhDtzdtgZ9gG0udYvPEG5qOY2iuTRYcmgosKGkoKw6PYyCy76q&#10;ZkuOZu9rlyxcckvT6f2g1GjY71YgPPX+X/zn/tYKvuZhbTgTjo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hWsDBAAAA3A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/bO8gA&#10;AADcAAAADwAAAGRycy9kb3ducmV2LnhtbESPW2vCQBSE3wX/w3KEvohuLK1odBUpLbSgD17w8nbI&#10;HpNg9mya3cbYX98VCj4OM/MNM503phA1VS63rGDQj0AQJ1bnnCrYbT96IxDOI2ssLJOCGzmYz9qt&#10;KcbaXnlN9canIkDYxagg876MpXRJRgZd35bEwTvbyqAPskqlrvAa4KaQz1E0lAZzDgsZlvSWUXLZ&#10;/BgFL1QfF8vf02p//H739tw9fLnBQamnTrOYgPDU+Ef4v/2pFbwOx3A/E46AnP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/9s7yAAAANw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7AG8IA&#10;AADcAAAADwAAAGRycy9kb3ducmV2LnhtbERPPW/CMBDdK/U/WFeJrTiA2kKIg6rQSqylYWA74iOJ&#10;Ep+j2A0pvx4PSIxP7zvZjKYVA/WutqxgNo1AEBdW11wqyH+/X5cgnEfW2FomBf/kYJM+PyUYa3vh&#10;Hxr2vhQhhF2MCirvu1hKV1Rk0E1tRxy4s+0N+gD7UuoeLyHctHIeRe/SYM2hocKOsoqKZv9nFBy2&#10;TbNYcbS4Hods6bJTns/PX0pNXsbPNQhPo3+I7+6dVvD2Ee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DsAb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BB4McA&#10;AADcAAAADwAAAGRycy9kb3ducmV2LnhtbESPQWvCQBSE7wX/w/IEL0U3kdaW6CoiFSrYQ61UvT2y&#10;zySYfZtm1xj767tCweMwM98wk1lrStFQ7QrLCuJBBII4tbrgTMH2a9l/BeE8ssbSMim4koPZtPMw&#10;wUTbC39Ss/GZCBB2CSrIva8SKV2ak0E3sBVx8I62NuiDrDOpa7wEuCnlMIpG0mDBYSHHihY5pafN&#10;2Sh4omY/X/8ePr73P2/eHh93KxfvlOp12/kYhKfW38P/7Xet4PklhtuZc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QQeD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A4jscA&#10;AADcAAAADwAAAGRycy9kb3ducmV2LnhtbESPQWvCQBSE74X+h+UVvNWN2tYSXUUU24JQMC31+sg+&#10;s9Hs25hdTeqv7xYKPQ4z8w0znXe2EhdqfOlYwaCfgCDOnS65UPD5sb5/BuEDssbKMSn4Jg/z2e3N&#10;FFPtWt7SJQuFiBD2KSowIdSplD43ZNH3XU0cvb1rLIYom0LqBtsIt5UcJsmTtFhyXDBY09JQfszO&#10;VsHuYfTuzGvmzu3q5XrcnsaHr+VGqd5dt5iACNSF//Bf+00reBwP4fdMPAJy9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QOI7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o5MQA&#10;AADcAAAADwAAAGRycy9kb3ducmV2LnhtbESPQWvCQBSE74L/YXmCt7qxopXoJlhREXuqbe+P7DMJ&#10;Zt/G7DZu/323UPA4zMw3zDoPphE9da62rGA6SUAQF1bXXCr4/Ng/LUE4j6yxsUwKfshBng0Ha0y1&#10;vfM79Wdfighhl6KCyvs2ldIVFRl0E9sSR+9iO4M+yq6UusN7hJtGPifJQhqsOS5U2NK2ouJ6/jYK&#10;Zqf57aBfy13fLA/u7XjZhzp8KTUehc0KhKfgH+H/9lErmL/M4O9MPAIy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lqOT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FcmcMA&#10;AADcAAAADwAAAGRycy9kb3ducmV2LnhtbESPQYvCMBSE74L/ITzBm6aKa7UaRVYEQTys68Hjo3k2&#10;xealNNna/febBcHjMDPfMOttZyvRUuNLxwom4wQEce50yYWC6/dhtADhA7LGyjEp+CUP202/t8ZM&#10;uyd/UXsJhYgQ9hkqMCHUmZQ+N2TRj11NHL27ayyGKJtC6gafEW4rOU2SubRYclwwWNOnofxx+bEK&#10;bsvzctKZfXJq090x5Iz4aOdKDQfdbgUiUBfe4Vf7qBV8pDP4PxOP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Fcmc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mVGcYA&#10;AADcAAAADwAAAGRycy9kb3ducmV2LnhtbESPS2/CMBCE75X6H6ytxK04BPFKMQghgbhwKM8eV/E2&#10;SYnXITYQ+PW4UqUeRzPzjWY8bUwprlS7wrKCTjsCQZxaXXCmYLddvA9BOI+ssbRMCu7kYDp5fRlj&#10;ou2NP+m68ZkIEHYJKsi9rxIpXZqTQde2FXHwvm1t0AdZZ1LXeAtwU8o4ivrSYMFhIceK5jmlp83F&#10;KDh21o9R1W328Zc/r37i5TldHPpKtd6a2QcIT43/D/+1V1pBb9CD3zPhCMjJ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mVGc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VsUsMA&#10;AADcAAAADwAAAGRycy9kb3ducmV2LnhtbESPUWvCMBSF3wf+h3CFvc3UsVWpRimK4NiT3X7Apbm2&#10;1eYmJJmt/94MBns8nHO+w1lvR9OLG/nQWVYwn2UgiGurO24UfH8dXpYgQkTW2FsmBXcKsN1MntZY&#10;aDvwiW5VbESCcChQQRujK6QMdUsGw8w64uSdrTcYk/SN1B6HBDe9fM2yXBrsOC206GjXUn2tfowC&#10;9G6xd5UcTvnlE4+Xj5LebKnU83QsVyAijfE//Nc+agXvixx+z6Qj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VsUs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OabscA&#10;AADcAAAADwAAAGRycy9kb3ducmV2LnhtbESPT2vCQBTE74LfYXlCb7qppUaiq1RtQDSX+ufg7ZF9&#10;TUKzb0N21bSfvlsQehxm5jfMfNmZWtyodZVlBc+jCARxbnXFhYLTMR1OQTiPrLG2TAq+ycFy0e/N&#10;MdH2zh90O/hCBAi7BBWU3jeJlC4vyaAb2YY4eJ+2NeiDbAupW7wHuKnlOIom0mDFYaHEhtYl5V+H&#10;q1GQpVmT7fl9etlcVy+X7c855l2q1NOge5uB8NT5//CjvdUKXuMY/s6EI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zmm7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9vkMMA&#10;AADcAAAADwAAAGRycy9kb3ducmV2LnhtbERPXWvCMBR9H/gfwhX2NlMHuq0zllEQJzhhTnCP1+ba&#10;FpubmsRa/715GOzxcL5nWW8a0ZHztWUF41ECgriwuuZSwe5n8fQKwgdkjY1lUnAjD9l88DDDVNsr&#10;f1O3DaWIIexTVFCF0KZS+qIig35kW+LIHa0zGCJ0pdQOrzHcNPI5SabSYM2xocKW8oqK0/ZiFGzO&#10;08u62/8uD65ftOdmlX/pt1qpx2H/8Q4iUB/+xX/uT61g8hLXxjPxCM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9vkM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YmbsMA&#10;AADcAAAADwAAAGRycy9kb3ducmV2LnhtbESP3YrCMBSE7wXfIRzBO00V/NmuUURQFxGWrT7AoTnb&#10;lG1OShO17tMbQfBymJlvmMWqtZW4UuNLxwpGwwQEce50yYWC82k7mIPwAVlj5ZgU3MnDatntLDDV&#10;7sY/dM1CISKEfYoKTAh1KqXPDVn0Q1cTR+/XNRZDlE0hdYO3CLeVHCfJVFosOS4YrGljKP/LLlYB&#10;J3L7fcwrLXf/59lhb7LD5JIp1e+1608QgdrwDr/aX1rBZPYBzzPxCM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hYmbs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oNaMMA&#10;AADcAAAADwAAAGRycy9kb3ducmV2LnhtbERPy2rCQBTdF/yH4Rbc1UlrlRidSH1BdddUEHeXzM0D&#10;M3dCZtS0X99ZFFweznux7E0jbtS52rKC11EEgji3uuZSwfF79xKDcB5ZY2OZFPyQg2U6eFpgou2d&#10;v+iW+VKEEHYJKqi8bxMpXV6RQTeyLXHgCtsZ9AF2pdQd3kO4aeRbFE2lwZpDQ4UtrSvKL9nVKMiK&#10;81mvePu+jydufTiMf2en3Uap4XP/MQfhqfcP8b/7UyuYxGF+OBOOgE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oNaM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18d8QA&#10;AADcAAAADwAAAGRycy9kb3ducmV2LnhtbESP3YrCMBSE74V9h3CEvdNURSnVVEQUvNgL/x7g0Byb&#10;1uak20Ttvv1mYcHLYWa+YVbr3jbiSZ2vHCuYjBMQxIXTFZcKrpf9KAXhA7LGxjEp+CEP6/xjsMJM&#10;uxef6HkOpYgQ9hkqMCG0mZS+MGTRj11LHL2b6yyGKLtS6g5fEW4bOU2ShbRYcVww2NLWUHE/P6yC&#10;6XVTb2/H2Vf9PUt4Z02/e5yMUp/DfrMEEagP7/B/+6AVzNMJ/J2JR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tfHf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/HgsYA&#10;AADcAAAADwAAAGRycy9kb3ducmV2LnhtbESPQWvCQBSE7wX/w/KE3urGUEuMrqKFgheh2h709sw+&#10;k2D2bbq71eiv7xYEj8PMfMNM551pxJmcry0rGA4SEMSF1TWXCr6/Pl4yED4ga2wsk4IreZjPek9T&#10;zLW98IbO21CKCGGfo4IqhDaX0hcVGfQD2xJH72idwRClK6V2eIlw08g0Sd6kwZrjQoUtvVdUnLa/&#10;RsFynC1/Pl95fdsc9rTfHU6j1CVKPfe7xQREoC48wvf2SisYZSn8n4lH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/HgsYAAADc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jUisYA&#10;AADcAAAADwAAAGRycy9kb3ducmV2LnhtbESPQWvCQBSE70L/w/IKvUjdpFoJqRsppYXqRWIreHxk&#10;X5OQ7NuQ3cb4711B8DjMzDfMaj2aVgzUu9qygngWgSAurK65VPD78/WcgHAeWWNrmRScycE6e5is&#10;MNX2xDkNe1+KAGGXooLK+y6V0hUVGXQz2xEH78/2Bn2QfSl1j6cAN618iaKlNFhzWKiwo4+Kimb/&#10;bxRsZTFMNwuKd+VwbD53ycEs81ipp8fx/Q2Ep9Hfw7f2t1bwmszheiYcAZl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jUisYAAADc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RngcQA&#10;AADcAAAADwAAAGRycy9kb3ducmV2LnhtbESPUUvDQBCE3wX/w7GCb/ZiMSXGXkIRBQtCse0PWO7W&#10;JJjbC7ltE/31PUHwcZiZb5h1PftenWmMXWAD94sMFLENruPGwPHweleAioLssA9MBr4pQl1dX62x&#10;dGHiDzrvpVEJwrFEA63IUGodbUse4yIMxMn7DKNHSXJstBtxSnDf62WWrbTHjtNCiwM9t2S/9idv&#10;YHmyYv3j9uf95Sj57jBMWV5sjLm9mTdPoIRm+Q//td+cgbx4gN8z6Qjo6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UZ4H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26gsYA&#10;AADcAAAADwAAAGRycy9kb3ducmV2LnhtbESPT2sCMRTE74LfIbxCb5qtRZHVKEXa0sJa8c/F2yN5&#10;bpZuXpZN1O23N4LQ4zAzv2Hmy87V4kJtqDwreBlmIIi1NxWXCg77j8EURIjIBmvPpOCPAiwX/d4c&#10;c+OvvKXLLpYiQTjkqMDG2ORSBm3JYRj6hjh5J986jEm2pTQtXhPc1XKUZRPpsOK0YLGhlSX9uzs7&#10;BfrztXj/Lo5Wn0ebdVn9bAq3PSn1/NS9zUBE6uJ/+NH+MgrG0zHcz6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z26gs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TFJsQA&#10;AADcAAAADwAAAGRycy9kb3ducmV2LnhtbESPQWvCQBSE70L/w/KE3sxGoUHSrCJCwV4KphE9PrKv&#10;STD7NmTXJPrr3UKhx2FmvmGy7WRaMVDvGssKllEMgri0uuFKQfH9sViDcB5ZY2uZFNzJwXbzMssw&#10;1XbkIw25r0SAsEtRQe19l0rpypoMush2xMH7sb1BH2RfSd3jGOCmlas4TqTBhsNCjR3tayqv+c0o&#10;6MzjVFw+v4Z4ecaVHvc8XhNW6nU+7d5BeJr8f/ivfdAK3tYJ/J4JR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kxSbEAAAA3A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aQrMQA&#10;AADcAAAADwAAAGRycy9kb3ducmV2LnhtbESPQYvCMBSE74L/ITzBm6bK7qrVKLKgeBLWCtXbo3m2&#10;xealNFG7/nqzsOBxmJlvmMWqNZW4U+NKywpGwwgEcWZ1ybmCY7IZTEE4j6yxskwKfsnBatntLDDW&#10;9sE/dD/4XAQIuxgVFN7XsZQuK8igG9qaOHgX2xj0QTa51A0+AtxUchxFX9JgyWGhwJq+C8quh5tR&#10;8HGarZOUzs9rurWp3CV7u9/clOr32vUchKfWv8P/7Z1W8DmdwN+ZcAT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2kKz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3hl8IA&#10;AADcAAAADwAAAGRycy9kb3ducmV2LnhtbERPXWvCMBR9H/gfwhV8m6nKSqlGEcdAGQzmBF+vzbWt&#10;bW5qErX+++VhsMfD+V6setOKOzlfW1YwGScgiAuray4VHH4+XjMQPiBrbC2Tgid5WC0HLwvMtX3w&#10;N933oRQxhH2OCqoQulxKX1Rk0I9tRxy5s3UGQ4SulNrhI4abVk6TJJUGa44NFXa0qaho9jej4Dp7&#10;b77c6Xg5fe6yZ9oU16ncpUqNhv16DiJQH/7Ff+6tVvCWxbXxTDwC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DeGXwgAAANw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tV88YA&#10;AADcAAAADwAAAGRycy9kb3ducmV2LnhtbESPT2sCMRTE70K/Q3iF3jRbqWVdjVILBS+C/w56e26e&#10;u4ubl22S6uqnbwTB4zAzv2HG09bU4kzOV5YVvPcSEMS51RUXCrabn24KwgdkjbVlUnAlD9PJS2eM&#10;mbYXXtF5HQoRIewzVFCG0GRS+rwkg75nG+LoHa0zGKJ0hdQOLxFuatlPkk9psOK4UGJD3yXlp/Wf&#10;UTAbprPf5QcvbqvDnva7w2nQd4lSb6/t1whEoDY8w4/2XCsYpEO4n4lHQE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tV88YAAADc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iIVsIA&#10;AADcAAAADwAAAGRycy9kb3ducmV2LnhtbERP3WrCMBS+F/YO4Qx2I5pOmNjOKCIbbKxQ1D3AaXNs&#10;i8lJSTLt3n65GHj58f2vt6M14ko+9I4VPM8zEMSN0z23Cr5P77MViBCRNRrHpOCXAmw3D5M1Ftrd&#10;+EDXY2xFCuFQoIIuxqGQMjQdWQxzNxAn7uy8xZigb6X2eEvh1shFli2lxZ5TQ4cD7TtqLscfq+Bt&#10;Ufuqxi/TZKfWlJ9VOc2rUqmnx3H3CiLSGO/if/eHVvCSp/npTDo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OIhWwgAAANwAAAAPAAAAAAAAAAAAAAAAAJgCAABkcnMvZG93&#10;bnJldi54bWxQSwUGAAAAAAQABAD1AAAAhw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X7dcYA&#10;AADcAAAADwAAAGRycy9kb3ducmV2LnhtbESPQWvCQBSE7wX/w/IEb3WjotToJmghUBBqa3vo8Zl9&#10;ZoPZt2l2q/Hfd4VCj8PMfMOs89424kKdrx0rmIwTEMSl0zVXCj4/iscnED4ga2wck4IbecizwcMa&#10;U+2u/E6XQ6hEhLBPUYEJoU2l9KUhi37sWuLonVxnMUTZVVJ3eI1w28hpkiykxZrjgsGWng2V58OP&#10;VWAlfh2rRVG+bma7/W5Zb9++C6PUaNhvViAC9eE//Nd+0Qrmywncz8Qj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X7dc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D0245" w:rsidRPr="00012FA3" w:rsidRDefault="00FD0245" w:rsidP="00FD0245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У К Р А Ї Н А</w:t>
      </w: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РІШЕННЯ</w:t>
      </w: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D0245" w:rsidRPr="00012FA3" w:rsidRDefault="00FD0245" w:rsidP="00FD024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19.08.2021                                                 Крупець                                                           №6</w:t>
      </w:r>
      <w:r>
        <w:rPr>
          <w:rFonts w:ascii="Times New Roman" w:hAnsi="Times New Roman"/>
          <w:sz w:val="24"/>
          <w:szCs w:val="24"/>
        </w:rPr>
        <w:t>8</w:t>
      </w:r>
    </w:p>
    <w:p w:rsidR="00FD0245" w:rsidRPr="00012FA3" w:rsidRDefault="00FD0245" w:rsidP="00FD0245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D0245" w:rsidRPr="00012FA3" w:rsidRDefault="00FD0245" w:rsidP="00FD0245">
      <w:pPr>
        <w:spacing w:after="0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 xml:space="preserve">Про внесення змін до рішення виконавчого комітету </w:t>
      </w:r>
    </w:p>
    <w:p w:rsidR="00FD0245" w:rsidRPr="00012FA3" w:rsidRDefault="00FD0245" w:rsidP="00FD0245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012FA3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/>
          <w:b/>
          <w:sz w:val="24"/>
          <w:szCs w:val="24"/>
        </w:rPr>
        <w:t xml:space="preserve"> сільської ради від 12 липня 2019 року № 54 </w:t>
      </w:r>
    </w:p>
    <w:p w:rsidR="00FD0245" w:rsidRPr="00012FA3" w:rsidRDefault="00FD0245" w:rsidP="00FD0245">
      <w:pPr>
        <w:spacing w:after="0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 xml:space="preserve">«Про квартирний облік </w:t>
      </w:r>
      <w:proofErr w:type="spellStart"/>
      <w:r w:rsidRPr="00012FA3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/>
          <w:b/>
          <w:sz w:val="24"/>
          <w:szCs w:val="24"/>
        </w:rPr>
        <w:t xml:space="preserve"> сільської об’єднаної </w:t>
      </w:r>
    </w:p>
    <w:p w:rsidR="00FD0245" w:rsidRPr="00012FA3" w:rsidRDefault="00FD0245" w:rsidP="00FD0245">
      <w:pPr>
        <w:spacing w:after="0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>територіальної громади»</w:t>
      </w:r>
    </w:p>
    <w:p w:rsidR="00FD0245" w:rsidRPr="00012FA3" w:rsidRDefault="00FD0245" w:rsidP="00FD0245">
      <w:pPr>
        <w:spacing w:after="0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</w:rPr>
        <w:t> </w:t>
      </w:r>
    </w:p>
    <w:p w:rsidR="00FD0245" w:rsidRPr="00012FA3" w:rsidRDefault="00FD0245" w:rsidP="00FD0245">
      <w:pPr>
        <w:shd w:val="clear" w:color="auto" w:fill="FFFFFF"/>
        <w:tabs>
          <w:tab w:val="left" w:pos="9639"/>
        </w:tabs>
        <w:spacing w:after="0"/>
        <w:ind w:firstLine="709"/>
        <w:jc w:val="both"/>
        <w:textAlignment w:val="baseline"/>
        <w:rPr>
          <w:rFonts w:ascii="Times New Roman" w:eastAsia="Times New Roman" w:hAnsi="Times New Roman"/>
          <w:spacing w:val="-1"/>
          <w:sz w:val="24"/>
          <w:szCs w:val="24"/>
          <w:bdr w:val="none" w:sz="0" w:space="0" w:color="auto" w:frame="1"/>
        </w:rPr>
      </w:pPr>
      <w:r w:rsidRPr="00012FA3">
        <w:rPr>
          <w:rFonts w:ascii="Times New Roman" w:hAnsi="Times New Roman"/>
          <w:sz w:val="24"/>
          <w:szCs w:val="24"/>
        </w:rPr>
        <w:t xml:space="preserve">Відповідно до статті 40 Закону України «Про місцеве самоврядування в Україні», </w:t>
      </w:r>
      <w:r w:rsidRPr="00012FA3">
        <w:rPr>
          <w:rFonts w:ascii="Times New Roman" w:eastAsia="Times New Roman" w:hAnsi="Times New Roman"/>
          <w:bCs/>
          <w:sz w:val="24"/>
          <w:szCs w:val="24"/>
        </w:rPr>
        <w:t xml:space="preserve">Житлового кодексу України, Правил обліку громадян, які потребують поліпшення житлових умов, та надання їм жилих приміщень в Українській РСР, затверджених постановою Ради Міністрів УРСР і </w:t>
      </w:r>
      <w:proofErr w:type="spellStart"/>
      <w:r w:rsidRPr="00012FA3">
        <w:rPr>
          <w:rFonts w:ascii="Times New Roman" w:eastAsia="Times New Roman" w:hAnsi="Times New Roman"/>
          <w:bCs/>
          <w:sz w:val="24"/>
          <w:szCs w:val="24"/>
        </w:rPr>
        <w:t>Укрпрофради</w:t>
      </w:r>
      <w:proofErr w:type="spellEnd"/>
      <w:r w:rsidRPr="00012FA3">
        <w:rPr>
          <w:rFonts w:ascii="Times New Roman" w:eastAsia="Times New Roman" w:hAnsi="Times New Roman"/>
          <w:bCs/>
          <w:sz w:val="24"/>
          <w:szCs w:val="24"/>
        </w:rPr>
        <w:t xml:space="preserve"> від 11 грудня 1984 року № 470</w:t>
      </w:r>
      <w:r w:rsidRPr="00012FA3">
        <w:rPr>
          <w:rFonts w:ascii="Times New Roman" w:eastAsia="Times New Roman" w:hAnsi="Times New Roman"/>
          <w:spacing w:val="-1"/>
          <w:sz w:val="24"/>
          <w:szCs w:val="24"/>
          <w:bdr w:val="none" w:sz="0" w:space="0" w:color="auto" w:frame="1"/>
        </w:rPr>
        <w:t>, </w:t>
      </w:r>
      <w:r w:rsidRPr="00012FA3">
        <w:rPr>
          <w:rFonts w:ascii="Times New Roman" w:eastAsia="Times New Roman" w:hAnsi="Times New Roman"/>
          <w:spacing w:val="-1"/>
          <w:sz w:val="24"/>
          <w:szCs w:val="24"/>
        </w:rPr>
        <w:t>виконавчий комітет сільської ради</w:t>
      </w:r>
      <w:r w:rsidRPr="00012FA3">
        <w:rPr>
          <w:rFonts w:ascii="Times New Roman" w:eastAsia="Times New Roman" w:hAnsi="Times New Roman"/>
          <w:spacing w:val="-1"/>
          <w:sz w:val="24"/>
          <w:szCs w:val="24"/>
          <w:bdr w:val="none" w:sz="0" w:space="0" w:color="auto" w:frame="1"/>
        </w:rPr>
        <w:t>  </w:t>
      </w:r>
    </w:p>
    <w:p w:rsidR="00FD0245" w:rsidRPr="00012FA3" w:rsidRDefault="00FD0245" w:rsidP="00FD0245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</w:pPr>
      <w:r w:rsidRPr="00012FA3">
        <w:rPr>
          <w:rFonts w:ascii="Times New Roman" w:eastAsia="Times New Roman" w:hAnsi="Times New Roman"/>
          <w:bCs/>
          <w:spacing w:val="-1"/>
          <w:sz w:val="24"/>
          <w:szCs w:val="24"/>
        </w:rPr>
        <w:t>ВИРІШИВ</w:t>
      </w:r>
      <w:r w:rsidRPr="00012FA3">
        <w:rPr>
          <w:rFonts w:ascii="Times New Roman" w:eastAsia="Times New Roman" w:hAnsi="Times New Roman"/>
          <w:spacing w:val="-4"/>
          <w:sz w:val="24"/>
          <w:szCs w:val="24"/>
          <w:bdr w:val="none" w:sz="0" w:space="0" w:color="auto" w:frame="1"/>
        </w:rPr>
        <w:t>:</w:t>
      </w: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firstLine="142"/>
        <w:jc w:val="both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1. Внести зміни до рішення виконавчого комітету </w:t>
      </w:r>
      <w:proofErr w:type="spellStart"/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Крупецької</w:t>
      </w:r>
      <w:proofErr w:type="spellEnd"/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сільської ради від 12 липня 2019 року № 54 «Про квартирний облік </w:t>
      </w:r>
      <w:proofErr w:type="spellStart"/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Крупецької</w:t>
      </w:r>
      <w:proofErr w:type="spellEnd"/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сільської об’єднаної територіальної громади» зі змінами, а саме додаток 1 викласти в новій редакції, що додається.</w:t>
      </w: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firstLine="142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2. Контроль за виконанням цього рішення покласти на сільського голову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Михалюка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</w:t>
      </w: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В.А.</w:t>
      </w: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right="180"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</w:rPr>
        <w:t>Заступник сільського голови</w:t>
      </w: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right="180"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</w:rPr>
        <w:t xml:space="preserve">з питань діяльності </w:t>
      </w: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right="-1"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</w:rPr>
        <w:t xml:space="preserve">виконавчих органів ради               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        </w:t>
      </w:r>
      <w:r w:rsidRPr="00012FA3">
        <w:rPr>
          <w:rFonts w:ascii="Times New Roman" w:eastAsia="Times New Roman" w:hAnsi="Times New Roman"/>
          <w:sz w:val="24"/>
          <w:szCs w:val="24"/>
        </w:rPr>
        <w:t xml:space="preserve">        </w:t>
      </w:r>
      <w:r>
        <w:rPr>
          <w:rFonts w:ascii="Times New Roman" w:eastAsia="Times New Roman" w:hAnsi="Times New Roman"/>
          <w:sz w:val="24"/>
          <w:szCs w:val="24"/>
        </w:rPr>
        <w:t xml:space="preserve">   </w:t>
      </w:r>
      <w:r w:rsidRPr="00012FA3">
        <w:rPr>
          <w:rFonts w:ascii="Times New Roman" w:eastAsia="Times New Roman" w:hAnsi="Times New Roman"/>
          <w:sz w:val="24"/>
          <w:szCs w:val="24"/>
        </w:rPr>
        <w:t xml:space="preserve">                  Любов ЛІПСЬКА </w:t>
      </w: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right="180"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</w:t>
      </w: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right="180"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</w:t>
      </w:r>
    </w:p>
    <w:p w:rsidR="00FD0245" w:rsidRDefault="00FD0245" w:rsidP="00FD0245">
      <w:pPr>
        <w:shd w:val="clear" w:color="auto" w:fill="FFFFFF"/>
        <w:tabs>
          <w:tab w:val="left" w:pos="567"/>
        </w:tabs>
        <w:spacing w:after="0"/>
        <w:ind w:right="180" w:firstLine="426"/>
        <w:jc w:val="center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</w:p>
    <w:p w:rsidR="00FD0245" w:rsidRDefault="00FD0245" w:rsidP="00FD0245">
      <w:pPr>
        <w:shd w:val="clear" w:color="auto" w:fill="FFFFFF"/>
        <w:tabs>
          <w:tab w:val="left" w:pos="567"/>
        </w:tabs>
        <w:spacing w:after="0"/>
        <w:ind w:right="180" w:firstLine="426"/>
        <w:jc w:val="center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</w:p>
    <w:p w:rsidR="00FD0245" w:rsidRDefault="00FD0245" w:rsidP="00FD0245">
      <w:pPr>
        <w:shd w:val="clear" w:color="auto" w:fill="FFFFFF"/>
        <w:tabs>
          <w:tab w:val="left" w:pos="567"/>
        </w:tabs>
        <w:spacing w:after="0"/>
        <w:ind w:right="180" w:firstLine="426"/>
        <w:jc w:val="center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</w:p>
    <w:p w:rsidR="00FD0245" w:rsidRDefault="00FD0245" w:rsidP="00FD0245">
      <w:pPr>
        <w:shd w:val="clear" w:color="auto" w:fill="FFFFFF"/>
        <w:tabs>
          <w:tab w:val="left" w:pos="567"/>
        </w:tabs>
        <w:spacing w:after="0"/>
        <w:ind w:right="180" w:firstLine="426"/>
        <w:jc w:val="center"/>
        <w:textAlignment w:val="baseline"/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</w:pP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right="180" w:firstLine="426"/>
        <w:jc w:val="center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</w:t>
      </w: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</w:t>
      </w:r>
    </w:p>
    <w:p w:rsidR="00FD0245" w:rsidRPr="00012FA3" w:rsidRDefault="00FD0245" w:rsidP="00FD0245">
      <w:pPr>
        <w:shd w:val="clear" w:color="auto" w:fill="FFFFFF"/>
        <w:tabs>
          <w:tab w:val="left" w:pos="567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 </w:t>
      </w:r>
    </w:p>
    <w:p w:rsidR="00FD0245" w:rsidRPr="00012FA3" w:rsidRDefault="00FD0245" w:rsidP="00FD02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                  </w:t>
      </w:r>
      <w:r w:rsidRPr="00012FA3">
        <w:rPr>
          <w:rFonts w:ascii="Times New Roman" w:hAnsi="Times New Roman"/>
          <w:sz w:val="24"/>
          <w:szCs w:val="24"/>
        </w:rPr>
        <w:t>Додаток №1</w:t>
      </w:r>
    </w:p>
    <w:p w:rsidR="00FD0245" w:rsidRPr="00012FA3" w:rsidRDefault="00FD0245" w:rsidP="00FD024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</w:rPr>
      </w:pPr>
    </w:p>
    <w:p w:rsidR="00FD0245" w:rsidRPr="00012FA3" w:rsidRDefault="00FD0245" w:rsidP="00FD0245">
      <w:pPr>
        <w:spacing w:after="0"/>
        <w:ind w:left="5103"/>
        <w:jc w:val="both"/>
        <w:rPr>
          <w:rFonts w:ascii="Times New Roman" w:hAnsi="Times New Roman"/>
          <w:b/>
          <w:sz w:val="24"/>
          <w:szCs w:val="24"/>
        </w:rPr>
      </w:pPr>
      <w:r w:rsidRPr="00012FA3">
        <w:rPr>
          <w:rFonts w:ascii="Times New Roman" w:hAnsi="Times New Roman"/>
          <w:b/>
          <w:sz w:val="24"/>
          <w:szCs w:val="24"/>
        </w:rPr>
        <w:t xml:space="preserve">                     ЗАТВЕРДЖЕНО</w:t>
      </w:r>
    </w:p>
    <w:p w:rsidR="00FD0245" w:rsidRPr="00012FA3" w:rsidRDefault="00FD0245" w:rsidP="00FD0245">
      <w:pPr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 xml:space="preserve">  рішенням виконавчого комітету</w:t>
      </w:r>
    </w:p>
    <w:p w:rsidR="00FD0245" w:rsidRPr="00012FA3" w:rsidRDefault="00FD0245" w:rsidP="00FD0245">
      <w:pPr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 xml:space="preserve">  від 12.07.2019 р. № 54</w:t>
      </w:r>
    </w:p>
    <w:p w:rsidR="00FD0245" w:rsidRPr="00012FA3" w:rsidRDefault="00FD0245" w:rsidP="00FD0245">
      <w:pPr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 xml:space="preserve">  (в редакції рішення виконавчого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012FA3">
        <w:rPr>
          <w:rFonts w:ascii="Times New Roman" w:hAnsi="Times New Roman"/>
          <w:sz w:val="24"/>
          <w:szCs w:val="24"/>
        </w:rPr>
        <w:t xml:space="preserve">комітету </w:t>
      </w:r>
      <w:proofErr w:type="spellStart"/>
      <w:r w:rsidRPr="00012FA3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012FA3">
        <w:rPr>
          <w:rFonts w:ascii="Times New Roman" w:hAnsi="Times New Roman"/>
          <w:sz w:val="24"/>
          <w:szCs w:val="24"/>
        </w:rPr>
        <w:t xml:space="preserve"> сільської ради </w:t>
      </w:r>
    </w:p>
    <w:p w:rsidR="00FD0245" w:rsidRPr="00012FA3" w:rsidRDefault="00FD0245" w:rsidP="00FD0245">
      <w:pPr>
        <w:spacing w:after="0"/>
        <w:ind w:left="5103"/>
        <w:jc w:val="both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від 19.08.2021 р. №6</w:t>
      </w:r>
      <w:r>
        <w:rPr>
          <w:rFonts w:ascii="Times New Roman" w:hAnsi="Times New Roman"/>
          <w:sz w:val="24"/>
          <w:szCs w:val="24"/>
        </w:rPr>
        <w:t>8</w:t>
      </w:r>
      <w:r w:rsidRPr="00012FA3">
        <w:rPr>
          <w:rFonts w:ascii="Times New Roman" w:hAnsi="Times New Roman"/>
          <w:sz w:val="24"/>
          <w:szCs w:val="24"/>
        </w:rPr>
        <w:t>)</w:t>
      </w:r>
    </w:p>
    <w:p w:rsidR="00FD0245" w:rsidRPr="00012FA3" w:rsidRDefault="00FD0245" w:rsidP="00FD0245">
      <w:pPr>
        <w:pStyle w:val="afe"/>
        <w:spacing w:after="0"/>
        <w:ind w:left="0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</w:p>
    <w:p w:rsidR="00FD0245" w:rsidRPr="00012FA3" w:rsidRDefault="00FD0245" w:rsidP="00FD0245">
      <w:pPr>
        <w:pStyle w:val="afe"/>
        <w:spacing w:after="0"/>
        <w:ind w:left="0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012FA3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Комісія</w:t>
      </w:r>
    </w:p>
    <w:p w:rsidR="00FD0245" w:rsidRPr="00012FA3" w:rsidRDefault="00FD0245" w:rsidP="00FD0245">
      <w:pPr>
        <w:pStyle w:val="afe"/>
        <w:spacing w:after="0"/>
        <w:ind w:left="0"/>
        <w:jc w:val="center"/>
        <w:rPr>
          <w:rFonts w:ascii="Times New Roman" w:hAnsi="Times New Roman"/>
          <w:b/>
          <w:sz w:val="24"/>
          <w:szCs w:val="24"/>
          <w:bdr w:val="none" w:sz="0" w:space="0" w:color="auto" w:frame="1"/>
        </w:rPr>
      </w:pPr>
      <w:r w:rsidRPr="00012FA3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 з житлових питань і квартирного обліку при виконавчому комітеті </w:t>
      </w:r>
    </w:p>
    <w:p w:rsidR="00FD0245" w:rsidRPr="00012FA3" w:rsidRDefault="00FD0245" w:rsidP="00FD0245">
      <w:pPr>
        <w:pStyle w:val="afe"/>
        <w:spacing w:after="0"/>
        <w:ind w:left="0"/>
        <w:jc w:val="center"/>
        <w:rPr>
          <w:rFonts w:ascii="Times New Roman" w:hAnsi="Times New Roman"/>
          <w:sz w:val="24"/>
          <w:szCs w:val="24"/>
          <w:bdr w:val="none" w:sz="0" w:space="0" w:color="auto" w:frame="1"/>
        </w:rPr>
      </w:pPr>
      <w:proofErr w:type="spellStart"/>
      <w:r w:rsidRPr="00012FA3">
        <w:rPr>
          <w:rFonts w:ascii="Times New Roman" w:hAnsi="Times New Roman"/>
          <w:b/>
          <w:sz w:val="24"/>
          <w:szCs w:val="24"/>
          <w:bdr w:val="none" w:sz="0" w:space="0" w:color="auto" w:frame="1"/>
        </w:rPr>
        <w:t>Крупецької</w:t>
      </w:r>
      <w:proofErr w:type="spellEnd"/>
      <w:r w:rsidRPr="00012FA3">
        <w:rPr>
          <w:rFonts w:ascii="Times New Roman" w:hAnsi="Times New Roman"/>
          <w:b/>
          <w:sz w:val="24"/>
          <w:szCs w:val="24"/>
          <w:bdr w:val="none" w:sz="0" w:space="0" w:color="auto" w:frame="1"/>
        </w:rPr>
        <w:t xml:space="preserve"> сільської ради</w:t>
      </w:r>
    </w:p>
    <w:p w:rsidR="00FD0245" w:rsidRPr="00012FA3" w:rsidRDefault="00FD0245" w:rsidP="00FD0245">
      <w:pPr>
        <w:pStyle w:val="afe"/>
        <w:spacing w:after="0"/>
        <w:ind w:left="0"/>
        <w:jc w:val="center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1"/>
        <w:gridCol w:w="4790"/>
      </w:tblGrid>
      <w:tr w:rsidR="00FD0245" w:rsidRPr="00012FA3" w:rsidTr="007816DC">
        <w:tc>
          <w:tcPr>
            <w:tcW w:w="4781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Ліпська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Любов Петрівна -  </w:t>
            </w:r>
          </w:p>
        </w:tc>
        <w:tc>
          <w:tcPr>
            <w:tcW w:w="4790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заступник сільського голови з питань діяльності виконавчих органів ради, </w:t>
            </w:r>
          </w:p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голова комісії ;</w:t>
            </w:r>
          </w:p>
        </w:tc>
      </w:tr>
      <w:tr w:rsidR="00FD0245" w:rsidRPr="00012FA3" w:rsidTr="007816DC">
        <w:tc>
          <w:tcPr>
            <w:tcW w:w="4781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Самчук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Василь Маркович - </w:t>
            </w:r>
          </w:p>
        </w:tc>
        <w:tc>
          <w:tcPr>
            <w:tcW w:w="4790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служби у справах дітей , секретар комісії;</w:t>
            </w:r>
          </w:p>
        </w:tc>
      </w:tr>
      <w:tr w:rsidR="00FD0245" w:rsidRPr="00012FA3" w:rsidTr="007816DC">
        <w:tc>
          <w:tcPr>
            <w:tcW w:w="4781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Мазур Валентина Михайлівна - </w:t>
            </w:r>
          </w:p>
        </w:tc>
        <w:tc>
          <w:tcPr>
            <w:tcW w:w="4790" w:type="dxa"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секретар сільської ради, член  комісії;</w:t>
            </w:r>
          </w:p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FD0245" w:rsidRPr="00012FA3" w:rsidTr="007816DC">
        <w:tc>
          <w:tcPr>
            <w:tcW w:w="4781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Бережна Тетяна Миколаївна - </w:t>
            </w:r>
          </w:p>
        </w:tc>
        <w:tc>
          <w:tcPr>
            <w:tcW w:w="4790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ліцею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сільської ради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Славутського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району Хмельницької області, член комісії;</w:t>
            </w:r>
          </w:p>
        </w:tc>
      </w:tr>
      <w:tr w:rsidR="00FD0245" w:rsidRPr="00012FA3" w:rsidTr="007816DC">
        <w:tc>
          <w:tcPr>
            <w:tcW w:w="4781" w:type="dxa"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Ковальчук Григорій Григорович –</w:t>
            </w:r>
          </w:p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Ковба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Олександр Леонідович - </w:t>
            </w:r>
          </w:p>
        </w:tc>
        <w:tc>
          <w:tcPr>
            <w:tcW w:w="4790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староста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Личисенського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старостинського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округу, член комісії;</w:t>
            </w:r>
          </w:p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староста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Стриганського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старостинського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округу</w:t>
            </w:r>
          </w:p>
        </w:tc>
      </w:tr>
      <w:tr w:rsidR="00FD0245" w:rsidRPr="00012FA3" w:rsidTr="007816DC">
        <w:tc>
          <w:tcPr>
            <w:tcW w:w="4781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Майструк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Тетяна Олександрівна - </w:t>
            </w:r>
          </w:p>
        </w:tc>
        <w:tc>
          <w:tcPr>
            <w:tcW w:w="4790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головний спеціаліст з юридичної роботи загального відділу сільської ради, член комісії;</w:t>
            </w:r>
          </w:p>
        </w:tc>
      </w:tr>
      <w:tr w:rsidR="00FD0245" w:rsidRPr="00012FA3" w:rsidTr="007816DC">
        <w:tc>
          <w:tcPr>
            <w:tcW w:w="4781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Росоха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Сергій Михайлович - </w:t>
            </w:r>
          </w:p>
        </w:tc>
        <w:tc>
          <w:tcPr>
            <w:tcW w:w="4790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директор Полянської гімназії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сільської ради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Славутського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району Хмельницької області, член комісії;</w:t>
            </w:r>
          </w:p>
        </w:tc>
      </w:tr>
      <w:tr w:rsidR="00FD0245" w:rsidRPr="00012FA3" w:rsidTr="007816DC">
        <w:tc>
          <w:tcPr>
            <w:tcW w:w="4781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Смолій Олександр Миколайович - </w:t>
            </w:r>
          </w:p>
        </w:tc>
        <w:tc>
          <w:tcPr>
            <w:tcW w:w="4790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староста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Головлівського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старостинського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округу, член комісії;</w:t>
            </w:r>
          </w:p>
        </w:tc>
      </w:tr>
      <w:tr w:rsidR="00FD0245" w:rsidRPr="00012FA3" w:rsidTr="007816DC">
        <w:tc>
          <w:tcPr>
            <w:tcW w:w="4781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Шатковський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Костянтин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Вацлавович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- </w:t>
            </w:r>
          </w:p>
        </w:tc>
        <w:tc>
          <w:tcPr>
            <w:tcW w:w="4790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староста Полянського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старостинського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округу, член комісії.</w:t>
            </w:r>
          </w:p>
        </w:tc>
      </w:tr>
      <w:tr w:rsidR="00FD0245" w:rsidRPr="00012FA3" w:rsidTr="007816DC">
        <w:tc>
          <w:tcPr>
            <w:tcW w:w="4781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Ситняк Ольга Олександрівна - </w:t>
            </w:r>
          </w:p>
        </w:tc>
        <w:tc>
          <w:tcPr>
            <w:tcW w:w="4790" w:type="dxa"/>
            <w:hideMark/>
          </w:tcPr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завідувач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Головлівської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філії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ліцею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Крупецької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сільської ради </w:t>
            </w:r>
            <w:proofErr w:type="spellStart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>Славутського</w:t>
            </w:r>
            <w:proofErr w:type="spellEnd"/>
            <w:r w:rsidRPr="00012FA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району Хмельницької області.</w:t>
            </w:r>
          </w:p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FD0245" w:rsidRPr="00012FA3" w:rsidRDefault="00FD0245" w:rsidP="007816DC">
            <w:pPr>
              <w:pStyle w:val="afe"/>
              <w:spacing w:after="0"/>
              <w:ind w:left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D0245" w:rsidRDefault="00FD0245" w:rsidP="00FD0245">
      <w:pPr>
        <w:spacing w:after="0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>Заступник сільського голови</w:t>
      </w:r>
    </w:p>
    <w:p w:rsidR="00FD0245" w:rsidRPr="00012FA3" w:rsidRDefault="00FD0245" w:rsidP="00FD0245">
      <w:pPr>
        <w:spacing w:after="0"/>
        <w:rPr>
          <w:rFonts w:ascii="Times New Roman" w:hAnsi="Times New Roman"/>
          <w:sz w:val="24"/>
          <w:szCs w:val="24"/>
        </w:rPr>
      </w:pPr>
      <w:r w:rsidRPr="00012FA3">
        <w:rPr>
          <w:rFonts w:ascii="Times New Roman" w:hAnsi="Times New Roman"/>
          <w:sz w:val="24"/>
          <w:szCs w:val="24"/>
        </w:rPr>
        <w:t xml:space="preserve"> з питань діяльності виконавчих органів ради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012FA3">
        <w:rPr>
          <w:rFonts w:ascii="Times New Roman" w:hAnsi="Times New Roman"/>
          <w:sz w:val="24"/>
          <w:szCs w:val="24"/>
        </w:rPr>
        <w:t xml:space="preserve"> Любов ЛІПСЬКА                                                                                              </w:t>
      </w:r>
    </w:p>
    <w:p w:rsidR="008633AA" w:rsidRDefault="008633AA"/>
    <w:sectPr w:rsidR="008633A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7EB9" w:rsidRDefault="00CB7EB9">
      <w:pPr>
        <w:spacing w:after="0" w:line="240" w:lineRule="auto"/>
      </w:pPr>
      <w:r>
        <w:separator/>
      </w:r>
    </w:p>
  </w:endnote>
  <w:endnote w:type="continuationSeparator" w:id="0">
    <w:p w:rsidR="00CB7EB9" w:rsidRDefault="00CB7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7EB9" w:rsidRDefault="00CB7EB9">
      <w:pPr>
        <w:spacing w:after="0" w:line="240" w:lineRule="auto"/>
      </w:pPr>
      <w:r>
        <w:separator/>
      </w:r>
    </w:p>
  </w:footnote>
  <w:footnote w:type="continuationSeparator" w:id="0">
    <w:p w:rsidR="00CB7EB9" w:rsidRDefault="00CB7E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245"/>
    <w:rsid w:val="008633AA"/>
    <w:rsid w:val="00CB7EB9"/>
    <w:rsid w:val="00FD0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4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FD0245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45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val="ru-RU"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val="ru-RU"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val="ru-RU"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val="ru-RU"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val="ru-RU"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val="ru-RU"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  <w:lang w:val="ru-RU"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val="ru-RU"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val="ru-RU"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  <w:lang w:val="ru-RU"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  <w:lang w:val="ru-RU"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val="ru-RU"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val="ru-RU"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val="ru-RU"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  <w:lang w:val="ru-RU"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val="ru-RU"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val="ru-RU"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val="ru-RU"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val="ru-RU"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val="ru-RU"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val="ru-RU"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val="ru-RU"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val="ru-RU"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val="ru-RU"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styleId="afe">
    <w:name w:val="Normal (Web)"/>
    <w:aliases w:val="Обычный (веб) Знак Знак,Обычный (веб)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"/>
    <w:basedOn w:val="a"/>
    <w:unhideWhenUsed/>
    <w:qFormat/>
    <w:rsid w:val="00FD0245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3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2021-09-29T04:09:00Z</dcterms:created>
  <dcterms:modified xsi:type="dcterms:W3CDTF">2021-09-29T04:10:00Z</dcterms:modified>
</cp:coreProperties>
</file>