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D1A" w:rsidRPr="00D815F3" w:rsidRDefault="004E0D1A" w:rsidP="004E0D1A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4E0D1A" w:rsidRPr="001869AA" w:rsidRDefault="004E0D1A" w:rsidP="004E0D1A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575" name="Группа 10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057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7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7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7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9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9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9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9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9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9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513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SBAr8A&#10;AADeAAAADwAAAGRycy9kb3ducmV2LnhtbERPyQrCMBC9C/5DGMGbpiouVKOIqHgQxO0+NGNbbCal&#10;iVr/3giCt3m8dWaL2hTiSZXLLSvodSMQxInVOacKLudNZwLCeWSNhWVS8CYHi3mzMcNY2xcf6Xny&#10;qQgh7GJUkHlfxlK6JCODrmtL4sDdbGXQB1ilUlf4CuGmkP0oGkmDOYeGDEtaZZTcTw+jwA62u/01&#10;7R8Hax57Xh4mt2u9V6rdqpdTEJ5q/xf/3Dsd5kfD8Qi+74Qb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1IEC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yWOsYA&#10;AADeAAAADwAAAGRycy9kb3ducmV2LnhtbERPS2sCMRC+F/ofwhR6Ec22oFu3RhFh+zoUfECvw2bc&#10;rG4mS5Lq6q9vCoXe5uN7zmzR21acyIfGsYKHUQaCuHK64VrBblsOn0CEiKyxdUwKLhRgMb+9mWGh&#10;3ZnXdNrEWqQQDgUqMDF2hZShMmQxjFxHnLi98xZjgr6W2uM5hdtWPmbZRFpsODUY7GhlqDpuvq2C&#10;Q/lpvlb59cUPpmu6DsqP1/Z9otT9Xb98BhGpj//iP/ebTvOzcZ7D7zvpBj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yWO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CmScUA&#10;AADeAAAADwAAAGRycy9kb3ducmV2LnhtbESPzWrCQBDH74LvsIzgRZpNldqSuoqUKsWLqH2AITvJ&#10;hmZnQ3Zr0rfvHAq9zTD/j99sdqNv1Z362AQ28JjloIjLYBuuDXzeDg8voGJCttgGJgM/FGG3nU42&#10;WNgw8IXu11QrCeFYoAGXUldoHUtHHmMWOmK5VaH3mGTta217HCTct3qZ52vtsWFpcNjRm6Py6/rt&#10;peS8wvOpGm6H44gDvp8cL/YXY+azcf8KKtGY/sV/7g8r+PnTs/DKOzKD3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0KZJ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gW6MUA&#10;AADeAAAADwAAAGRycy9kb3ducmV2LnhtbERPTUsDMRC9C/6HMIK3NmuxrV2bFqkVROjBKhRvw2a6&#10;u7iZhGTaXf+9EQre5vE+Z7keXKfOFFPr2cDduABFXHnbcm3g8+Nl9AAqCbLFzjMZ+KEE69X11RJL&#10;63t+p/NeapVDOJVooBEJpdapashhGvtAnLmjjw4lw1hrG7HP4a7Tk6KYaYct54YGA20aqr73J2dg&#10;12/D23w2PYaveD/R6dnKYSPG3N4MT4+ghAb5F1/crzbPL6bzBfy9k2/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GBbo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PaaMUA&#10;AADeAAAADwAAAGRycy9kb3ducmV2LnhtbESP3WrCQBCF7wu+wzKCN0U3WioSXUWkSvFG/HmAITtm&#10;g9nZkN2a+Padi0LvZphzzjdntel9rZ7UxiqwgekkA0VcBFtxaeB23Y8XoGJCtlgHJgMvirBZD95W&#10;mNvQ8Zmel1QqCeGYowGXUpNrHQtHHuMkNMRyu4fWY5K1LbVtsZNwX+tZls21x4qF4LChnaPicfnx&#10;Ajl94Ol47677Q48dfh0dv2/PxoyG/XYJKlGf/sV/7m8r72efCykgdWQG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c9po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qycQA&#10;AADeAAAADwAAAGRycy9kb3ducmV2LnhtbERPS0sDMRC+C/0PYQRvNttiH2ybllIVRPDQVpDehs10&#10;d3EzCcnYXf+9EQRv8/E9Z70dXKeuFFPr2cBkXIAirrxtuTbwfnq+X4JKgmyx80wGvinBdjO6WWNp&#10;fc8Huh6lVjmEU4kGGpFQap2qhhymsQ/Embv46FAyjLW2Efsc7jo9LYq5dthybmgw0L6h6vP45Qy8&#10;9U/hdTGfXcI5Pkx1erTysRdj7m6H3QqU0CD/4j/3i83zi9lyAr/v5Bv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7as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zpV8QA&#10;AADeAAAADwAAAGRycy9kb3ducmV2LnhtbERP32vCMBB+F/wfwg32MmaqQ5FqFBWCgw3GdODr0Zxt&#10;WXMpSWbrf78Igm/38f285bq3jbiQD7VjBeNRBoK4cKbmUsHPUb/OQYSIbLBxTAquFGC9Gg6WmBvX&#10;8TddDrEUKYRDjgqqGNtcylBUZDGMXEucuLPzFmOCvpTGY5fCbSMnWTaTFmtODRW2tKuo+D38WQXb&#10;r6588y/Ftncf5/1pqrXRn1qp56d+swARqY8P8d39btL8bDqfwO2ddIN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s6Vf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GM8IA&#10;AADeAAAADwAAAGRycy9kb3ducmV2LnhtbERP3WrCMBS+F3yHcITdaTo3pXRGkY3CEG/8eYBDc9Z0&#10;NiclibV7ezMQvDsf3+9ZbQbbip58aBwreJ1lIIgrpxuuFZxP5TQHESKyxtYxKfijAJv1eLTCQrsb&#10;H6g/xlqkEA4FKjAxdoWUoTJkMcxcR5y4H+ctxgR9LbXHWwq3rZxn2VJabDg1GOzo01B1OV6tgnI3&#10;3/eXq/al2w7vlhbmN/8ySr1Mhu0HiEhDfIof7m+d5meL/A3+30k3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EAYz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nUuMUA&#10;AADeAAAADwAAAGRycy9kb3ducmV2LnhtbERP32vCMBB+H+x/CDfYy9BUp0OqUVQIExyM6WCvR3O2&#10;xeZSkszW/94Ig73dx/fzFqveNuJCPtSOFYyGGQjiwpmaSwXfRz2YgQgR2WDjmBRcKcBq+fiwwNy4&#10;jr/ocoilSCEcclRQxdjmUoaiIoth6FrixJ2ctxgT9KU0HrsUbhs5zrI3abHm1FBhS9uKivPh1yrY&#10;fHblq38pNr3bn95/plob/aGVen7q13MQkfr4L/5z70yan01nE7i/k2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ydS4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U73MIA&#10;AADeAAAADwAAAGRycy9kb3ducmV2LnhtbERP3WrCMBS+H/gO4QjezVSxo1SjiFKQsZu5PcChOTbV&#10;5qQksda3XwaD3Z2P7/dsdqPtxEA+tI4VLOYZCOLa6ZYbBd9f1WsBIkRkjZ1jUvCkALvt5GWDpXYP&#10;/qThHBuRQjiUqMDE2JdShtqQxTB3PXHiLs5bjAn6RmqPjxRuO7nMsjdpseXUYLCng6H6dr5bBdX7&#10;8mO43bWv3H5cWcrNtTgapWbTcb8GEWmM/+I/90mn+Vle5PD7TrpB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tTvc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k7Q8EA&#10;AADeAAAADwAAAGRycy9kb3ducmV2LnhtbERPzYrCMBC+C75DGMGbTXStSDWKCC7rces+wNDMtsVm&#10;Upto69ubBWFv8/H9znY/2EY8qPO1Yw3zRIEgLpypudTwcznN1iB8QDbYOCYNT/Kw341HW8yM6/mb&#10;HnkoRQxhn6GGKoQ2k9IXFVn0iWuJI/frOoshwq6UpsM+httGLpRaSYs1x4YKWzpWVFzzu9WwfPaf&#10;tzy9qpOxND9/tGcORar1dDIcNiACDeFf/HZ/mThfpesV/L0Tb5C7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pO0P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eId8QA&#10;AADeAAAADwAAAGRycy9kb3ducmV2LnhtbERPS2vCQBC+C/6HZQq96aZCrU2zEVFSiqc2tT0P2cmD&#10;ZmdDdhPjv3cFobf5+J6TbCfTipF611hW8LSMQBAXVjdcKTh9Z4sNCOeRNbaWScGFHGzT+SzBWNsz&#10;f9GY+0qEEHYxKqi972IpXVGTQbe0HXHgStsb9AH2ldQ9nkO4aeUqitbSYMOhocaO9jUVf/lgFAzr&#10;39WJy6P+zA+X99dDtnPyp1Lq8WHavYHwNPl/8d39ocP86HnzArd3wg0y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niH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esGMkA&#10;AADeAAAADwAAAGRycy9kb3ducmV2LnhtbESPQU/CQBCF7yb8h82QeJMtKk2tLERNTIQDRNSDt7E7&#10;tIXubO0uUP+9cyDhNpP35r1vpvPeNepIXag9GxiPElDEhbc1lwY+P15vMlAhIltsPJOBPwownw2u&#10;pphbf+J3Om5iqSSEQ44GqhjbXOtQVOQwjHxLLNrWdw6jrF2pbYcnCXeNvk2SVDusWRoqbOmlomK/&#10;OTgDX+ssfVg/L+53y9UP3jn7+23r1JjrYf/0CCpSHy/m8/WbFfxkkgmvvCMz6Nk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ResG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KeF8QA&#10;AADeAAAADwAAAGRycy9kb3ducmV2LnhtbERPS2vCQBC+F/wPywje6kZtJUZX8UGtePIFXofsmASz&#10;syG7auyv7xYK3ubje85k1phS3Kl2hWUFvW4Egji1uuBMwen49R6DcB5ZY2mZFDzJwWzaeptgou2D&#10;93Q/+EyEEHYJKsi9rxIpXZqTQde1FXHgLrY26AOsM6lrfIRwU8p+FA2lwYJDQ44VLXNKr4ebUfAz&#10;POPOffcXq4H29PyI13a7WyvVaTfzMQhPjX+J/90bHeZHn/EI/t4JN8j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inhf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jI+cUA&#10;AADeAAAADwAAAGRycy9kb3ducmV2LnhtbESPQW/CMAyF70j7D5En7QYpCKZRCAghkLgxuv0Aq/HS&#10;isYpTYCOX48Pk3az5ef33rdc975RN+piHdjAeJSBIi6DrdkZ+P7aDz9AxYRssQlMBn4pwnr1Mlhi&#10;bsOdT3QrklNiwjFHA1VKba51LCvyGEehJZbbT+g8Jlk7p22HdzH3jZ5k2bv2WLMkVNjStqLyXFy9&#10;gUuYzGxf7PB43s0/a+eml8dpaszba79ZgErUp3/x3/fBSv1sNhcAwZEZ9Oo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eMj5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gLicQA&#10;AADeAAAADwAAAGRycy9kb3ducmV2LnhtbERPPW/CMBDdkfofrKvUrTgBQSHgRBSpEivQoePVPpLQ&#10;+JzGLkn76zFSJbZ7ep+3LgbbiAt1vnasIB0nIIi1MzWXCt6Pb88LED4gG2wck4Jf8lDkD6M1Zsb1&#10;vKfLIZQihrDPUEEVQptJ6XVFFv3YtcSRO7nOYoiwK6XpsI/htpGTJJlLizXHhgpb2lakvw4/VsGu&#10;/qTZXJ+WdvGq9x9/32H6cjZKPT0OmxWIQEO4i//dOxPnJ7NlCrd34g0y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IC4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Flt8UA&#10;AADeAAAADwAAAGRycy9kb3ducmV2LnhtbERP0WoCMRB8F/oPYQu+aaIUqadRVBAqVqG21Nflsr0c&#10;vWyOSzzPv2+Egm+zOzszO/Nl5yrRUhNKzxpGQwWCOPem5ELD1+d28AoiRGSDlWfScKMAy8VTb46Z&#10;8Vf+oPYUC5FMOGSowcZYZ1KG3JLDMPQ1ceJ+fOMwprEppGnwmsxdJcdKTaTDklOCxZo2lvLf08Vp&#10;aPF4U2e7Pkx35Xs+Pq6/9ybtdf+5W81AROri4/hf/WbS++plOoF7nYR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oWW3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AftsMA&#10;AADeAAAADwAAAGRycy9kb3ducmV2LnhtbERPS0vDQBC+C/0Pywje7MZQfKTdliK0eNToweOYnWbT&#10;ZmfC7tpEf70rCN7m43vOajP5Xp0pxE7YwM28AEXciO24NfD2uru+BxUTssVemAx8UYTNenaxwsrK&#10;yC90rlOrcgjHCg24lIZK69g48hjnMhBn7iDBY8owtNoGHHO473VZFLfaY8e5weFAj46aU/3pDYz7&#10;5uNYHt6t+w6D7OpnOZa9GHN1OW2XoBJN6V/8536yeX6xeLiD33fyD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Aft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eb08gA&#10;AADeAAAADwAAAGRycy9kb3ducmV2LnhtbESPS08DMQyE75X4D5GRemuzVAjabdOq9CEhBEJ93d2N&#10;2V1InNUmtMu/xwckbrZmPPN5tui8UxdqYx3YwN0wA0VcBFtzaeB42A7GoGJCtugCk4EfirCY3/Rm&#10;mNtw5R1d9qlUEsIxRwNVSk2udSwq8hiHoSEW7SO0HpOsbalti1cJ906PsuxBe6xZGipsaFVR8bX/&#10;9ga272v3OXrbLU86rTaPZzd+eVq/GtO/7ZZTUIm69G/+u362gp/dT4RX3pEZ9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h5vT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3j3MUA&#10;AADeAAAADwAAAGRycy9kb3ducmV2LnhtbERPTWvCQBC9C/6HZYReim5sVTS6ighFBYU2LXgds2MS&#10;zM6G7Dam/94VCt7m8T5nsWpNKRqqXWFZwXAQgSBOrS44U/Dz/dGfgnAeWWNpmRT8kYPVsttZYKzt&#10;jb+oSXwmQgi7GBXk3lexlC7NyaAb2Io4cBdbG/QB1pnUNd5CuCnlWxRNpMGCQ0OOFW1ySq/Jr1HQ&#10;fB7O2a5x1f46fXXj9/N2e9QnpV567XoOwlPrn+J/906H+dFoNoPHO+EG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PePc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CuRsgA&#10;AADeAAAADwAAAGRycy9kb3ducmV2LnhtbESPT08CMRDF7yZ8h2ZMvEkrEYMLhYCJiRcT+XOQ27Ad&#10;djdsp2tbYfXTOwcTbjOZN++932zR+1adKaYmsIWHoQFFXAbXcGVht329n4BKGdlhG5gs/FCCxXxw&#10;M8PChQuv6bzJlRITTgVaqHPuCq1TWZPHNAwdsdyOIXrMssZKu4gXMfetHhnzpD02LAk1dvRSU3na&#10;fHsLq+fJ6uvjkd9/14c97T8Pp/EoGmvvbvvlFFSmPl/F/99vTuqbsREAwZEZ9P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gK5GyAAAAN4AAAAPAAAAAAAAAAAAAAAAAJgCAABk&#10;cnMvZG93bnJldi54bWxQSwUGAAAAAAQABAD1AAAAjQMAAAAA&#10;" fillcolor="black" stroked="f"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8F3cUA&#10;AADeAAAADwAAAGRycy9kb3ducmV2LnhtbERPS2sCMRC+F/wPYQreaqKgyNYo9VEQqgcfhx6nm+lu&#10;2M1k2aS69dcbodDbfHzPmS06V4sLtcF61jAcKBDEuTeWCw3n0/vLFESIyAZrz6ThlwIs5r2nGWbG&#10;X/lAl2MsRArhkKGGMsYmkzLkJTkMA98QJ+7btw5jgm0hTYvXFO5qOVJqIh1aTg0lNrQqKa+OP07D&#10;58fETg+WRl+723JjduNquV9XWvefu7dXEJG6+C/+c29Nmq/GagiPd9IN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DwXd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/2mMMA&#10;AADeAAAADwAAAGRycy9kb3ducmV2LnhtbERPTWsCMRC9F/ofwgjeaqKgyNYoYil66aHW0uuwmW7W&#10;3Uy2SdTVX28Khd7m8T5nsepdK84UYu1Zw3ikQBCX3tRcaTh8vD7NQcSEbLD1TBquFGG1fHxYYGH8&#10;hd/pvE+VyCEcC9RgU+oKKWNpyWEc+Y44c98+OEwZhkqagJcc7lo5UWomHdacGyx2tLFUNvuT0xDW&#10;Xy/NjU+fjbq9XeP22P/M0Wo9HPTrZxCJ+vQv/nPvTJ6vpmoCv+/kG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/2mM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LlSMQA&#10;AADeAAAADwAAAGRycy9kb3ducmV2LnhtbERP20oDMRB9F/yHMIW+SJtY0bZr0yIFQbAIvXzAdDPu&#10;Lk0my2Zst369EQTf5nCus1j1waszdamJbOF+bEARl9E1XFk47F9HM1BJkB36yGThSglWy9ubBRYu&#10;XnhL551UKodwKtBCLdIWWqeypoBpHFvizH3GLqBk2FXadXjJ4cHriTFPOmDDuaHGltY1lafdV7Dg&#10;J0c/f5+mjVwPemO+g2zvPpy1w0H/8gxKqJd/8Z/7zeX55tE8wO87+Qa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y5U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s8ZsQA&#10;AADeAAAADwAAAGRycy9kb3ducmV2LnhtbERPTWsCMRC9F/wPYQq91aRSS9kapVaEvXhwtXgdN9PN&#10;0mSybFJd/fWmUOhtHu9zZovBO3GiPraBNTyNFQjiOpiWGw373frxFURMyAZdYNJwoQiL+ehuhoUJ&#10;Z97SqUqNyCEcC9RgU+oKKWNtyWMch444c1+h95gy7BtpejzncO/kRKkX6bHl3GCxow9L9Xf14zWs&#10;qs5N9qVdxsPn5nh05XVNh5XWD/fD+xuIREP6F/+5S5Pnq6l6ht938g1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LPGb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Iry8EA&#10;AADeAAAADwAAAGRycy9kb3ducmV2LnhtbERPS4vCMBC+L/gfwgje1sQFdalGEVEQPPk67G1Ixrba&#10;TEqTtfXfG2Fhb/PxPWe+7FwlHtSE0rOG0VCBIDbelpxrOJ+2n98gQkS2WHkmDU8KsFz0PuaYWd/y&#10;gR7HmIsUwiFDDUWMdSZlMAU5DENfEyfu6huHMcEml7bBNoW7Sn4pNZEOS04NBda0Lsjcj79Ow20r&#10;994oNJfzpd3Z6c9mQpXSetDvVjMQkbr4L/5z72yar8ZqDO930g1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CK8v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hG28QA&#10;AADeAAAADwAAAGRycy9kb3ducmV2LnhtbERPS2sCMRC+F/wPYQq91aQWRVazooJQWnpQS+lx3Mw+&#10;2M1kSaJu/70pCL3Nx/ec5WqwnbiQD41jDS9jBYK4cKbhSsPXcfc8BxEissHOMWn4pQCrfPSwxMy4&#10;K+/pcoiVSCEcMtRQx9hnUoaiJoth7HrixJXOW4wJ+koaj9cUbjs5UWomLTacGmrsaVtT0R7OVsPP&#10;+YPLz9f3td/EbzccQzs5zVutnx6H9QJEpCH+i+/uN5Pmq6mawd876QaZ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4Rtv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k2MsUA&#10;AADeAAAADwAAAGRycy9kb3ducmV2LnhtbERPS2sCMRC+C/0PYYTeNFFq1a1RaqHQi1AfB72Nm+nu&#10;4mayTVLd+usboeBtPr7nzBatrcWZfKgcaxj0FQji3JmKCw277XtvAiJEZIO1Y9LwSwEW84fODDPj&#10;Lrym8yYWIoVwyFBDGWOTSRnykiyGvmuIE/flvMWYoC+k8XhJ4baWQ6WepcWKU0OJDb2VlJ82P1bD&#10;cjpZfn8+8eq6Ph7osD+eRkOvtH7stq8vICK18S7+d3+YNF+N1Bhu76Qb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aTYyxQAAAN4AAAAPAAAAAAAAAAAAAAAAAJgCAABkcnMv&#10;ZG93bnJldi54bWxQSwUGAAAAAAQABAD1AAAAigMAAAAA&#10;" fillcolor="black" stroked="f"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Cp6sYA&#10;AADeAAAADwAAAGRycy9kb3ducmV2LnhtbESPT0sDMRDF70K/Q5iCN5uoKGXbtCwFUTxt/4jX6Wa6&#10;WdwkSxLT9ds7B8HbDO/Ne79Zbyc3iEIx9cFruF8oEOTbYHrfaTgdX+6WIFJGb3AInjT8UILtZnaz&#10;xsqEq99TOeROcIhPFWqwOY+VlKm15DAtwkietUuIDjOvsZMm4pXD3SAflHqWDnvPDRZH2llqvw7f&#10;TkM575r6sXwWu3+PdRdD8/pxbrS+nU/1CkSmKf+b/67fDOOrJ8W8/A7P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0Cp6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BIeMUA&#10;AADeAAAADwAAAGRycy9kb3ducmV2LnhtbERPTWsCMRC9F/ofwgjeaqJQqatRRGpRL61roR6HzXSz&#10;dDNZNnHd9tebQqG3ebzPWax6V4uO2lB51jAeKRDEhTcVlxreT9uHJxAhIhusPZOGbwqwWt7fLTAz&#10;/spH6vJYihTCIUMNNsYmkzIUlhyGkW+IE/fpW4cxwbaUpsVrCne1nCg1lQ4rTg0WG9pYKr7yi9MQ&#10;xpvnj4P7mXXnF8uv+d5O30qr9XDQr+cgIvXxX/zn3pk0Xz2qGfy+k2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oEh4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E0D1A" w:rsidRPr="00D815F3" w:rsidRDefault="004E0D1A" w:rsidP="004E0D1A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4E0D1A" w:rsidRPr="001869AA" w:rsidRDefault="004E0D1A" w:rsidP="004E0D1A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4E0D1A" w:rsidRPr="001869AA" w:rsidRDefault="004E0D1A" w:rsidP="004E0D1A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4E0D1A" w:rsidRPr="001869AA" w:rsidRDefault="004E0D1A" w:rsidP="004E0D1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4E0D1A" w:rsidRPr="00D815F3" w:rsidRDefault="004E0D1A" w:rsidP="004E0D1A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4E0D1A" w:rsidRPr="001869AA" w:rsidRDefault="004E0D1A" w:rsidP="004E0D1A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4E0D1A" w:rsidRPr="001869AA" w:rsidRDefault="004E0D1A" w:rsidP="004E0D1A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4E0D1A" w:rsidRPr="001869AA" w:rsidRDefault="004E0D1A" w:rsidP="004E0D1A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4E0D1A" w:rsidRPr="001869AA" w:rsidRDefault="004E0D1A" w:rsidP="004E0D1A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4E0D1A" w:rsidRPr="001869AA" w:rsidRDefault="004E0D1A" w:rsidP="004E0D1A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0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D1A" w:rsidRDefault="004E0D1A" w:rsidP="004E0D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544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E0D1A" w:rsidRDefault="004E0D1A" w:rsidP="004E0D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E0D1A" w:rsidRDefault="004E0D1A" w:rsidP="004E0D1A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4E0D1A" w:rsidRPr="001869AA" w:rsidRDefault="004E0D1A" w:rsidP="004E0D1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E0D1A" w:rsidRDefault="004E0D1A" w:rsidP="004E0D1A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4E0D1A" w:rsidRPr="001869AA" w:rsidRDefault="004E0D1A" w:rsidP="004E0D1A">
      <w:pPr>
        <w:spacing w:after="0" w:line="240" w:lineRule="auto"/>
        <w:jc w:val="center"/>
        <w:rPr>
          <w:rFonts w:ascii="Times New Roman" w:hAnsi="Times New Roman"/>
        </w:rPr>
      </w:pPr>
    </w:p>
    <w:p w:rsidR="004E0D1A" w:rsidRPr="00312454" w:rsidRDefault="004E0D1A" w:rsidP="004E0D1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4E0D1A" w:rsidRDefault="004E0D1A" w:rsidP="004E0D1A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4E0D1A" w:rsidRDefault="004E0D1A" w:rsidP="004E0D1A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4E0D1A" w:rsidRPr="00E12288" w:rsidRDefault="004E0D1A" w:rsidP="004E0D1A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4E0D1A" w:rsidRPr="00E12288" w:rsidRDefault="004E0D1A" w:rsidP="004E0D1A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4E0D1A" w:rsidRPr="00E12288" w:rsidRDefault="004E0D1A" w:rsidP="004E0D1A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4E0D1A" w:rsidRPr="00E12288" w:rsidRDefault="004E0D1A" w:rsidP="004E0D1A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Кухарук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А.С.</w:t>
      </w:r>
    </w:p>
    <w:p w:rsidR="004E0D1A" w:rsidRPr="00E12288" w:rsidRDefault="004E0D1A" w:rsidP="004E0D1A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4E0D1A" w:rsidRPr="00E12288" w:rsidRDefault="004E0D1A" w:rsidP="004E0D1A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4E0D1A" w:rsidRPr="00E12288" w:rsidRDefault="004E0D1A" w:rsidP="004E0D1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розглянувши заяву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Кухарук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А.С.,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 рада </w:t>
      </w:r>
    </w:p>
    <w:p w:rsidR="004E0D1A" w:rsidRPr="00E12288" w:rsidRDefault="004E0D1A" w:rsidP="004E0D1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4E0D1A" w:rsidRPr="00E12288" w:rsidRDefault="004E0D1A" w:rsidP="004E0D1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4E0D1A" w:rsidRPr="00E12288" w:rsidRDefault="004E0D1A" w:rsidP="004E0D1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1. Затвердити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Кухарук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Аллі Сергіївні, </w:t>
      </w:r>
      <w:r>
        <w:rPr>
          <w:rFonts w:ascii="Times New Roman" w:hAnsi="Times New Roman"/>
          <w:sz w:val="24"/>
        </w:rPr>
        <w:t xml:space="preserve"> яка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а</w:t>
      </w:r>
      <w:r w:rsidRPr="00E12288">
        <w:rPr>
          <w:rFonts w:ascii="Times New Roman" w:hAnsi="Times New Roman"/>
          <w:sz w:val="24"/>
        </w:rPr>
        <w:t xml:space="preserve"> за адрес</w:t>
      </w:r>
      <w:r>
        <w:rPr>
          <w:rFonts w:ascii="Times New Roman" w:hAnsi="Times New Roman"/>
          <w:sz w:val="24"/>
        </w:rPr>
        <w:t xml:space="preserve">ою: </w:t>
      </w:r>
      <w:r w:rsidR="00F22542">
        <w:rPr>
          <w:rFonts w:ascii="Times New Roman" w:hAnsi="Times New Roman"/>
          <w:sz w:val="24"/>
          <w:lang w:val="en-US"/>
        </w:rPr>
        <w:t>___________</w:t>
      </w:r>
      <w:r>
        <w:rPr>
          <w:rFonts w:ascii="Times New Roman" w:hAnsi="Times New Roman"/>
          <w:sz w:val="24"/>
        </w:rPr>
        <w:t xml:space="preserve">, </w:t>
      </w:r>
      <w:r w:rsidRPr="00E12288">
        <w:rPr>
          <w:rFonts w:ascii="Times New Roman" w:hAnsi="Times New Roman"/>
          <w:sz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F22542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атну власність, площею 0,3409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га,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984000:03:012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111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для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ведення товарного сільськогосподарського виробництва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яка розташована Хмельницька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за межами населеного пункту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.</w:t>
      </w:r>
      <w:r w:rsidRPr="00E12288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</w:t>
      </w:r>
    </w:p>
    <w:p w:rsidR="004E0D1A" w:rsidRPr="00E12288" w:rsidRDefault="004E0D1A" w:rsidP="004E0D1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2.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Кухарук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А.С.</w:t>
      </w: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4E0D1A" w:rsidRPr="00E12288" w:rsidRDefault="004E0D1A" w:rsidP="004E0D1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E0D1A" w:rsidRPr="00E12288" w:rsidRDefault="004E0D1A" w:rsidP="004E0D1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4E0D1A" w:rsidRPr="00E12288" w:rsidRDefault="004E0D1A" w:rsidP="004E0D1A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4E0D1A" w:rsidRPr="00E12288" w:rsidRDefault="004E0D1A" w:rsidP="004E0D1A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4E0D1A" w:rsidRPr="00E12288" w:rsidRDefault="004E0D1A" w:rsidP="004E0D1A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211EF0" w:rsidRPr="004E0D1A" w:rsidRDefault="004E0D1A" w:rsidP="004E0D1A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211EF0" w:rsidRPr="004E0D1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D1A"/>
    <w:rsid w:val="00171A2E"/>
    <w:rsid w:val="00211EF0"/>
    <w:rsid w:val="00304C90"/>
    <w:rsid w:val="004E0D1A"/>
    <w:rsid w:val="00505B6D"/>
    <w:rsid w:val="006D3977"/>
    <w:rsid w:val="007D6C18"/>
    <w:rsid w:val="00D1641A"/>
    <w:rsid w:val="00F2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D1A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D1A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253</Words>
  <Characters>1446</Characters>
  <Application>Microsoft Office Word</Application>
  <DocSecurity>0</DocSecurity>
  <Lines>12</Lines>
  <Paragraphs>3</Paragraphs>
  <ScaleCrop>false</ScaleCrop>
  <Company>Microsoft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2020-11-17T16:00:00Z</dcterms:created>
  <dcterms:modified xsi:type="dcterms:W3CDTF">2020-11-18T06:57:00Z</dcterms:modified>
</cp:coreProperties>
</file>