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3EA" w:rsidRPr="00CD53EA" w:rsidRDefault="003B03EA" w:rsidP="003B03EA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3EA" w:rsidRDefault="003B03EA" w:rsidP="003B03E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03EA" w:rsidRDefault="003B03EA" w:rsidP="003B03E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B03EA" w:rsidRDefault="003B03EA" w:rsidP="003B03E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B03EA" w:rsidRDefault="003B03EA" w:rsidP="003B03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B03EA" w:rsidRDefault="003B03EA" w:rsidP="003B03E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№14</w:t>
      </w: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>)</w:t>
      </w: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>Шевчук Л.С.</w:t>
      </w:r>
    </w:p>
    <w:p w:rsidR="003B03EA" w:rsidRPr="003D1C93" w:rsidRDefault="003B03EA" w:rsidP="003B03E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B03EA" w:rsidRPr="003D1C93" w:rsidRDefault="003B03EA" w:rsidP="003B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Шевчук Л.С</w:t>
      </w:r>
      <w:r w:rsidRPr="003D1C93">
        <w:rPr>
          <w:rFonts w:ascii="Times New Roman" w:hAnsi="Times New Roman" w:cs="Times New Roman"/>
          <w:sz w:val="24"/>
          <w:szCs w:val="24"/>
        </w:rPr>
        <w:t xml:space="preserve">. 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3B03EA" w:rsidRPr="003D1C93" w:rsidRDefault="003B03EA" w:rsidP="003B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>ВИРІШИЛА:</w:t>
      </w:r>
    </w:p>
    <w:p w:rsidR="003B03EA" w:rsidRPr="003D1C93" w:rsidRDefault="003B03EA" w:rsidP="003B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1.Надати Шевчук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Людмилі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Степанівні</w:t>
      </w:r>
      <w:proofErr w:type="spellEnd"/>
      <w:proofErr w:type="gramStart"/>
      <w:r w:rsidRPr="003D1C93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яка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: </w:t>
      </w:r>
      <w:r w:rsidR="00041625">
        <w:rPr>
          <w:rFonts w:ascii="Times New Roman" w:hAnsi="Times New Roman" w:cs="Times New Roman"/>
          <w:sz w:val="24"/>
          <w:szCs w:val="24"/>
          <w:lang w:val="en-US"/>
        </w:rPr>
        <w:t>_________________________</w:t>
      </w:r>
      <w:bookmarkStart w:id="0" w:name="_GoBack"/>
      <w:bookmarkEnd w:id="0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0,2500 га,  для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по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Дружби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>, 23.</w:t>
      </w:r>
    </w:p>
    <w:p w:rsidR="003B03EA" w:rsidRPr="003D1C93" w:rsidRDefault="003B03EA" w:rsidP="003B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2.Шевчук Л.С,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3D1C93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та подати на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3B03EA" w:rsidRPr="003D1C93" w:rsidRDefault="003B03EA" w:rsidP="003B03E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D1C9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B03EA" w:rsidRPr="003D1C93" w:rsidRDefault="003B03EA" w:rsidP="003B03E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B03EA" w:rsidRPr="003D1C93" w:rsidRDefault="003B03EA" w:rsidP="003B03E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258A" w:rsidRPr="003B03EA" w:rsidRDefault="003B03EA" w:rsidP="003B03E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74258A" w:rsidRPr="003B03E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3EA"/>
    <w:rsid w:val="00041625"/>
    <w:rsid w:val="00171A2E"/>
    <w:rsid w:val="00304C90"/>
    <w:rsid w:val="003B03EA"/>
    <w:rsid w:val="00505B6D"/>
    <w:rsid w:val="006D3977"/>
    <w:rsid w:val="0074258A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B03E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B0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B03EA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B03E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3B03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B03EA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2020-09-29T17:23:00Z</dcterms:created>
  <dcterms:modified xsi:type="dcterms:W3CDTF">2020-09-30T04:01:00Z</dcterms:modified>
</cp:coreProperties>
</file>