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E9C" w:rsidRPr="00B623A8" w:rsidRDefault="00985E9C" w:rsidP="00985E9C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85E9C" w:rsidRDefault="00985E9C" w:rsidP="00985E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85E9C" w:rsidRDefault="00985E9C" w:rsidP="00985E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85E9C" w:rsidRDefault="00985E9C" w:rsidP="00985E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85E9C" w:rsidRDefault="00985E9C" w:rsidP="00985E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85E9C" w:rsidRDefault="00985E9C" w:rsidP="00985E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85E9C" w:rsidRDefault="00985E9C" w:rsidP="00985E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85E9C" w:rsidRDefault="00985E9C" w:rsidP="00985E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85E9C" w:rsidRDefault="00985E9C" w:rsidP="00985E9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85E9C" w:rsidRDefault="00985E9C" w:rsidP="00985E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85E9C" w:rsidRDefault="00985E9C" w:rsidP="00985E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85E9C" w:rsidRDefault="00985E9C" w:rsidP="00985E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85E9C" w:rsidRDefault="00985E9C" w:rsidP="00985E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85E9C" w:rsidRDefault="00985E9C" w:rsidP="00985E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85E9C" w:rsidRDefault="00985E9C" w:rsidP="00985E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85E9C" w:rsidRDefault="00985E9C" w:rsidP="00985E9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85E9C" w:rsidRDefault="00985E9C" w:rsidP="00985E9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№41</w:t>
      </w:r>
    </w:p>
    <w:p w:rsidR="00985E9C" w:rsidRDefault="00985E9C" w:rsidP="00985E9C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85E9C" w:rsidRDefault="00985E9C" w:rsidP="00985E9C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985E9C" w:rsidRDefault="00985E9C" w:rsidP="00985E9C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985E9C" w:rsidRDefault="00985E9C" w:rsidP="00985E9C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985E9C" w:rsidRPr="00E979E8" w:rsidRDefault="00985E9C" w:rsidP="00985E9C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Бацан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М.О.</w:t>
      </w:r>
    </w:p>
    <w:p w:rsidR="00985E9C" w:rsidRDefault="00985E9C" w:rsidP="00985E9C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85E9C" w:rsidRDefault="00985E9C" w:rsidP="00985E9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»,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Бацан  М.О.,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985E9C" w:rsidRDefault="00985E9C" w:rsidP="00985E9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985E9C" w:rsidRDefault="00985E9C" w:rsidP="00985E9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Бацан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Марії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Олексіївні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0C283C">
        <w:rPr>
          <w:rFonts w:ascii="Times New Roman" w:hAnsi="Times New Roman"/>
          <w:sz w:val="24"/>
          <w:lang w:val="uk-UA"/>
        </w:rPr>
        <w:t>__________</w:t>
      </w:r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0C283C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_______</w:t>
      </w:r>
      <w:bookmarkStart w:id="0" w:name="_GoBack"/>
      <w:bookmarkEnd w:id="0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0,2906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6823986800:02:005:0052, для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Колом’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є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  <w:proofErr w:type="gramEnd"/>
    </w:p>
    <w:p w:rsidR="00985E9C" w:rsidRDefault="00985E9C" w:rsidP="00985E9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2.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Бацан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М.О.</w:t>
      </w:r>
      <w:r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985E9C" w:rsidRDefault="00985E9C" w:rsidP="00985E9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985E9C" w:rsidRDefault="00985E9C" w:rsidP="00985E9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985E9C" w:rsidRDefault="00985E9C" w:rsidP="00985E9C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985E9C" w:rsidRDefault="00985E9C" w:rsidP="00985E9C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985E9C" w:rsidRDefault="00985E9C" w:rsidP="00985E9C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291C5A" w:rsidRDefault="00985E9C" w:rsidP="00985E9C">
      <w:pPr>
        <w:tabs>
          <w:tab w:val="left" w:pos="2160"/>
        </w:tabs>
        <w:spacing w:after="0"/>
      </w:pPr>
      <w:proofErr w:type="spellStart"/>
      <w:r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291C5A">
      <w:headerReference w:type="even" r:id="rId7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6EA" w:rsidRDefault="001456EA">
      <w:pPr>
        <w:spacing w:after="0" w:line="240" w:lineRule="auto"/>
      </w:pPr>
      <w:r>
        <w:separator/>
      </w:r>
    </w:p>
  </w:endnote>
  <w:endnote w:type="continuationSeparator" w:id="0">
    <w:p w:rsidR="001456EA" w:rsidRDefault="00145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6EA" w:rsidRDefault="001456EA">
      <w:pPr>
        <w:spacing w:after="0" w:line="240" w:lineRule="auto"/>
      </w:pPr>
      <w:r>
        <w:separator/>
      </w:r>
    </w:p>
  </w:footnote>
  <w:footnote w:type="continuationSeparator" w:id="0">
    <w:p w:rsidR="001456EA" w:rsidRDefault="001456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62F1" w:rsidRDefault="00985E9C" w:rsidP="005462F1">
    <w:pPr>
      <w:pStyle w:val="af4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5462F1" w:rsidRDefault="001456EA">
    <w:pPr>
      <w:pStyle w:val="af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E9C"/>
    <w:rsid w:val="000C283C"/>
    <w:rsid w:val="001456EA"/>
    <w:rsid w:val="00171A2E"/>
    <w:rsid w:val="00291C5A"/>
    <w:rsid w:val="00304C90"/>
    <w:rsid w:val="00505B6D"/>
    <w:rsid w:val="006D3977"/>
    <w:rsid w:val="007D6C18"/>
    <w:rsid w:val="00985E9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85E9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85E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85E9C"/>
    <w:rPr>
      <w:rFonts w:ascii="Consolas" w:hAnsi="Consolas"/>
      <w:sz w:val="20"/>
      <w:szCs w:val="20"/>
      <w:lang w:val="uk-UA" w:eastAsia="uk-UA" w:bidi="ar-SA"/>
    </w:rPr>
  </w:style>
  <w:style w:type="paragraph" w:styleId="af4">
    <w:name w:val="header"/>
    <w:basedOn w:val="a"/>
    <w:link w:val="af5"/>
    <w:unhideWhenUsed/>
    <w:rsid w:val="00985E9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5">
    <w:name w:val="Верхний колонтитул Знак"/>
    <w:basedOn w:val="a0"/>
    <w:link w:val="af4"/>
    <w:rsid w:val="00985E9C"/>
    <w:rPr>
      <w:rFonts w:ascii="Calibri" w:eastAsia="Times New Roman" w:hAnsi="Calibri" w:cs="Times New Roman"/>
      <w:lang w:val="uk-UA" w:eastAsia="uk-UA" w:bidi="ar-SA"/>
    </w:rPr>
  </w:style>
  <w:style w:type="character" w:styleId="af6">
    <w:name w:val="page number"/>
    <w:basedOn w:val="a0"/>
    <w:rsid w:val="00985E9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85E9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85E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85E9C"/>
    <w:rPr>
      <w:rFonts w:ascii="Consolas" w:hAnsi="Consolas"/>
      <w:sz w:val="20"/>
      <w:szCs w:val="20"/>
      <w:lang w:val="uk-UA" w:eastAsia="uk-UA" w:bidi="ar-SA"/>
    </w:rPr>
  </w:style>
  <w:style w:type="paragraph" w:styleId="af4">
    <w:name w:val="header"/>
    <w:basedOn w:val="a"/>
    <w:link w:val="af5"/>
    <w:unhideWhenUsed/>
    <w:rsid w:val="00985E9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5">
    <w:name w:val="Верхний колонтитул Знак"/>
    <w:basedOn w:val="a0"/>
    <w:link w:val="af4"/>
    <w:rsid w:val="00985E9C"/>
    <w:rPr>
      <w:rFonts w:ascii="Calibri" w:eastAsia="Times New Roman" w:hAnsi="Calibri" w:cs="Times New Roman"/>
      <w:lang w:val="uk-UA" w:eastAsia="uk-UA" w:bidi="ar-SA"/>
    </w:rPr>
  </w:style>
  <w:style w:type="character" w:styleId="af6">
    <w:name w:val="page number"/>
    <w:basedOn w:val="a0"/>
    <w:rsid w:val="00985E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249</Words>
  <Characters>1424</Characters>
  <Application>Microsoft Office Word</Application>
  <DocSecurity>0</DocSecurity>
  <Lines>11</Lines>
  <Paragraphs>3</Paragraphs>
  <ScaleCrop>false</ScaleCrop>
  <Company>Microsoft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2020-10-16T17:22:00Z</dcterms:created>
  <dcterms:modified xsi:type="dcterms:W3CDTF">2020-10-16T18:07:00Z</dcterms:modified>
</cp:coreProperties>
</file>