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F9" w:rsidRPr="00154EFF" w:rsidRDefault="00D270F9" w:rsidP="00D270F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0F9" w:rsidRDefault="00D270F9" w:rsidP="00D27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70F9" w:rsidRDefault="00D270F9" w:rsidP="00D27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70F9" w:rsidRDefault="00D270F9" w:rsidP="00D270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70F9" w:rsidRDefault="00D270F9" w:rsidP="00D270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70F9" w:rsidRDefault="00D270F9" w:rsidP="00D270F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№49</w:t>
      </w:r>
    </w:p>
    <w:p w:rsidR="00D270F9" w:rsidRPr="008E3616" w:rsidRDefault="00D270F9" w:rsidP="00D270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270F9" w:rsidRPr="008E3616" w:rsidRDefault="00D270F9" w:rsidP="00D270F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D270F9" w:rsidRPr="002C10E6" w:rsidRDefault="00D270F9" w:rsidP="00D270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Шминдруку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І.С.</w:t>
      </w: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Шминдрука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І.С.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D270F9" w:rsidRPr="002C10E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Шминдруку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Ігорю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Сергійовичу,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329EF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0,2600 га, для  ведення особистого селянського господарства,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Шминдруку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І.С.,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270F9" w:rsidRPr="008E3616" w:rsidRDefault="00D270F9" w:rsidP="00D270F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270F9" w:rsidRPr="008E3616" w:rsidRDefault="00D270F9" w:rsidP="00D270F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0F9" w:rsidRPr="008E3616" w:rsidRDefault="00D270F9" w:rsidP="00D270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88D" w:rsidRPr="00D270F9" w:rsidRDefault="00D270F9" w:rsidP="00D270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28588D" w:rsidRPr="00D270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F9"/>
    <w:rsid w:val="0028588D"/>
    <w:rsid w:val="00C329EF"/>
    <w:rsid w:val="00D2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270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270F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270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270F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233</Words>
  <Characters>1332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2022-02-08T06:44:00Z</dcterms:created>
  <dcterms:modified xsi:type="dcterms:W3CDTF">2022-02-08T11:23:00Z</dcterms:modified>
</cp:coreProperties>
</file>