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22" w:rsidRPr="00AF2E62" w:rsidRDefault="00FC7222" w:rsidP="00FC722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C7222" w:rsidRPr="00AF2E62" w:rsidRDefault="00FC7222" w:rsidP="00FC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068DB9" wp14:editId="2577DDB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608" name="Группа 16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6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222" w:rsidRDefault="00FC7222" w:rsidP="00FC72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B068DB9" id="Группа 1660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1PsU3cAAEFZBAAOAAAAZHJzL2Uyb0RvYy54bWzsfW1uJjmS3n8DvoOgnwNUK5nfWZiaxXRX&#10;18BA2x5gXx/gbUlVEizpLUvqrppdLGDAR/BFfANfYfdGfoIMMklVRkROdfdgFmbvolPTCkWSESQz&#10;GF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D5n1PsU3cAAEFZBAAOAAAAAAAAAAAAAAAA&#10;AC4CAABkcnMvZTJvRG9jLnhtbFBLAQItABQABgAIAAAAIQCe02Rt3QAAAAYBAAAPAAAAAAAAAAAA&#10;AAAAAK15AABkcnMvZG93bnJldi54bWxQSwUGAAAAAAQABADzAAAAt3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" fillcolor="black" stroked="f"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" fillcolor="black" stroked="f"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7222" w:rsidRDefault="00FC7222" w:rsidP="00FC72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C7222" w:rsidRPr="00AF2E62" w:rsidRDefault="00FC7222" w:rsidP="00FC722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C7222" w:rsidRPr="00AF2E62" w:rsidRDefault="00FC7222" w:rsidP="00FC72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C7222" w:rsidRPr="00AF2E62" w:rsidRDefault="00FC7222" w:rsidP="00FC72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FC7222" w:rsidRPr="00AF2E62" w:rsidRDefault="00FC7222" w:rsidP="00FC72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C7222" w:rsidRPr="00AF2E62" w:rsidRDefault="00FC7222" w:rsidP="00FC722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Ковальчуку О.Г.</w:t>
      </w: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Ковальчука  О.Г.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C7222" w:rsidRPr="00AF2E62" w:rsidRDefault="00FC7222" w:rsidP="00FC72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Ковальчуку Олександру Григоровичу,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F688B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  <w:lang w:eastAsia="en-US"/>
        </w:rPr>
        <w:t>площею  1,7077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кадастровий номер 6823984700:04:015:0007, зі зміною цільового призначення земель комунальної власності  16.00 землі запасу (земельні ділянки кожної категорії земель, які не  надані у власність  або користування  громадянам чи юридичним особам)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ХЇмельницька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Лисичненська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(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рада)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C7222" w:rsidRPr="00AF2E62" w:rsidRDefault="00FC7222" w:rsidP="00FC72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Ковальчуку О.Г.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C7222" w:rsidRPr="00AF2E62" w:rsidRDefault="00FC7222" w:rsidP="00FC7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C7222" w:rsidRPr="00AF2E62" w:rsidRDefault="00FC7222" w:rsidP="00FC72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7222" w:rsidRDefault="00FC7222" w:rsidP="00FC7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7222" w:rsidRDefault="00FC7222" w:rsidP="00FC7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7222" w:rsidRDefault="00FC7222" w:rsidP="00FC7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2E00" w:rsidRPr="00FC7222" w:rsidRDefault="00FC7222" w:rsidP="00FC72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sectPr w:rsidR="002A2E00" w:rsidRPr="00FC72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22"/>
    <w:rsid w:val="002A2E00"/>
    <w:rsid w:val="007F688B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56</TotalTime>
  <Pages>1</Pages>
  <Words>285</Words>
  <Characters>1628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2021-06-22T07:58:00Z</dcterms:created>
  <dcterms:modified xsi:type="dcterms:W3CDTF">2021-06-22T13:48:00Z</dcterms:modified>
</cp:coreProperties>
</file>