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AC6" w:rsidRDefault="00E12AC6" w:rsidP="00E12AC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12AC6" w:rsidRDefault="00E12AC6" w:rsidP="00E12AC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2AC6" w:rsidRDefault="00E12AC6" w:rsidP="00E12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12AC6" w:rsidRDefault="00E12AC6" w:rsidP="00E12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12AC6" w:rsidRDefault="00E12AC6" w:rsidP="00E12AC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2AC6" w:rsidRDefault="00E12AC6" w:rsidP="00E12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12AC6" w:rsidRDefault="00E12AC6" w:rsidP="00E12A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12AC6" w:rsidRPr="00054EE7" w:rsidRDefault="00E12AC6" w:rsidP="00E12A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114</w:t>
      </w:r>
    </w:p>
    <w:p w:rsidR="00E12AC6" w:rsidRPr="00054EE7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2AC6" w:rsidRPr="00054EE7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12AC6" w:rsidRPr="00054EE7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12AC6" w:rsidRPr="00054EE7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12AC6" w:rsidRPr="00054EE7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12AC6" w:rsidRPr="00054EE7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сільській раді</w:t>
      </w:r>
    </w:p>
    <w:p w:rsidR="00E12AC6" w:rsidRPr="00054EE7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2AC6" w:rsidRPr="00054EE7" w:rsidRDefault="00E12AC6" w:rsidP="00E12A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</w:t>
      </w:r>
      <w:r w:rsidRPr="00054EE7">
        <w:rPr>
          <w:rFonts w:ascii="Times New Roman" w:eastAsia="Calibri" w:hAnsi="Times New Roman" w:cs="Times New Roman"/>
          <w:sz w:val="24"/>
          <w:szCs w:val="24"/>
        </w:rPr>
        <w:t>12, 186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E12AC6" w:rsidRPr="00054EE7" w:rsidRDefault="00E12AC6" w:rsidP="00E12A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12AC6" w:rsidRPr="00054EE7" w:rsidRDefault="00E12AC6" w:rsidP="00E12A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код ЄДРПОУ 04405030,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у комунальну  власність, площею    1,1636 га, кадастровий номер: 6823984000:03:002:0177,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16.00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яка розташована Хмельницька область, Шепетівський  район, </w:t>
      </w:r>
      <w:proofErr w:type="spellStart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рада, за </w:t>
      </w:r>
      <w:proofErr w:type="spellStart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межамис.Крупець</w:t>
      </w:r>
      <w:proofErr w:type="spellEnd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12AC6" w:rsidRPr="00054EE7" w:rsidRDefault="00E12AC6" w:rsidP="00E12A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12AC6" w:rsidRDefault="00E12AC6" w:rsidP="00E12A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12AC6" w:rsidRPr="00E12AC6" w:rsidRDefault="00E12AC6" w:rsidP="00E12A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E7C4F" w:rsidRPr="00E12AC6" w:rsidRDefault="00E12AC6" w:rsidP="00E12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E7C4F" w:rsidRPr="00E12AC6" w:rsidSect="00E12AC6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AC6"/>
    <w:rsid w:val="005E7C4F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C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12A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12AC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12AC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C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12A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12AC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12AC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2021-07-28T12:42:00Z</dcterms:created>
  <dcterms:modified xsi:type="dcterms:W3CDTF">2021-07-28T12:42:00Z</dcterms:modified>
</cp:coreProperties>
</file>