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E09" w:rsidRDefault="003A1E09" w:rsidP="003A1E0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E09" w:rsidRDefault="003A1E09" w:rsidP="003A1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1E09" w:rsidRDefault="003A1E09" w:rsidP="003A1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E09" w:rsidRDefault="003A1E09" w:rsidP="003A1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1E09" w:rsidRDefault="003A1E09" w:rsidP="003A1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E09" w:rsidRDefault="003A1E09" w:rsidP="003A1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1E09" w:rsidRDefault="003A1E09" w:rsidP="003A1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E09" w:rsidRDefault="003A1E09" w:rsidP="003A1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1E09" w:rsidRDefault="003A1E09" w:rsidP="003A1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E09" w:rsidRDefault="003A1E09" w:rsidP="003A1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1E09" w:rsidRDefault="003A1E09" w:rsidP="003A1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E09" w:rsidRDefault="003A1E09" w:rsidP="003A1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1E09" w:rsidRDefault="003A1E09" w:rsidP="003A1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E09" w:rsidRDefault="003A1E09" w:rsidP="003A1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1E09" w:rsidRDefault="003A1E09" w:rsidP="003A1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E09" w:rsidRDefault="003A1E09" w:rsidP="003A1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1E09" w:rsidRDefault="003A1E09" w:rsidP="003A1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E09" w:rsidRDefault="003A1E09" w:rsidP="003A1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1E09" w:rsidRDefault="003A1E09" w:rsidP="003A1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E09" w:rsidRDefault="003A1E09" w:rsidP="003A1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1E09" w:rsidRDefault="003A1E09" w:rsidP="003A1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E09" w:rsidRDefault="003A1E09" w:rsidP="003A1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E09" w:rsidRDefault="003A1E09" w:rsidP="003A1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E09" w:rsidRDefault="003A1E09" w:rsidP="003A1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E09" w:rsidRDefault="003A1E09" w:rsidP="003A1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E09" w:rsidRDefault="003A1E09" w:rsidP="003A1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E09" w:rsidRDefault="003A1E09" w:rsidP="003A1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E09" w:rsidRDefault="003A1E09" w:rsidP="003A1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E09" w:rsidRDefault="003A1E09" w:rsidP="003A1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E09" w:rsidRDefault="003A1E09" w:rsidP="003A1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1E09" w:rsidRDefault="003A1E09" w:rsidP="003A1E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A1E09" w:rsidRDefault="003A1E09" w:rsidP="003A1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A1E09" w:rsidRDefault="003A1E09" w:rsidP="003A1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A1E09" w:rsidRDefault="003A1E09" w:rsidP="003A1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A1E09" w:rsidRDefault="003A1E09" w:rsidP="003A1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A1E09" w:rsidRDefault="003A1E09" w:rsidP="003A1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A1E09" w:rsidRDefault="003A1E09" w:rsidP="003A1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A1E09" w:rsidRDefault="003A1E09" w:rsidP="003A1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A1E09" w:rsidRDefault="003A1E09" w:rsidP="003A1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A1E09" w:rsidRDefault="003A1E09" w:rsidP="003A1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A1E09" w:rsidRDefault="003A1E09" w:rsidP="003A1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A1E09" w:rsidRDefault="003A1E09" w:rsidP="003A1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A1E09" w:rsidRDefault="003A1E09" w:rsidP="003A1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A1E09" w:rsidRDefault="003A1E09" w:rsidP="003A1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A1E09" w:rsidRDefault="003A1E09" w:rsidP="003A1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A1E09" w:rsidRDefault="003A1E09" w:rsidP="003A1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A1E09" w:rsidRDefault="003A1E09" w:rsidP="003A1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A1E09" w:rsidRDefault="003A1E09" w:rsidP="003A1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A1E09" w:rsidRDefault="003A1E09" w:rsidP="003A1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A1E09" w:rsidRDefault="003A1E09" w:rsidP="003A1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A1E09" w:rsidRDefault="003A1E09" w:rsidP="003A1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A1E09" w:rsidRDefault="003A1E09" w:rsidP="003A1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A1E09" w:rsidRDefault="003A1E09" w:rsidP="003A1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A1E09" w:rsidRDefault="003A1E09" w:rsidP="003A1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A1E09" w:rsidRDefault="003A1E09" w:rsidP="003A1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A1E09" w:rsidRDefault="003A1E09" w:rsidP="003A1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A1E09" w:rsidRDefault="003A1E09" w:rsidP="003A1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A1E09" w:rsidRDefault="003A1E09" w:rsidP="003A1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A1E09" w:rsidRDefault="003A1E09" w:rsidP="003A1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A1E09" w:rsidRDefault="003A1E09" w:rsidP="003A1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A1E09" w:rsidRDefault="003A1E09" w:rsidP="003A1E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A1E09" w:rsidRDefault="003A1E09" w:rsidP="003A1E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A1E09" w:rsidRDefault="003A1E09" w:rsidP="003A1E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A1E09" w:rsidRDefault="003A1E09" w:rsidP="003A1E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A1E09" w:rsidRDefault="003A1E09" w:rsidP="003A1E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A1E09" w:rsidRDefault="003A1E09" w:rsidP="003A1E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A1E09" w:rsidRDefault="003A1E09" w:rsidP="003A1E0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A1E09" w:rsidRDefault="003A1E09" w:rsidP="003A1E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A1E09" w:rsidRDefault="003A1E09" w:rsidP="003A1E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A1E09" w:rsidRDefault="003A1E09" w:rsidP="003A1E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A1E09" w:rsidRDefault="003A1E09" w:rsidP="003A1E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A1E09" w:rsidRDefault="003A1E09" w:rsidP="003A1E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A1E09" w:rsidRDefault="003A1E09" w:rsidP="003A1E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3A1E09" w:rsidRDefault="003A1E09" w:rsidP="003A1E0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A1E09" w:rsidRDefault="003A1E09" w:rsidP="003A1E0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№52</w:t>
      </w:r>
    </w:p>
    <w:p w:rsidR="003A1E09" w:rsidRDefault="003A1E09" w:rsidP="003A1E09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3A1E09" w:rsidRPr="00AF2E62" w:rsidRDefault="003A1E09" w:rsidP="003A1E09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3A1E09" w:rsidRPr="00AF2E62" w:rsidRDefault="003A1E09" w:rsidP="003A1E0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3A1E09" w:rsidRPr="00AF2E62" w:rsidRDefault="003A1E09" w:rsidP="003A1E0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3A1E09" w:rsidRPr="00AF2E62" w:rsidRDefault="003A1E09" w:rsidP="003A1E0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Тульчій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О.О.</w:t>
      </w:r>
    </w:p>
    <w:p w:rsidR="003A1E09" w:rsidRPr="00AF2E62" w:rsidRDefault="003A1E09" w:rsidP="003A1E0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3A1E09" w:rsidRPr="00AF2E62" w:rsidRDefault="003A1E09" w:rsidP="003A1E0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</w:t>
      </w:r>
      <w:r>
        <w:rPr>
          <w:rFonts w:ascii="Times New Roman" w:eastAsia="Calibri" w:hAnsi="Times New Roman" w:cs="Times New Roman"/>
          <w:sz w:val="24"/>
          <w:lang w:val="ru-RU" w:eastAsia="en-US"/>
        </w:rPr>
        <w:t>22, 116,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118, 121</w:t>
      </w:r>
      <w:r>
        <w:rPr>
          <w:rFonts w:ascii="Times New Roman" w:eastAsia="Calibri" w:hAnsi="Times New Roman" w:cs="Times New Roman"/>
          <w:sz w:val="24"/>
          <w:lang w:val="ru-RU" w:eastAsia="en-US"/>
        </w:rPr>
        <w:t>, 122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Земельного кодексу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р</w:t>
      </w:r>
      <w:r>
        <w:rPr>
          <w:rFonts w:ascii="Times New Roman" w:eastAsia="Calibri" w:hAnsi="Times New Roman" w:cs="Times New Roman"/>
          <w:sz w:val="24"/>
          <w:lang w:val="ru-RU" w:eastAsia="en-US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Тульчій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О.О.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3A1E09" w:rsidRPr="00D02250" w:rsidRDefault="003A1E09" w:rsidP="003A1E0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3A1E09" w:rsidRPr="00AF2E62" w:rsidRDefault="003A1E09" w:rsidP="003A1E0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Тульчій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Олені Олексіївні,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3C24E3" w:rsidRPr="003C24E3">
        <w:rPr>
          <w:rFonts w:ascii="Times New Roman" w:eastAsia="Calibri" w:hAnsi="Times New Roman" w:cs="Times New Roman"/>
          <w:sz w:val="24"/>
          <w:lang w:eastAsia="en-US"/>
        </w:rPr>
        <w:t>______________</w:t>
      </w:r>
      <w:bookmarkStart w:id="0" w:name="_GoBack"/>
      <w:bookmarkEnd w:id="0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</w:t>
      </w:r>
      <w:r>
        <w:rPr>
          <w:rFonts w:ascii="Times New Roman" w:eastAsia="Calibri" w:hAnsi="Times New Roman" w:cs="Times New Roman"/>
          <w:sz w:val="24"/>
          <w:lang w:eastAsia="en-US"/>
        </w:rPr>
        <w:t>єнтовною площею 0,10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>00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га, для </w:t>
      </w:r>
      <w:r w:rsidRPr="00CA6548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 яка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розташована в с.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Стригани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3A1E09" w:rsidRPr="00AF2E62" w:rsidRDefault="003A1E09" w:rsidP="003A1E0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Тульчій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О.О., 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розробити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3A1E09" w:rsidRPr="00AF2E62" w:rsidRDefault="003A1E09" w:rsidP="003A1E0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F2E6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3A1E09" w:rsidRPr="00AF2E62" w:rsidRDefault="003A1E09" w:rsidP="003A1E0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A1E09" w:rsidRPr="00AF2E62" w:rsidRDefault="003A1E09" w:rsidP="003A1E0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A1E09" w:rsidRDefault="003A1E09" w:rsidP="003A1E09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A1E09" w:rsidRDefault="003A1E09" w:rsidP="003A1E09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A1E09" w:rsidRDefault="003A1E09" w:rsidP="003A1E0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FF66C4" w:rsidRDefault="00FF66C4"/>
    <w:sectPr w:rsidR="00FF66C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E09"/>
    <w:rsid w:val="003A1E09"/>
    <w:rsid w:val="003C24E3"/>
    <w:rsid w:val="00FF6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E0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3A1E0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A1E09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3A1E09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E0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3A1E0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A1E09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3A1E09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234</Words>
  <Characters>1334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2021-07-07T06:26:00Z</dcterms:created>
  <dcterms:modified xsi:type="dcterms:W3CDTF">2021-07-07T08:19:00Z</dcterms:modified>
</cp:coreProperties>
</file>