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33A" w:rsidRPr="004102D1" w:rsidRDefault="0026633A" w:rsidP="0026633A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633A" w:rsidRDefault="0026633A" w:rsidP="002663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6633A" w:rsidRDefault="0026633A" w:rsidP="002663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6633A" w:rsidRPr="000A4F3E" w:rsidRDefault="0026633A" w:rsidP="002663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33A" w:rsidRPr="000A4F3E" w:rsidRDefault="0026633A" w:rsidP="002663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33A" w:rsidRPr="000A4F3E" w:rsidRDefault="0026633A" w:rsidP="002663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33A" w:rsidRPr="000A4F3E" w:rsidRDefault="0026633A" w:rsidP="002663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33A" w:rsidRPr="000A4F3E" w:rsidRDefault="0026633A" w:rsidP="002663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6633A" w:rsidRPr="000A4F3E" w:rsidRDefault="0026633A" w:rsidP="0026633A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6633A" w:rsidRPr="000A4F3E" w:rsidRDefault="0026633A" w:rsidP="002663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6633A" w:rsidRPr="000A4F3E" w:rsidRDefault="0026633A" w:rsidP="002663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6633A" w:rsidRPr="000A4F3E" w:rsidRDefault="0026633A" w:rsidP="002663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33A" w:rsidRPr="000A4F3E" w:rsidRDefault="0026633A" w:rsidP="002663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6633A" w:rsidRPr="000A4F3E" w:rsidRDefault="0026633A" w:rsidP="002663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633A" w:rsidRPr="000A4F3E" w:rsidRDefault="0026633A" w:rsidP="0026633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6633A" w:rsidRPr="000A4F3E" w:rsidRDefault="0026633A" w:rsidP="0026633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633A" w:rsidRDefault="0026633A" w:rsidP="0026633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26633A" w:rsidRDefault="0026633A" w:rsidP="0026633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633A" w:rsidRPr="00CA5B65" w:rsidRDefault="0026633A" w:rsidP="0026633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26633A" w:rsidRPr="00CA5B65" w:rsidRDefault="0026633A" w:rsidP="0026633A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26633A" w:rsidRPr="00CA5B65" w:rsidRDefault="0026633A" w:rsidP="0026633A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26633A" w:rsidRPr="00CA5B65" w:rsidRDefault="0026633A" w:rsidP="0026633A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4"/>
        </w:rPr>
        <w:t>Б</w:t>
      </w:r>
      <w:proofErr w:type="gramEnd"/>
      <w:r>
        <w:rPr>
          <w:rFonts w:ascii="Times New Roman" w:eastAsia="Times New Roman" w:hAnsi="Times New Roman"/>
          <w:b/>
          <w:sz w:val="24"/>
        </w:rPr>
        <w:t>ірюковій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Л.Д.</w:t>
      </w:r>
    </w:p>
    <w:p w:rsidR="0026633A" w:rsidRPr="00CA5B65" w:rsidRDefault="0026633A" w:rsidP="0026633A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26633A" w:rsidRPr="00F62BB6" w:rsidRDefault="0026633A" w:rsidP="0026633A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proofErr w:type="gramStart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Б</w:t>
      </w:r>
      <w:proofErr w:type="gramEnd"/>
      <w:r>
        <w:rPr>
          <w:rFonts w:ascii="Times New Roman" w:eastAsia="Times New Roman" w:hAnsi="Times New Roman"/>
          <w:sz w:val="24"/>
        </w:rPr>
        <w:t>ірюкової</w:t>
      </w:r>
      <w:proofErr w:type="spellEnd"/>
      <w:r>
        <w:rPr>
          <w:rFonts w:ascii="Times New Roman" w:eastAsia="Times New Roman" w:hAnsi="Times New Roman"/>
          <w:sz w:val="24"/>
        </w:rPr>
        <w:t xml:space="preserve"> Л.Д. 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62BB6">
        <w:rPr>
          <w:rFonts w:ascii="Times New Roman" w:eastAsia="Times New Roman" w:hAnsi="Times New Roman"/>
          <w:sz w:val="24"/>
        </w:rPr>
        <w:t>сільська</w:t>
      </w:r>
      <w:proofErr w:type="spellEnd"/>
      <w:r w:rsidRPr="00F62BB6">
        <w:rPr>
          <w:rFonts w:ascii="Times New Roman" w:eastAsia="Times New Roman" w:hAnsi="Times New Roman"/>
          <w:sz w:val="24"/>
        </w:rPr>
        <w:t xml:space="preserve"> рада </w:t>
      </w:r>
    </w:p>
    <w:p w:rsidR="0026633A" w:rsidRPr="00F62BB6" w:rsidRDefault="0026633A" w:rsidP="0026633A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F62BB6">
        <w:rPr>
          <w:rFonts w:ascii="Times New Roman" w:eastAsia="Times New Roman" w:hAnsi="Times New Roman"/>
          <w:sz w:val="24"/>
        </w:rPr>
        <w:t>ВИРІШИЛА:</w:t>
      </w:r>
    </w:p>
    <w:p w:rsidR="0026633A" w:rsidRPr="00CA5B65" w:rsidRDefault="0026633A" w:rsidP="0026633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F62BB6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F62BB6">
        <w:rPr>
          <w:rFonts w:ascii="Times New Roman" w:eastAsia="Times New Roman" w:hAnsi="Times New Roman"/>
          <w:sz w:val="24"/>
        </w:rPr>
        <w:t>Надати</w:t>
      </w:r>
      <w:proofErr w:type="spellEnd"/>
      <w:proofErr w:type="gramStart"/>
      <w:r w:rsidRPr="00F62BB6">
        <w:rPr>
          <w:rFonts w:ascii="Times New Roman" w:eastAsia="Times New Roman" w:hAnsi="Times New Roman"/>
          <w:color w:val="FF0000"/>
          <w:sz w:val="24"/>
        </w:rPr>
        <w:t xml:space="preserve"> </w:t>
      </w:r>
      <w:r w:rsidRPr="00F62BB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62BB6">
        <w:rPr>
          <w:rFonts w:ascii="Times New Roman" w:eastAsia="Times New Roman" w:hAnsi="Times New Roman"/>
          <w:sz w:val="24"/>
        </w:rPr>
        <w:t>Б</w:t>
      </w:r>
      <w:proofErr w:type="gramEnd"/>
      <w:r w:rsidRPr="00F62BB6">
        <w:rPr>
          <w:rFonts w:ascii="Times New Roman" w:eastAsia="Times New Roman" w:hAnsi="Times New Roman"/>
          <w:sz w:val="24"/>
        </w:rPr>
        <w:t>ірюковій</w:t>
      </w:r>
      <w:proofErr w:type="spellEnd"/>
      <w:r w:rsidRPr="00F62BB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62BB6">
        <w:rPr>
          <w:rFonts w:ascii="Times New Roman" w:eastAsia="Times New Roman" w:hAnsi="Times New Roman"/>
          <w:sz w:val="24"/>
        </w:rPr>
        <w:t>Лідії</w:t>
      </w:r>
      <w:proofErr w:type="spellEnd"/>
      <w:r w:rsidRPr="00F62BB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62BB6">
        <w:rPr>
          <w:rFonts w:ascii="Times New Roman" w:eastAsia="Times New Roman" w:hAnsi="Times New Roman"/>
          <w:sz w:val="24"/>
        </w:rPr>
        <w:t>Дмитрівні</w:t>
      </w:r>
      <w:proofErr w:type="spellEnd"/>
      <w:r w:rsidRPr="00F62BB6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 w:rsidR="00851C36">
        <w:rPr>
          <w:rFonts w:ascii="Times New Roman" w:eastAsia="Times New Roman" w:hAnsi="Times New Roman"/>
          <w:sz w:val="24"/>
          <w:lang w:val="en-US"/>
        </w:rPr>
        <w:t>______________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0,15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особистого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селянського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в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Крупець</w:t>
      </w:r>
      <w:proofErr w:type="spellEnd"/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26633A" w:rsidRPr="00CA5B65" w:rsidRDefault="0026633A" w:rsidP="0026633A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CA5B65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Бірюковій</w:t>
      </w:r>
      <w:proofErr w:type="spellEnd"/>
      <w:r>
        <w:rPr>
          <w:rFonts w:ascii="Times New Roman" w:eastAsia="Times New Roman" w:hAnsi="Times New Roman"/>
          <w:sz w:val="24"/>
        </w:rPr>
        <w:t xml:space="preserve"> Л.Д..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</w:rPr>
        <w:t>ради</w:t>
      </w:r>
      <w:proofErr w:type="gramEnd"/>
      <w:r w:rsidRPr="00CA5B65">
        <w:rPr>
          <w:rFonts w:ascii="Times New Roman" w:eastAsia="Times New Roman" w:hAnsi="Times New Roman"/>
          <w:sz w:val="24"/>
        </w:rPr>
        <w:t>.</w:t>
      </w:r>
    </w:p>
    <w:p w:rsidR="0026633A" w:rsidRPr="00CA5B65" w:rsidRDefault="0026633A" w:rsidP="0026633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6633A" w:rsidRPr="00CA5B65" w:rsidRDefault="0026633A" w:rsidP="0026633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26633A" w:rsidRPr="0026633A" w:rsidRDefault="0026633A" w:rsidP="0026633A">
      <w:pPr>
        <w:pStyle w:val="HTML0"/>
        <w:spacing w:line="276" w:lineRule="auto"/>
        <w:rPr>
          <w:rFonts w:ascii="Times New Roman" w:hAnsi="Times New Roman"/>
          <w:lang w:val="en-US"/>
        </w:rPr>
      </w:pPr>
    </w:p>
    <w:p w:rsidR="0026633A" w:rsidRDefault="0026633A" w:rsidP="002663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4C7C" w:rsidRPr="0026633A" w:rsidRDefault="0026633A" w:rsidP="0026633A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204C7C" w:rsidRPr="002663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33A"/>
    <w:rsid w:val="00171A2E"/>
    <w:rsid w:val="00204C7C"/>
    <w:rsid w:val="0026633A"/>
    <w:rsid w:val="00304C90"/>
    <w:rsid w:val="00505B6D"/>
    <w:rsid w:val="006D3977"/>
    <w:rsid w:val="007D6C18"/>
    <w:rsid w:val="00851C3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6633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663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6633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6633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663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6633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243</Words>
  <Characters>1388</Characters>
  <Application>Microsoft Office Word</Application>
  <DocSecurity>0</DocSecurity>
  <Lines>11</Lines>
  <Paragraphs>3</Paragraphs>
  <ScaleCrop>false</ScaleCrop>
  <Company>Microsoft</Company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2020-08-20T14:26:00Z</dcterms:created>
  <dcterms:modified xsi:type="dcterms:W3CDTF">2020-08-20T15:50:00Z</dcterms:modified>
</cp:coreProperties>
</file>