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7F4" w:rsidRPr="00FB2913" w:rsidRDefault="002C27F4" w:rsidP="002C27F4">
      <w:pPr>
        <w:tabs>
          <w:tab w:val="left" w:pos="216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  <w:lang w:val="ru-RU" w:eastAsia="en-US"/>
        </w:rPr>
      </w:pPr>
      <w:r w:rsidRPr="00FB2913">
        <w:rPr>
          <w:rFonts w:ascii="Times New Roman" w:eastAsia="Calibri" w:hAnsi="Times New Roman" w:cs="Times New Roman"/>
          <w:color w:val="FF0000"/>
          <w:lang w:val="ru-RU" w:eastAsia="en-US"/>
        </w:rPr>
        <w:t>ПРОЕКТ</w:t>
      </w:r>
    </w:p>
    <w:p w:rsidR="002C27F4" w:rsidRPr="00FB2913" w:rsidRDefault="002C27F4" w:rsidP="002C27F4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  <w:r w:rsidRPr="00FB2913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031C7F6" wp14:editId="60D0DA45">
                <wp:simplePos x="0" y="0"/>
                <wp:positionH relativeFrom="column">
                  <wp:posOffset>2708910</wp:posOffset>
                </wp:positionH>
                <wp:positionV relativeFrom="paragraph">
                  <wp:posOffset>121285</wp:posOffset>
                </wp:positionV>
                <wp:extent cx="434975" cy="703580"/>
                <wp:effectExtent l="0" t="0" r="3175" b="1270"/>
                <wp:wrapNone/>
                <wp:docPr id="33" name="Группа 2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975" cy="703580"/>
                          <a:chOff x="0" y="0"/>
                          <a:chExt cx="1142" cy="1718"/>
                        </a:xfrm>
                      </wpg:grpSpPr>
                      <wps:wsp>
                        <wps:cNvPr id="34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27F4" w:rsidRDefault="002C27F4" w:rsidP="002C27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27F4" w:rsidRDefault="002C27F4" w:rsidP="002C27F4">
                              <w:pPr>
                                <w:jc w:val="center"/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27F4" w:rsidRDefault="002C27F4" w:rsidP="002C27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27F4" w:rsidRDefault="002C27F4" w:rsidP="002C27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27F4" w:rsidRDefault="002C27F4" w:rsidP="002C27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27F4" w:rsidRDefault="002C27F4" w:rsidP="002C27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27F4" w:rsidRDefault="002C27F4" w:rsidP="002C27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27F4" w:rsidRDefault="002C27F4" w:rsidP="002C27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27F4" w:rsidRDefault="002C27F4" w:rsidP="002C27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27F4" w:rsidRDefault="002C27F4" w:rsidP="002C27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27F4" w:rsidRDefault="002C27F4" w:rsidP="002C27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27F4" w:rsidRDefault="002C27F4" w:rsidP="002C27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27F4" w:rsidRDefault="002C27F4" w:rsidP="002C27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27F4" w:rsidRDefault="002C27F4" w:rsidP="002C27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27F4" w:rsidRDefault="002C27F4" w:rsidP="002C27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27F4" w:rsidRDefault="002C27F4" w:rsidP="002C27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27F4" w:rsidRDefault="002C27F4" w:rsidP="002C27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27F4" w:rsidRDefault="002C27F4" w:rsidP="002C27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27F4" w:rsidRDefault="002C27F4" w:rsidP="002C27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27F4" w:rsidRDefault="002C27F4" w:rsidP="002C27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27F4" w:rsidRDefault="002C27F4" w:rsidP="002C27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27F4" w:rsidRDefault="002C27F4" w:rsidP="002C27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27F4" w:rsidRDefault="002C27F4" w:rsidP="002C27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27F4" w:rsidRDefault="002C27F4" w:rsidP="002C27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27F4" w:rsidRDefault="002C27F4" w:rsidP="002C27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27F4" w:rsidRDefault="002C27F4" w:rsidP="002C27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27F4" w:rsidRDefault="002C27F4" w:rsidP="002C27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27F4" w:rsidRDefault="002C27F4" w:rsidP="002C27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27F4" w:rsidRDefault="002C27F4" w:rsidP="002C27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4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27F4" w:rsidRDefault="002C27F4" w:rsidP="002C27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1031C7F6" id="Группа 2508" o:spid="_x0000_s1026" style="position:absolute;margin-left:213.3pt;margin-top:9.55pt;width:34.25pt;height:55.4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C27F4" w:rsidRDefault="002C27F4" w:rsidP="002C27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C27F4" w:rsidRDefault="002C27F4" w:rsidP="002C27F4">
                        <w:pPr>
                          <w:jc w:val="center"/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C27F4" w:rsidRDefault="002C27F4" w:rsidP="002C27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C27F4" w:rsidRDefault="002C27F4" w:rsidP="002C27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C27F4" w:rsidRDefault="002C27F4" w:rsidP="002C27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C27F4" w:rsidRDefault="002C27F4" w:rsidP="002C27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C27F4" w:rsidRDefault="002C27F4" w:rsidP="002C27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C27F4" w:rsidRDefault="002C27F4" w:rsidP="002C27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C27F4" w:rsidRDefault="002C27F4" w:rsidP="002C27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C27F4" w:rsidRDefault="002C27F4" w:rsidP="002C27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C27F4" w:rsidRDefault="002C27F4" w:rsidP="002C27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C27F4" w:rsidRDefault="002C27F4" w:rsidP="002C27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C27F4" w:rsidRDefault="002C27F4" w:rsidP="002C27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C27F4" w:rsidRDefault="002C27F4" w:rsidP="002C27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C27F4" w:rsidRDefault="002C27F4" w:rsidP="002C27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C27F4" w:rsidRDefault="002C27F4" w:rsidP="002C27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C27F4" w:rsidRDefault="002C27F4" w:rsidP="002C27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C27F4" w:rsidRDefault="002C27F4" w:rsidP="002C27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C27F4" w:rsidRDefault="002C27F4" w:rsidP="002C27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C27F4" w:rsidRDefault="002C27F4" w:rsidP="002C27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" fillcolor="black" stroked="f">
                  <v:textbox>
                    <w:txbxContent>
                      <w:p w:rsidR="002C27F4" w:rsidRDefault="002C27F4" w:rsidP="002C27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C27F4" w:rsidRDefault="002C27F4" w:rsidP="002C27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C27F4" w:rsidRDefault="002C27F4" w:rsidP="002C27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C27F4" w:rsidRDefault="002C27F4" w:rsidP="002C27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C27F4" w:rsidRDefault="002C27F4" w:rsidP="002C27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C27F4" w:rsidRDefault="002C27F4" w:rsidP="002C27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C27F4" w:rsidRDefault="002C27F4" w:rsidP="002C27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" fillcolor="black" stroked="f">
                  <v:textbox>
                    <w:txbxContent>
                      <w:p w:rsidR="002C27F4" w:rsidRDefault="002C27F4" w:rsidP="002C27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C27F4" w:rsidRDefault="002C27F4" w:rsidP="002C27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C27F4" w:rsidRDefault="002C27F4" w:rsidP="002C27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2C27F4" w:rsidRPr="00FB2913" w:rsidRDefault="002C27F4" w:rsidP="002C27F4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</w:p>
    <w:p w:rsidR="002C27F4" w:rsidRPr="00FB2913" w:rsidRDefault="002C27F4" w:rsidP="002C27F4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</w:p>
    <w:p w:rsidR="002C27F4" w:rsidRPr="00FB2913" w:rsidRDefault="002C27F4" w:rsidP="002C27F4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</w:p>
    <w:p w:rsidR="002C27F4" w:rsidRPr="00FB2913" w:rsidRDefault="002C27F4" w:rsidP="002C27F4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</w:p>
    <w:p w:rsidR="002C27F4" w:rsidRPr="00FB2913" w:rsidRDefault="002C27F4" w:rsidP="002C27F4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</w:p>
    <w:p w:rsidR="002C27F4" w:rsidRPr="00FB2913" w:rsidRDefault="002C27F4" w:rsidP="002C27F4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  <w:r w:rsidRPr="00FB2913">
        <w:rPr>
          <w:rFonts w:ascii="Times New Roman" w:eastAsia="Calibri" w:hAnsi="Times New Roman" w:cs="Times New Roman"/>
          <w:b/>
          <w:lang w:val="ru-RU" w:eastAsia="en-US"/>
        </w:rPr>
        <w:t>УКРАЇНА</w:t>
      </w:r>
    </w:p>
    <w:p w:rsidR="002C27F4" w:rsidRPr="00FB2913" w:rsidRDefault="002C27F4" w:rsidP="002C27F4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  <w:r w:rsidRPr="00FB2913">
        <w:rPr>
          <w:rFonts w:ascii="Times New Roman" w:eastAsia="Calibri" w:hAnsi="Times New Roman" w:cs="Times New Roman"/>
          <w:b/>
          <w:lang w:val="ru-RU" w:eastAsia="en-US"/>
        </w:rPr>
        <w:t>КРУПЕЦЬКА СІЛЬСЬКА РАДА</w:t>
      </w:r>
    </w:p>
    <w:p w:rsidR="002C27F4" w:rsidRPr="00FB2913" w:rsidRDefault="002C27F4" w:rsidP="002C27F4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  <w:r w:rsidRPr="00FB2913">
        <w:rPr>
          <w:rFonts w:ascii="Times New Roman" w:eastAsia="Calibri" w:hAnsi="Times New Roman" w:cs="Times New Roman"/>
          <w:b/>
          <w:lang w:val="ru-RU" w:eastAsia="en-US"/>
        </w:rPr>
        <w:t>СЛАВУТСЬКОГО РАЙОНУ</w:t>
      </w:r>
    </w:p>
    <w:p w:rsidR="002C27F4" w:rsidRPr="00FB2913" w:rsidRDefault="002C27F4" w:rsidP="002C27F4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  <w:r w:rsidRPr="00FB2913">
        <w:rPr>
          <w:rFonts w:ascii="Times New Roman" w:eastAsia="Calibri" w:hAnsi="Times New Roman" w:cs="Times New Roman"/>
          <w:b/>
          <w:lang w:val="ru-RU" w:eastAsia="en-US"/>
        </w:rPr>
        <w:t>ХМЕЛЬНИЦЬКОЇ ОБЛАСТІ</w:t>
      </w:r>
    </w:p>
    <w:p w:rsidR="002C27F4" w:rsidRPr="00FB2913" w:rsidRDefault="002C27F4" w:rsidP="002C27F4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  <w:r w:rsidRPr="00FB2913">
        <w:rPr>
          <w:rFonts w:ascii="Times New Roman" w:eastAsia="Calibri" w:hAnsi="Times New Roman" w:cs="Times New Roman"/>
          <w:lang w:val="ru-RU" w:eastAsia="en-US"/>
        </w:rPr>
        <w:t xml:space="preserve"> </w:t>
      </w:r>
      <w:r w:rsidRPr="00FB2913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75261DB" wp14:editId="3E80F1C4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4845" name="Группа 29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14846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27F4" w:rsidRDefault="002C27F4" w:rsidP="002C27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47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27F4" w:rsidRDefault="002C27F4" w:rsidP="002C27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30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27F4" w:rsidRDefault="002C27F4" w:rsidP="002C27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23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27F4" w:rsidRDefault="002C27F4" w:rsidP="002C27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24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27F4" w:rsidRDefault="002C27F4" w:rsidP="002C27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25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27F4" w:rsidRDefault="002C27F4" w:rsidP="002C27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26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27F4" w:rsidRDefault="002C27F4" w:rsidP="002C27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27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27F4" w:rsidRDefault="002C27F4" w:rsidP="002C27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28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27F4" w:rsidRDefault="002C27F4" w:rsidP="002C27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29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27F4" w:rsidRDefault="002C27F4" w:rsidP="002C27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30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27F4" w:rsidRDefault="002C27F4" w:rsidP="002C27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31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27F4" w:rsidRDefault="002C27F4" w:rsidP="002C27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32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27F4" w:rsidRDefault="002C27F4" w:rsidP="002C27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33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27F4" w:rsidRDefault="002C27F4" w:rsidP="002C27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34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27F4" w:rsidRDefault="002C27F4" w:rsidP="002C27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35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27F4" w:rsidRDefault="002C27F4" w:rsidP="002C27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36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27F4" w:rsidRDefault="002C27F4" w:rsidP="002C27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37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27F4" w:rsidRDefault="002C27F4" w:rsidP="002C27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38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27F4" w:rsidRDefault="002C27F4" w:rsidP="002C27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39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27F4" w:rsidRDefault="002C27F4" w:rsidP="002C27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40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27F4" w:rsidRDefault="002C27F4" w:rsidP="002C27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41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27F4" w:rsidRDefault="002C27F4" w:rsidP="002C27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42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27F4" w:rsidRDefault="002C27F4" w:rsidP="002C27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43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27F4" w:rsidRDefault="002C27F4" w:rsidP="002C27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44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27F4" w:rsidRDefault="002C27F4" w:rsidP="002C27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45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27F4" w:rsidRDefault="002C27F4" w:rsidP="002C27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46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27F4" w:rsidRDefault="002C27F4" w:rsidP="002C27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47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27F4" w:rsidRDefault="002C27F4" w:rsidP="002C27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48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27F4" w:rsidRDefault="002C27F4" w:rsidP="002C27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49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27F4" w:rsidRDefault="002C27F4" w:rsidP="002C27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475261DB" id="Группа 2915" o:spid="_x0000_s1057" style="position:absolute;margin-left:219.6pt;margin-top:717.85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">
                <v:shape id="Freeform 34" o:spid="_x0000_s105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C27F4" w:rsidRDefault="002C27F4" w:rsidP="002C27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C27F4" w:rsidRDefault="002C27F4" w:rsidP="002C27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C27F4" w:rsidRDefault="002C27F4" w:rsidP="002C27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C27F4" w:rsidRDefault="002C27F4" w:rsidP="002C27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C27F4" w:rsidRDefault="002C27F4" w:rsidP="002C27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C27F4" w:rsidRDefault="002C27F4" w:rsidP="002C27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C27F4" w:rsidRDefault="002C27F4" w:rsidP="002C27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C27F4" w:rsidRDefault="002C27F4" w:rsidP="002C27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C27F4" w:rsidRDefault="002C27F4" w:rsidP="002C27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C27F4" w:rsidRDefault="002C27F4" w:rsidP="002C27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C27F4" w:rsidRDefault="002C27F4" w:rsidP="002C27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C27F4" w:rsidRDefault="002C27F4" w:rsidP="002C27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C27F4" w:rsidRDefault="002C27F4" w:rsidP="002C27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C27F4" w:rsidRDefault="002C27F4" w:rsidP="002C27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C27F4" w:rsidRDefault="002C27F4" w:rsidP="002C27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C27F4" w:rsidRDefault="002C27F4" w:rsidP="002C27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C27F4" w:rsidRDefault="002C27F4" w:rsidP="002C27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C27F4" w:rsidRDefault="002C27F4" w:rsidP="002C27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C27F4" w:rsidRDefault="002C27F4" w:rsidP="002C27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C27F4" w:rsidRDefault="002C27F4" w:rsidP="002C27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" fillcolor="black" stroked="f">
                  <v:textbox>
                    <w:txbxContent>
                      <w:p w:rsidR="002C27F4" w:rsidRDefault="002C27F4" w:rsidP="002C27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C27F4" w:rsidRDefault="002C27F4" w:rsidP="002C27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C27F4" w:rsidRDefault="002C27F4" w:rsidP="002C27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C27F4" w:rsidRDefault="002C27F4" w:rsidP="002C27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C27F4" w:rsidRDefault="002C27F4" w:rsidP="002C27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C27F4" w:rsidRDefault="002C27F4" w:rsidP="002C27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C27F4" w:rsidRDefault="002C27F4" w:rsidP="002C27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" fillcolor="black" stroked="f">
                  <v:textbox>
                    <w:txbxContent>
                      <w:p w:rsidR="002C27F4" w:rsidRDefault="002C27F4" w:rsidP="002C27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C27F4" w:rsidRDefault="002C27F4" w:rsidP="002C27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C27F4" w:rsidRDefault="002C27F4" w:rsidP="002C27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2C27F4" w:rsidRPr="00FB2913" w:rsidRDefault="002C27F4" w:rsidP="002C27F4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  <w:r w:rsidRPr="00FB2913">
        <w:rPr>
          <w:rFonts w:ascii="Times New Roman" w:eastAsia="Calibri" w:hAnsi="Times New Roman" w:cs="Times New Roman"/>
          <w:b/>
          <w:lang w:val="ru-RU" w:eastAsia="en-US"/>
        </w:rPr>
        <w:t>РІШЕННЯ</w:t>
      </w:r>
    </w:p>
    <w:p w:rsidR="002C27F4" w:rsidRPr="00FB2913" w:rsidRDefault="002C27F4" w:rsidP="002C27F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FB2913">
        <w:rPr>
          <w:rFonts w:ascii="Times New Roman" w:eastAsia="Calibri" w:hAnsi="Times New Roman" w:cs="Times New Roman"/>
          <w:lang w:val="ru-RU" w:eastAsia="en-US"/>
        </w:rPr>
        <w:t xml:space="preserve"> </w:t>
      </w:r>
      <w:r w:rsidRPr="00FB2913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</w:t>
      </w:r>
      <w:r w:rsidRPr="00FB2913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сесії сільської ради  </w:t>
      </w:r>
      <w:r w:rsidRPr="00FB2913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FB2913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2C27F4" w:rsidRPr="00FB2913" w:rsidRDefault="002C27F4" w:rsidP="002C27F4">
      <w:pPr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</w:p>
    <w:p w:rsidR="002C27F4" w:rsidRPr="00FB2913" w:rsidRDefault="002C27F4" w:rsidP="002C27F4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</w:p>
    <w:p w:rsidR="002C27F4" w:rsidRPr="00FB2913" w:rsidRDefault="002C27F4" w:rsidP="002C27F4">
      <w:pPr>
        <w:spacing w:after="0" w:line="240" w:lineRule="auto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>30.06</w:t>
      </w: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. 2021р.                                               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Крупець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                              №_____</w:t>
      </w:r>
    </w:p>
    <w:p w:rsidR="002C27F4" w:rsidRPr="00FB2913" w:rsidRDefault="002C27F4" w:rsidP="002C27F4">
      <w:pPr>
        <w:spacing w:after="0" w:line="240" w:lineRule="auto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2C27F4" w:rsidRPr="00FB2913" w:rsidRDefault="002C27F4" w:rsidP="002C27F4">
      <w:pPr>
        <w:spacing w:after="0" w:line="240" w:lineRule="auto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2C27F4" w:rsidRPr="00FB2913" w:rsidRDefault="002C27F4" w:rsidP="002C27F4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2C27F4" w:rsidRPr="00FB2913" w:rsidRDefault="002C27F4" w:rsidP="002C27F4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технічної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документації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2C27F4" w:rsidRPr="00FB2913" w:rsidRDefault="002C27F4" w:rsidP="002C27F4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встановлення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(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відновлення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) меж </w:t>
      </w:r>
    </w:p>
    <w:p w:rsidR="002C27F4" w:rsidRPr="00FB2913" w:rsidRDefault="002C27F4" w:rsidP="002C27F4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в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натурі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(на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місцевості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)</w:t>
      </w:r>
    </w:p>
    <w:p w:rsidR="002C27F4" w:rsidRPr="00FB2913" w:rsidRDefault="002C27F4" w:rsidP="002C27F4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Ковалінській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С.О.</w:t>
      </w:r>
    </w:p>
    <w:p w:rsidR="002C27F4" w:rsidRPr="00FB2913" w:rsidRDefault="002C27F4" w:rsidP="002C27F4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2C27F4" w:rsidRPr="00FB2913" w:rsidRDefault="002C27F4" w:rsidP="002C27F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     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до пункту 34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»,  Земельного кодексу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»,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proofErr w:type="gram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К</w:t>
      </w:r>
      <w:proofErr w:type="gramEnd"/>
      <w:r>
        <w:rPr>
          <w:rFonts w:ascii="Times New Roman" w:eastAsia="Calibri" w:hAnsi="Times New Roman" w:cs="Times New Roman"/>
          <w:sz w:val="24"/>
          <w:lang w:eastAsia="en-US"/>
        </w:rPr>
        <w:t>овалінської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С.О.</w:t>
      </w: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рада</w:t>
      </w:r>
    </w:p>
    <w:p w:rsidR="002C27F4" w:rsidRPr="00FB2913" w:rsidRDefault="002C27F4" w:rsidP="002C27F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2C27F4" w:rsidRPr="00FB2913" w:rsidRDefault="002C27F4" w:rsidP="002C27F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2C27F4" w:rsidRPr="00FB2913" w:rsidRDefault="002C27F4" w:rsidP="002C27F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       1.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Надати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Ковалінській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Софії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Олександрівні</w:t>
      </w:r>
      <w:proofErr w:type="spellEnd"/>
      <w:r w:rsidRPr="00FB2913">
        <w:rPr>
          <w:rFonts w:ascii="Times New Roman" w:eastAsia="Calibri" w:hAnsi="Times New Roman" w:cs="Times New Roman"/>
          <w:sz w:val="24"/>
          <w:lang w:eastAsia="en-US"/>
        </w:rPr>
        <w:t>, яка зар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E76B66">
        <w:rPr>
          <w:rFonts w:ascii="Times New Roman" w:eastAsia="Calibri" w:hAnsi="Times New Roman" w:cs="Times New Roman"/>
          <w:sz w:val="24"/>
          <w:lang w:eastAsia="en-US"/>
        </w:rPr>
        <w:t>____________</w:t>
      </w:r>
      <w:bookmarkStart w:id="0" w:name="_GoBack"/>
      <w:bookmarkEnd w:id="0"/>
      <w:r w:rsidRPr="00FB2913">
        <w:rPr>
          <w:rFonts w:ascii="Times New Roman" w:eastAsia="Calibri" w:hAnsi="Times New Roman" w:cs="Times New Roman"/>
          <w:sz w:val="24"/>
          <w:lang w:eastAsia="en-US"/>
        </w:rPr>
        <w:t>, дозвіл на розробку технічної документації із землеустрою щодо встановлення (відновлення) меж земельної ділянки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в натурі (на місцевості), орієнтовною площею 0,2500га</w:t>
      </w: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,  для </w:t>
      </w:r>
      <w:r>
        <w:rPr>
          <w:rFonts w:ascii="Times New Roman" w:eastAsia="Calibri" w:hAnsi="Times New Roman" w:cs="Times New Roman"/>
          <w:sz w:val="24"/>
          <w:lang w:eastAsia="en-US"/>
        </w:rPr>
        <w:t>будівництва і обслуговування житлового будинку, господарських будівель та споруд,</w:t>
      </w: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  земельна ділянка  розташована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в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</w:t>
      </w:r>
      <w:proofErr w:type="gramStart"/>
      <w:r>
        <w:rPr>
          <w:rFonts w:ascii="Times New Roman" w:eastAsia="Calibri" w:hAnsi="Times New Roman" w:cs="Times New Roman"/>
          <w:sz w:val="24"/>
          <w:lang w:eastAsia="en-US"/>
        </w:rPr>
        <w:t>.С</w:t>
      </w:r>
      <w:proofErr w:type="gramEnd"/>
      <w:r>
        <w:rPr>
          <w:rFonts w:ascii="Times New Roman" w:eastAsia="Calibri" w:hAnsi="Times New Roman" w:cs="Times New Roman"/>
          <w:sz w:val="24"/>
          <w:lang w:eastAsia="en-US"/>
        </w:rPr>
        <w:t>тригани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по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вул.Лісна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, 38</w:t>
      </w:r>
    </w:p>
    <w:p w:rsidR="002C27F4" w:rsidRPr="00FB2913" w:rsidRDefault="002C27F4" w:rsidP="002C27F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 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Ковалінській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С.О.</w:t>
      </w: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2C27F4" w:rsidRPr="00FB2913" w:rsidRDefault="002C27F4" w:rsidP="002C27F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B291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2C27F4" w:rsidRPr="00FB2913" w:rsidRDefault="002C27F4" w:rsidP="002C27F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B291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2C27F4" w:rsidRPr="00FB2913" w:rsidRDefault="002C27F4" w:rsidP="002C27F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2C27F4" w:rsidRPr="00FB2913" w:rsidRDefault="002C27F4" w:rsidP="002C27F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2C27F4" w:rsidRPr="00FB2913" w:rsidRDefault="002C27F4" w:rsidP="002C27F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2C27F4" w:rsidRPr="00FB2913" w:rsidRDefault="002C27F4" w:rsidP="002C27F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961161" w:rsidRPr="002C27F4" w:rsidRDefault="002C27F4">
      <w:pPr>
        <w:rPr>
          <w:rFonts w:ascii="Times New Roman" w:eastAsia="Calibri" w:hAnsi="Times New Roman" w:cs="Times New Roman"/>
          <w:sz w:val="24"/>
          <w:lang w:eastAsia="en-US"/>
        </w:rPr>
      </w:pP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Сільський  голова                                                                                                </w:t>
      </w:r>
      <w:proofErr w:type="spellStart"/>
      <w:r w:rsidRPr="00FB2913">
        <w:rPr>
          <w:rFonts w:ascii="Times New Roman" w:eastAsia="Calibri" w:hAnsi="Times New Roman" w:cs="Times New Roman"/>
          <w:sz w:val="24"/>
          <w:lang w:eastAsia="en-US"/>
        </w:rPr>
        <w:t>В.А.Михалюк</w:t>
      </w:r>
      <w:proofErr w:type="spellEnd"/>
    </w:p>
    <w:sectPr w:rsidR="00961161" w:rsidRPr="002C27F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7F4"/>
    <w:rsid w:val="002C27F4"/>
    <w:rsid w:val="00961161"/>
    <w:rsid w:val="00E76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7F4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7F4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61</TotalTime>
  <Pages>1</Pages>
  <Words>263</Words>
  <Characters>1503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2021-06-22T07:33:00Z</dcterms:created>
  <dcterms:modified xsi:type="dcterms:W3CDTF">2021-06-22T13:49:00Z</dcterms:modified>
</cp:coreProperties>
</file>