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0364C26" wp14:editId="1E143E93">
                <wp:simplePos x="0" y="0"/>
                <wp:positionH relativeFrom="column">
                  <wp:posOffset>2646045</wp:posOffset>
                </wp:positionH>
                <wp:positionV relativeFrom="paragraph">
                  <wp:posOffset>11430</wp:posOffset>
                </wp:positionV>
                <wp:extent cx="518160" cy="662940"/>
                <wp:effectExtent l="0" t="0" r="0" b="3810"/>
                <wp:wrapNone/>
                <wp:docPr id="9455" name="Групувати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18160" cy="662940"/>
                          <a:chOff x="0" y="0"/>
                          <a:chExt cx="1142" cy="1718"/>
                        </a:xfrm>
                      </wpg:grpSpPr>
                      <wps:wsp>
                        <wps:cNvPr id="945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245" o:spid="_x0000_s1026" style="position:absolute;margin-left:208.35pt;margin-top:.9pt;width:40.8pt;height:52.2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geesQA&#10;AADdAAAADwAAAGRycy9kb3ducmV2LnhtbESPT4vCMBTE74LfITzBm6b+3W7XKCK6eBAW3e390Tzb&#10;YvNSmqj125sFweMwM79hFqvWVOJGjSstKxgNIxDEmdUl5wr+fneDGITzyBory6TgQQ5Wy25ngYm2&#10;dz7S7eRzESDsElRQeF8nUrqsIINuaGvi4J1tY9AH2eRSN3gPcFPJcRTNpcGSw0KBNW0Kyi6nq1Fg&#10;J9/7Q5qPj5Mtf3he/8TntD0o1e+16y8Qnlr/Dr/ae63gczqbw/+b8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oHn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/78gA&#10;AADdAAAADwAAAGRycy9kb3ducmV2LnhtbESPS2vDMBCE74X+B7GFXkIip7R5uFFCCLivQyAPyHWx&#10;tpZba2UkJXHz66NCocdhZr5hZovONuJEPtSOFQwHGQji0umaKwX7XdGfgAgRWWPjmBT8UIDF/PZm&#10;hrl2Z97QaRsrkSAcclRgYmxzKUNpyGIYuJY4eZ/OW4xJ+kpqj+cEt418yLKRtFhzWjDY0spQ+b09&#10;WgVfxdocVuPLi+9NN3TpFR+vzftIqfu7bvkMIlIX/8N/7TetYPr4NIb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cn/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WJ4sIA&#10;AADdAAAADwAAAGRycy9kb3ducmV2LnhtbERPzWrCQBC+F3yHZQQvpW7UtrTRVUS0FC+i9gGG7JgN&#10;ZmdDdjXx7TuHQo8f3/9i1fta3amNVWADk3EGirgItuLSwM959/IBKiZki3VgMvCgCKvl4GmBuQ0d&#10;H+l+SqWSEI45GnApNbnWsXDkMY5DQyzcJbQek8C21LbFTsJ9radZ9q49ViwNDhvaOCqup5uXksMM&#10;D/tLd9599djhdu/4eX00ZjTs13NQifr0L/5zf1sDn69v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ni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L52cYA&#10;AADdAAAADwAAAGRycy9kb3ducmV2LnhtbESPQUsDMRSE74L/ITzBW5u1tNWuTYvUCiJ4sAqlt8fm&#10;dXdx8xKS1+76741Q8DjMzDfMcj24Tp0pptazgbtxAYq48rbl2sDX58voAVQSZIudZzLwQwnWq+ur&#10;JZbW9/xB553UKkM4lWigEQml1qlqyGEa+0CcvaOPDiXLWGsbsc9w1+lJUcy1w5bzQoOBNg1V37uT&#10;M/Deb8Pb/Xx2DIc4nej0bGW/EWNub4anR1BCg/yHL+1Xa2AxnS3g70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L52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9PWcEA&#10;AADdAAAADwAAAGRycy9kb3ducmV2LnhtbERPzWrCQBC+F3yHZQQvpW60Im3qKiJaxIuofYAhO2ZD&#10;s7Mhu5r07TsHwePH979Y9b5Wd2pjFdjAZJyBIi6Crbg08HPZvX2AignZYh2YDPxRhNVy8LLA3IaO&#10;T3Q/p1JJCMccDbiUmlzrWDjyGMehIRbuGlqPSWBbattiJ+G+1tMsm2uPFUuDw4Y2jorf881LyfEd&#10;j4drd9l999jh9uD4dX0yZjTs11+gEvXpKX6499bA52wu++WNPAG9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gvT1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g/YsYA&#10;AADdAAAADwAAAGRycy9kb3ducmV2LnhtbESPQUsDMRSE74L/ITzBm8221FW3TUtpFUTowSqIt8fm&#10;dXfp5iUkz+76740geBxm5htmuR5dr84UU+fZwHRSgCKuve24MfD+9nRzDyoJssXeMxn4pgTr1eXF&#10;EivrB36l80EalSGcKjTQioRK61S35DBNfCDO3tFHh5JlbLSNOGS46/WsKErtsOO80GKgbUv16fDl&#10;DOyHx/ByV94ew2ecz3TaWfnYijHXV+NmAUpolP/wX/vZGniYl1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g/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oBa8cA&#10;AADdAAAADwAAAGRycy9kb3ducmV2LnhtbESPQWsCMRSE7wX/Q3iFXqRmq63UrVGqEBQslNqC18fm&#10;ubu4eVmS1F3/vSkIPQ4z8w0zX/a2EWfyoXas4GmUgSAunKm5VPDzrR9fQYSIbLBxTAouFGC5GNzN&#10;MTeu4y8672MpEoRDjgqqGNtcylBUZDGMXEucvKPzFmOSvpTGY5fgtpHjLJtKizWnhQpbWldUnPa/&#10;VsHqsysnfliserc7bg4vWhv9oZV6uO/f30BE6uN/+NbeGgWz5+kY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KAW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7+tc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MZ29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+/r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88hMcA&#10;AADdAAAADwAAAGRycy9kb3ducmV2LnhtbESPQWsCMRSE7wX/Q3iFXopmba3o1ihaCBYslKrg9bF5&#10;7i5uXpYkdbf/3hQKPQ4z8w2zWPW2EVfyoXasYDzKQBAXztRcKjge9HAGIkRkg41jUvBDAVbLwd0C&#10;c+M6/qLrPpYiQTjkqKCKsc2lDEVFFsPItcTJOztvMSbpS2k8dgluG/mUZVNpsea0UGFLbxUVl/23&#10;VbD57Mpn/1hserc7b08vWhv9oZV6uO/XryAi9fE//Nd+Nwrmk+kEft+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vPI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vDWsQA&#10;AADdAAAADwAAAGRycy9kb3ducmV2LnhtbESP0WoCMRRE34X+Q7gF3zSrqOjWKKIsFOlL1Q+4bG43&#10;q5ubJYnr+veNUOjjMDNnmPW2t43oyIfasYLJOANBXDpdc6Xgci5GSxAhImtsHJOCJwXYbt4Ga8y1&#10;e/A3dadYiQThkKMCE2ObSxlKQxbD2LXEyftx3mJM0ldSe3wkuG3kNMsW0mLNacFgS3tD5e10twqK&#10;4/Sru921L9yun1mam+vyYJQavve7DxCR+vgf/mt/agWr2WIOrzfp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bw1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xHC8IA&#10;AADdAAAADwAAAGRycy9kb3ducmV2LnhtbESP3YrCMBSE7xd8h3AE79bUv6LVKCIoemn1AQ7NsS02&#10;J7WJtr69WVjwcpiZb5jVpjOVeFHjSssKRsMIBHFmdcm5gutl/zsH4TyyxsoyKXiTg82697PCRNuW&#10;z/RKfS4ChF2CCgrv60RKlxVk0A1tTRy8m20M+iCbXOoG2wA3lRxHUSwNlhwWCqxpV1B2T59GwfTd&#10;Hh7p7B7ttaHRaVKf2GczpQb9brsE4anz3/B/+6gVLKZxDH9vwhO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TEc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L7jMUA&#10;AADdAAAADwAAAGRycy9kb3ducmV2LnhtbESPQWvCQBSE7wX/w/IEb81GkbSmriJKRHpq07TnR/aZ&#10;BLNvQ3aN8d+7hUKPw8x8w6y3o2nFQL1rLCuYRzEI4tLqhisFxVf2/ArCeWSNrWVScCcH283kaY2p&#10;tjf+pCH3lQgQdikqqL3vUildWZNBF9mOOHhn2xv0QfaV1D3eAty0chHHiTTYcFiosaN9TeUlvxoF&#10;1+RnUfD5XX/kh/txdch2Tn5XSs2m4+4NhKfR/4f/2ietYLVMXu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kvu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4Q+cUA&#10;AADdAAAADwAAAGRycy9kb3ducmV2LnhtbERPPW/CMBDdkfofrENiA4eCIghxUFsJCTqAmrYD2zW+&#10;JmnjcxobSP89HpAYn953uu5NI87UudqygukkAkFcWF1zqeDjfTNegHAeWWNjmRT8k4N19jBIMdH2&#10;wm90zn0pQgi7BBVU3reJlK6oyKCb2JY4cN+2M+gD7EqpO7yEcNPIxyiKpcGaQ0OFLb1UVPzmJ6Pg&#10;87CIl4fn3fzndf+FM6P/jrqOlRoN+6cVCE+9v4tv7q1WsJzHYW54E56AzK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hD5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p3kcYA&#10;AADdAAAADwAAAGRycy9kb3ducmV2LnhtbESPQWvCQBSE7wX/w/IEb3VTlaDRVbSlaekpaqHXR/aZ&#10;hGbfhuzWJP31rlDocZiZb5jNrje1uFLrKssKnqYRCOLc6ooLBZ/n18clCOeRNdaWScFADnbb0cMG&#10;E207PtL15AsRIOwSVFB63yRSurwkg25qG+LgXWxr0AfZFlK32AW4qeUsimJpsOKwUGJDzyXl36cf&#10;o+A3/sLMvc0OL3PtaVgsU/uRpUpNxv1+DcJT7//Df+13rWC1iFd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p3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bacMA&#10;AADdAAAADwAAAGRycy9kb3ducmV2LnhtbERP3WrCMBS+H/gO4QjezVTpNq3GIkNhd5udD3Bojmmx&#10;OWmbrO329MvFYJcf3/8+n2wjBup97VjBapmAIC6drtkouH6eHzcgfEDW2DgmBd/kIT/MHvaYaTfy&#10;hYYiGBFD2GeooAqhzaT0ZUUW/dK1xJG7ud5iiLA3Uvc4xnDbyHWSPEuLNceGClt6rai8F19WQefW&#10;T3oqTvh+P20/amPS7ueSKrWYT8cdiEBT+Bf/ud+0gm36EvfHN/EJ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Eba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w0msUA&#10;AADdAAAADwAAAGRycy9kb3ducmV2LnhtbESPzW7CMBCE70h9B2srcQOHQvkJGARISFyhPXBc7CUJ&#10;jdchNhB4+hqpUo+jmflGM1s0thQ3qn3hWEGvm4Ag1s4UnCn4/tp0xiB8QDZYOiYFD/KwmL+1Zpga&#10;d+cd3fYhExHCPkUFeQhVKqXXOVn0XVcRR+/kaoshyjqTpsZ7hNtSfiTJUFosOC7kWNE6J/2zv1oF&#10;2+JIn0N9mtjxSu8Oz0voj85GqfZ7s5yCCNSE//Bfe2sUTAajHrzexCc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zDS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k7AsMA&#10;AADdAAAADwAAAGRycy9kb3ducmV2LnhtbERPTWsCMRC9F/ofwhR6q4kexG6NUguFSlWoLXodNtPN&#10;4maybNJ1/ffOQeht5n3Nm/lyCI3qqUt1ZAvjkQFFXEZXc2Xh5/v9aQYqZWSHTWSycKEEy8X93RwL&#10;F8/8Rf0+V0pCOBVowefcFlqn0lPANIotsXC/sQuYZe0q7To8S3ho9MSYqQ5Ys1zw2NKbp/K0/wsW&#10;etxdzNGvts/relNOdqvDpxPcPj4Mry+gMg35X3xzfzipb2ZSV76REf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2k7A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4g+cIA&#10;AADdAAAADwAAAGRycy9kb3ducmV2LnhtbERPPU/DMBDdkfofrKvUjTpkqEqoW1VIRYwQGDoe8TVO&#10;G99FtmkCvx4jIbHd0/u8zW7yvbpSiJ2wgbtlAYq4Edtxa+D97XC7BhUTssVemAx8UYTddnazwcrK&#10;yK90rVOrcgjHCg24lIZK69g48hiXMhBn7iTBY8owtNoGHHO473VZFCvtsePc4HCgR0fNpf70Bsan&#10;5uNcno7WfYdBDvWLnMtejFnMp/0DqERT+hf/uZ9tnl+s7+H3m3yC3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HiD5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ZZHscA&#10;AADdAAAADwAAAGRycy9kb3ducmV2LnhtbESPQU/CQBCF7yb8h82QeJOtHBQL2wZBEmMkBoT70B3b&#10;6u5s012h/nvnYOJtJu/Ne98sysE7daY+toEN3E4yUMRVsC3XBg7vm5sZqJiQLbrAZOCHIpTF6GqB&#10;uQ0X3tF5n2olIRxzNNCk1OVax6ohj3ESOmLRPkLvMcna19r2eJFw7/Q0y+60x5alocGOVg1VX/tv&#10;b2Dztnaf0+1uedRp9XR/crOXx/WrMdfjYTkHlWhI/+a/62cr+NmD8Ms3MoI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WWR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0xPMMA&#10;AADdAAAADwAAAGRycy9kb3ducmV2LnhtbERP24rCMBB9X/Afwgi+iKYqK1qNIoLoggvrBXwdm7Et&#10;NpPSxNr9e7Mg7NscznXmy8YUoqbK5ZYVDPoRCOLE6pxTBefTpjcB4TyyxsIyKfglB8tF62OOsbZP&#10;PlB99KkIIexiVJB5X8ZSuiQjg65vS+LA3Wxl0AdYpVJX+AzhppDDKBpLgzmHhgxLWmeU3I8Po6D+&#10;2V/TXe3Kr/uk6z5H1+32W1+U6rSb1QyEp8b/i9/unQ7zo+kA/r4JJ8jF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0xP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7TgsQA&#10;AADdAAAADwAAAGRycy9kb3ducmV2LnhtbERPS2sCMRC+F/ofwhR6q4lLW3Q1Si0UvBR8HfQ2bsbd&#10;xc1km0Rd/fWNUOhtPr7njKedbcSZfKgda+j3FAjiwpmaSw2b9dfLAESIyAYbx6ThSgGmk8eHMebG&#10;XXhJ51UsRQrhkKOGKsY2lzIUFVkMPdcSJ+7gvMWYoC+l8XhJ4baRmVLv0mLNqaHClj4rKo6rk9Uw&#10;Gw5mP4tX/r4t9zvabffHt8wrrZ+fuo8RiEhd/Bf/uecmzVfDDO7fpBP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O04LEAAAA3QAAAA8AAAAAAAAAAAAAAAAAmAIAAGRycy9k&#10;b3ducmV2LnhtbFBLBQYAAAAABAAEAPUAAACJAwAAAAA=&#10;" fillcolor="black" stroked="f"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u1F8UA&#10;AADdAAAADwAAAGRycy9kb3ducmV2LnhtbERPS2sCMRC+F/wPYQRvNatS0a1RtA8QqgdtDz2Om3E3&#10;7GaybFJd/fVGKHibj+85s0VrK3GixhvHCgb9BARx5rThXMHP9+fzBIQPyBorx6TgQh4W887TDFPt&#10;zryj0z7kIoawT1FBEUKdSumzgiz6vquJI3d0jcUQYZNL3eA5httKDpNkLC0ajg0F1vRWUFbu/6yC&#10;36+xmewMDQ+b6+pDb17K1fa9VKrXbZevIAK14SH+d691nJ9MR3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a7UX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cT1sMA&#10;AADdAAAADwAAAGRycy9kb3ducmV2LnhtbERPTWsCMRC9C/0PYQq91UQpxa5GkUppLz1UK16HzbhZ&#10;dzPZJlFXf31TKHibx/uc2aJ3rThRiLVnDaOhAkFcelNzpeF78/Y4ARETssHWM2m4UITF/G4ww8L4&#10;M3/RaZ0qkUM4FqjBptQVUsbSksM49B1x5vY+OEwZhkqagOcc7lo5VupZOqw5N1js6NVS2ayPTkNY&#10;7lbNlY/bRl0/L/H90P9M0Gr9cN8vpyAS9ekm/nd/mDxfvTzB3zf5BD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cT1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8T/8MA&#10;AADdAAAADwAAAGRycy9kb3ducmV2LnhtbERP22oCMRB9L/QfwhT6UjSpoNatUUqhUFAErR8wbqa7&#10;S5PJspnq6tebQsG3OZzrzJd98OpIXWoiW3geGlDEZXQNVxb2Xx+DF1BJkB36yGThTAmWi/u7ORYu&#10;nnhLx51UKodwKtBCLdIWWqeypoBpGFvizH3HLqBk2FXadXjK4cHrkTETHbDh3FBjS+81lT+732DB&#10;jw5+tpqmtZz3em0uQbZPG2ft40P/9gpKqJeb+N/96fJ8MxvD3zf5BL2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8T/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GCzMMA&#10;AADdAAAADwAAAGRycy9kb3ducmV2LnhtbERPTWsCMRC9F/wPYQRvNVsPYlejtIqwFw/dKl7HzbhZ&#10;mkyWTdTVX98Ihd7m8T5nseqdFVfqQuNZwds4A0Fced1wrWD/vX2dgQgRWaP1TAruFGC1HLwsMNf+&#10;xl90LWMtUgiHHBWYGNtcylAZchjGviVO3Nl3DmOCXS11h7cU7qycZNlUOmw4NRhsaW2o+ikvTsGm&#10;bO1kX5jPcDzsTidbPLZ03Cg1GvYfcxCR+vgv/nMXOs3P3qfw/Ca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GCzM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po5sEA&#10;AADdAAAADwAAAGRycy9kb3ducmV2LnhtbERPS4vCMBC+L/gfwgje1sQ9qFuNIqIgePJ12NuQjG21&#10;mZQma+u/N8LC3ubje8582blKPKgJpWcNo6ECQWy8LTnXcD5tP6cgQkS2WHkmDU8KsFz0PuaYWd/y&#10;gR7HmIsUwiFDDUWMdSZlMAU5DENfEyfu6huHMcEml7bBNoW7Sn4pNZYOS04NBda0Lsjcj79Ow20r&#10;994oNJfzpd3Zyc9mTJXSetDvVjMQkbr4L/5z72yar74n8P4mnS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6aOb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xeusYA&#10;AADdAAAADwAAAGRycy9kb3ducmV2LnhtbESPQWvCQBCF74X+h2UKvdVNFYpNXcUKglQ8GEvpcZod&#10;k5DsbNhdNf77zkHwNsN78943s8XgOnWmEBvPBl5HGSji0tuGKwPfh/XLFFRMyBY7z2TgShEW88eH&#10;GebWX3hP5yJVSkI45migTqnPtY5lTQ7jyPfEoh19cJhkDZW2AS8S7jo9zrI37bBhaaixp1VNZVuc&#10;nIHf05aPu8nXMnymHz8cYjv+m7bGPD8Nyw9QiYZ0N9+uN1bws3fBlW9kBD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xeu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B88QA&#10;AADdAAAADwAAAGRycy9kb3ducmV2LnhtbERPTWsCMRC9F/wPYQRvNalocbdG0ULBi6C2h3obN9Pd&#10;xc1kTaJu++sbodDbPN7nzBadbcSVfKgda3gaKhDEhTM1lxo+3t8epyBCRDbYOCYN3xRgMe89zDA3&#10;7sY7uu5jKVIIhxw1VDG2uZShqMhiGLqWOHFfzluMCfpSGo+3FG4bOVLqWVqsOTVU2NJrRcVpf7Ea&#10;Vtl0dd6OefOzOx7o8Hk8TUZeaT3od8sXEJG6+C/+c69Nmq+yDO7fpBP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qQfPEAAAA3QAAAA8AAAAAAAAAAAAAAAAAmAIAAGRycy9k&#10;b3ducmV2LnhtbFBLBQYAAAAABAAEAPUAAACJAwAAAAA=&#10;" fillcolor="black" stroked="f"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eIdcUA&#10;AADdAAAADwAAAGRycy9kb3ducmV2LnhtbESPQUsDMRCF74L/IUzBm81WQWRtWpaCKJ62teJ1uhk3&#10;SzeTJYnp+u+dg+BthvfmvW/W29mPqlBMQ2ADq2UFirgLduDewPH9+fYRVMrIFsfAZOCHEmw311dr&#10;rG248J7KIfdKQjjVaMDlPNVap86Rx7QME7FoXyF6zLLGXtuIFwn3o76rqgftcWBpcDjRzlF3Pnx7&#10;A+W0a5v78lnc/i02fQzty8epNeZmMTdPoDLN+d/8d/1qBX9VCb98Iy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4h1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zNHMQA&#10;AADdAAAADwAAAGRycy9kb3ducmV2LnhtbERPTWvCQBC9C/6HZYTezCY9SI2uUkRL66U2CvY4ZKfZ&#10;0OxsyG5j7K/vCkJv83ifs1wPthE9db52rCBLUhDEpdM1VwpOx930CYQPyBobx6TgSh7Wq/Foibl2&#10;F/6gvgiViCHsc1RgQmhzKX1pyKJPXEscuS/XWQwRdpXUHV5iuG3kY5rOpMWaY4PBljaGyu/ixyrw&#10;2WZ73tvfef/5Yvi9eDOzQ2WUepgMzwsQgYbwL767X3Wcn6UZ3L6JJ8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MzRz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DD5CDA" w:rsidRPr="00FB0BF1" w:rsidRDefault="00DD5CDA" w:rsidP="00DD5CDA">
      <w:pPr>
        <w:keepNext/>
        <w:tabs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D5CDA" w:rsidRPr="00FB0BF1" w:rsidRDefault="00DD5CDA" w:rsidP="00DD5CDA">
      <w:pPr>
        <w:tabs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DD5CDA" w:rsidRPr="00FB0BF1" w:rsidRDefault="00DD5CDA" w:rsidP="00DD5CDA">
      <w:pPr>
        <w:tabs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D5CDA" w:rsidRPr="00FB0BF1" w:rsidRDefault="00DD5CDA" w:rsidP="00DD5CDA">
      <w:pPr>
        <w:tabs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FB0BF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B14F0B" wp14:editId="723210F7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2" name="Групувати 6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0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CDA" w:rsidRDefault="00DD5CDA" w:rsidP="00DD5C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62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xL4/knYAAD5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ucS+P5J2AAA+WQQADgAAAAAAAAAAAAAAAAAuAgAAZHJzL2Uyb0RvYy54&#10;bWxQSwECLQAUAAYACAAAACEA386QMOIAAAANAQAADwAAAAAAAAAAAAAAAADseAAAZHJzL2Rvd25y&#10;ZXYueG1sUEsFBgAAAAAEAAQA8wAAAPt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64tL4A&#10;AADdAAAADwAAAGRycy9kb3ducmV2LnhtbERPSwrCMBDdC94hjOBOUy2oVKOIqLgQxN9+aMa22ExK&#10;E7Xe3giCu3m878wWjSnFk2pXWFYw6EcgiFOrC84UXM6b3gSE88gaS8uk4E0OFvN2a4aJti8+0vPk&#10;MxFC2CWoIPe+SqR0aU4GXd9WxIG72dqgD7DOpK7xFcJNKYdRNJIGCw4NOVa0yim9nx5GgY23u/01&#10;Gx7jNY89Lw+T27XZK9XtNMspCE+N/4t/7p0O8wdR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OuLS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HkzsUA&#10;AADdAAAADwAAAGRycy9kb3ducmV2LnhtbERPS2sCMRC+F/wPYYRepGYtRe1qFBG2r0NBW/A6bMbN&#10;6mayJKlu/fVGKPQ2H99z5svONuJEPtSOFYyGGQji0umaKwXfX8XDFESIyBobx6TglwIsF727Oeba&#10;nXlDp22sRArhkKMCE2ObSxlKQxbD0LXEids7bzEm6CupPZ5TuG3kY5aNpcWaU4PBltaGyuP2xyo4&#10;FJ9mt55cXvzgeUOXQfHx2ryPlbrvd6sZiEhd/Bf/ud90mj/KnuD2TT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eT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jKsUA&#10;AADdAAAADwAAAGRycy9kb3ducmV2LnhtbESP3WrCQBCF74W+wzKF3kjdpKKU1FWCVJHcBH8eYMiO&#10;2dDsbMiuJn17t1DwboZz5nxnVpvRtuJOvW8cK0hnCQjiyumGawWX8+79E4QPyBpbx6Tglzxs1i+T&#10;FWbaDXyk+ynUIoawz1CBCaHLpPSVIYt+5jriqF1dbzHEta+l7nGI4baVH0mylBYbjgSDHW0NVT+n&#10;m42Qco5lcR3Ou/2IA34Xhqf5Uam31zH/AhFoDE/z//VBx/ppsoC/b+II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JSM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xo/cMA&#10;AADdAAAADwAAAGRycy9kb3ducmV2LnhtbERPTUsDMRC9C/6HMII3m23RVdampbQVRPDQKpTehs10&#10;d3EzCcm0u/57Iwje5vE+Z74cXa8uFFPn2cB0UoAirr3tuDHw+fFy9wQqCbLF3jMZ+KYEy8X11Rwr&#10;6wfe0WUvjcohnCo00IqESutUt+QwTXwgztzJR4eSYWy0jTjkcNfrWVGU2mHHuaHFQOuW6q/92Rl4&#10;H7bh7bF8OIVjvJ/ptLFyWIsxtzfj6hmU0Cj/4j/3q83zp0UJv9/kE/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xo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sYxsUA&#10;AADdAAAADwAAAGRycy9kb3ducmV2LnhtbESP3WrCQBCF74W+wzKF3kjdpIKW1FWCVJHcBH8eYMiO&#10;2dDsbMiuJn17t1DwboZz5nxnVpvRtuJOvW8cK0hnCQjiyumGawWX8+79E4QPyBpbx6Tglzxs1i+T&#10;FWbaDXyk+ynUIoawz1CBCaHLpPSVIYt+5jriqF1dbzHEta+l7nGI4baVH0mykBYbjgSDHW0NVT+n&#10;m42Qco5lcR3Ou/2IA34Xhqf5Uam31zH/AhFoDE/z//VBx/ppsoS/b+II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uxjG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9ZFMUA&#10;AADdAAAADwAAAGRycy9kb3ducmV2LnhtbESPQUsDQQyF74L/YYjgzc62aC1rp0WqgggerELxFnbS&#10;3cWdzDATu+u/NwfBW8J7ee/LejuFwZwolz6yg/msAkPcRN9z6+Dj/elqBaYIsschMjn4oQLbzfnZ&#10;GmsfR36j015aoyFcanTQiaTa2tJ0FLDMYiJW7RhzQNE1t9ZnHDU8DHZRVUsbsGdt6DDRrqPma/8d&#10;HLyOj+nldnlzTJ/5emHLg5fDTpy7vJju78AITfJv/rt+9oo/rxRXv9ER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n1kU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Nc8cQA&#10;AADdAAAADwAAAGRycy9kb3ducmV2LnhtbERP32vCMBB+H+x/CCf4Ipq64diqUeYgTFAY04GvR3O2&#10;xeZSkmi7/34RhL3dx/fzFqveNuJKPtSOFUwnGQjiwpmaSwU/Bz1+BREissHGMSn4pQCr5ePDAnPj&#10;Ov6m6z6WIoVwyFFBFWObSxmKiiyGiWuJE3dy3mJM0JfSeOxSuG3kU5a9SIs1p4YKW/qoqDjvL1bB&#10;+qsrn/2oWPdue/o8zrQ2eqeVGg769zmISH38F9/dG5PmT7M3uH2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TXP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g59MQA&#10;AADdAAAADwAAAGRycy9kb3ducmV2LnhtbESPQWvDMAyF74P9B6NBb6uTso2S1i1lIzDGLmv7A0Ss&#10;xmljOdhumv776TDYTeI9vfdpvZ18r0aKqQtsoJwXoIibYDtuDRwP9fMSVMrIFvvAZOBOCbabx4c1&#10;Vjbc+IfGfW6VhHCq0IDLeai0To0jj2keBmLRTiF6zLLGVtuINwn3vV4UxZv22LE0OBzo3VFz2V+9&#10;gfpr8T1erjbWYTe9eHp15+WHM2b2NO1WoDJN+d/8d/1pBb8shV+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IOf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zGKsUA&#10;AADdAAAADwAAAGRycy9kb3ducmV2LnhtbERP0WoCMRB8F/oPYQt9Ec3ZYimnUaoQWlCQXgVfl8t6&#10;d/SyOZLUu/59IwjO0y6zM7OzXA+2FRfyoXGsYDbNQBCXzjRcKTh+68kbiBCRDbaOScEfBVivHkZL&#10;zI3r+YsuRaxEMuGQo4I6xi6XMpQ1WQxT1xEn7uy8xZhWX0njsU/mtpXPWfYqLTacEmrsaFtT+VP8&#10;WgWbQ1+9+HG5Gdzu/HGaa230Xiv19Di8L0BEGuL9+Kb+NOn9BLi2SSP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/MYq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YCGMEA&#10;AADdAAAADwAAAGRycy9kb3ducmV2LnhtbERP3WrCMBS+H/gO4Qy8m2mLinRGEUdhDG/8eYBDc9Z0&#10;NiclibW+vRkMdnc+vt+z3o62EwP50DpWkM8yEMS10y03Ci7n6m0FIkRkjZ1jUvCgANvN5GWNpXZ3&#10;PtJwio1IIRxKVGBi7EspQ23IYpi5njhx385bjAn6RmqP9xRuO1lk2VJabDk1GOxpb6i+nm5WQfVV&#10;HIbrTfvK7ca5pYX5WX0Ypaav4+4dRKQx/ov/3J86zc/zAn6/SSfIz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WAh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+9pb4A&#10;AADdAAAADwAAAGRycy9kb3ducmV2LnhtbERPy6rCMBDdX/Afwgjurml9IdUoIii6tPoBQzO2xWZS&#10;m2jr3xtBcDeH85zlujOVeFLjSssK4mEEgjizuuRcweW8+5+DcB5ZY2WZFLzIwXrV+1tiom3LJ3qm&#10;PhchhF2CCgrv60RKlxVk0A1tTRy4q20M+gCbXOoG2xBuKjmKopk0WHJoKLCmbUHZLX0YBZNXu7+n&#10;01u004bi47g+ss+mSg363WYBwlPnf+Kv+6DD/Dgew+ebcIJcv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fvaW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Q8zcEA&#10;AADdAAAADwAAAGRycy9kb3ducmV2LnhtbERPy6rCMBDdX/AfwgjurmlF5FqNIooirrz1sR6asS02&#10;k9JErX9vBMHdHM5zpvPWVOJOjSstK4j7EQjizOqScwXHw/r3D4TzyBory6TgSQ7ms87PFBNtH/xP&#10;99TnIoSwS1BB4X2dSOmyggy6vq2JA3exjUEfYJNL3eAjhJtKDqJoJA2WHBoKrGlZUHZNb0bBbXQe&#10;HPmy0/t09dyMV+uFk6dcqV63XUxAeGr9V/xxb3WYH8dDeH8TT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kPM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vmUcUA&#10;AADdAAAADwAAAGRycy9kb3ducmV2LnhtbERPTWvCQBC9F/wPywi91U2sBhtdRYWC9aBU7cHbmB2T&#10;tNnZmN1q/PfdQqG3ebzPmcxaU4krNa60rCDuRSCIM6tLzhUc9q9PIxDOI2usLJOCOzmYTTsPE0y1&#10;vfE7XXc+FyGEXYoKCu/rVEqXFWTQ9WxNHLizbQz6AJtc6gZvIdxUsh9FiTRYcmgosKZlQdnX7tso&#10;+NiOkpft4m3wud6c8Nnoy1GXiVKP3XY+BuGp9f/iP/dKh/lxPITfb8IJc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+ZR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G61cIA&#10;AADdAAAADwAAAGRycy9kb3ducmV2LnhtbERPS4vCMBC+C/6HMII3TatSpGsUH/hgT75gr0Mz25Zt&#10;JqWJWvfXb4QFb/PxPWe2aE0l7tS40rKCeBiBIM6sLjlXcL1sB1MQziNrrCyTgic5WMy7nRmm2j74&#10;RPezz0UIYZeigsL7OpXSZQUZdENbEwfu2zYGfYBNLnWDjxBuKjmKokQaLDk0FFjTuqDs53wzCn6T&#10;Lzy6/Wi1GWtPz8l0Zz+PO6X6vXb5AcJT69/if/dBh/lxnMDrm3C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obrV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M9sIA&#10;AADdAAAADwAAAGRycy9kb3ducmV2LnhtbERPzWrCQBC+F/oOywjemk1E2xpdpYiCN2vaBxiy4yaY&#10;nY3ZVdM+vSsI3ubj+535sreNuFDna8cKsiQFQVw6XbNR8PuzefsE4QOyxsYxKfgjD8vF68scc+2u&#10;vKdLEYyIIexzVFCF0OZS+rIiiz5xLXHkDq6zGCLsjNQdXmO4beQoTd+lxZpjQ4UtrSoqj8XZKji5&#10;0UT3xRp3x/X0uzZmfPrfj5UaDvqvGYhAfXiKH+6tjvOz7APu38QT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NUz2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S7MUA&#10;AADdAAAADwAAAGRycy9kb3ducmV2LnhtbESPT2/CMAzF75P4DpGRdhtpN40/hYDGpElcYTtwNIlp&#10;C41TmgDdPv18mLSbrff83s+LVe8bdaMu1oEN5KMMFLENrubSwNfnx9MUVEzIDpvAZOCbIqyWg4cF&#10;Fi7ceUu3XSqVhHAs0ECVUltoHW1FHuMotMSiHUPnMcnaldp1eJdw3+jnLBtrjzVLQ4UtvVdkz7ur&#10;N7CpD/Q6tseZn67tdv9zSS+TkzPmcdi/zUEl6tO/+e964wQ/zwVXvpER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1L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ZGcIA&#10;AADdAAAADwAAAGRycy9kb3ducmV2LnhtbERPW2vCMBR+H/gfwhH2NlPLcLMaRQeDyVTwgr4emmNT&#10;bE5Kk9X67xdhsMfvzjedd7YSLTW+dKxgOEhAEOdOl1woOB4+X95B+ICssXJMCu7kYT7rPU0x0+7G&#10;O2r3oRCxhH2GCkwIdSalzw1Z9ANXE0ft4hqLIcKmkLrBWyy3lUyTZCQtlhwXDNb0YSi/7n+sgha3&#10;9+Rslpvxqlzn6XZ5+taRV8/9bjEBEagL/+a/9JdWMH59S+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F1k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BC4sUA&#10;AADdAAAADwAAAGRycy9kb3ducmV2LnhtbESPzU7DMBCE70h9B2srcaMOAfET6lYIqahHCBw4LvE2&#10;Tol3I9s0KU+PkZB6HM3MN5rlevK9OlCInbCBy0UBirgR23Fr4P1tc3EHKiZki70wGThShPVqdrbE&#10;ysrIr3SoU6syhGOFBlxKQ6V1bBx5jAsZiLO3k+AxZRlabQOOGe57XRbFjfbYcV5wONCTo+ar/vYG&#10;xufmc1/uPqz7CYNs6hfZl70Ycz6fHh9AJZrSKfzf3loD99e3V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YEL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KcMccA&#10;AADdAAAADwAAAGRycy9kb3ducmV2LnhtbESPW2sCMRSE3wv9D+EU+lazFfGyGsV6ASkW8fZ+3Jzu&#10;bpucLJuo239vhIKPw8x8w4wmjTXiQrUvHSt4byUgiDOnS84VHPbLtz4IH5A1Gsek4I88TMbPTyNM&#10;tbvyli67kIsIYZ+igiKEKpXSZwVZ9C1XEUfv29UWQ5R1LnWN1wi3RraTpCstlhwXCqxoVlD2uztb&#10;BcvN3Py0v7bTowyzRe9k+p8f87VSry/NdAgiUBMe4f/2SisYdHoduL+JT0C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inD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n0E8cA&#10;AADdAAAADwAAAGRycy9kb3ducmV2LnhtbESPQWvCQBSE70L/w/IKvUjd1Gpr06wihaKCQmsFr8/s&#10;axKSfRuya4z/3hUEj8PMfMMks85UoqXGFZYVvAwiEMSp1QVnCnZ/388TEM4ja6wsk4IzOZhNH3oJ&#10;xtqe+Jfarc9EgLCLUUHufR1L6dKcDLqBrYmD928bgz7IJpO6wVOAm0oOo+hNGiw4LORY01dOabk9&#10;GgXtz/qQLVtXr8pJ341fD4vFRu+Venrs5p8gPHX+Hr61l1rBx+h9DNc34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J9B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oWrcgA&#10;AADdAAAADwAAAGRycy9kb3ducmV2LnhtbESPzWsCMRTE70L/h/AK3jSrWD9Wo6hQ6KVQPw56e26e&#10;u4ublzVJddu/vhEKHoeZ+Q0zWzSmEjdyvrSsoNdNQBBnVpecK9jv3jtjED4ga6wsk4If8rCYv7Rm&#10;mGp75w3dtiEXEcI+RQVFCHUqpc8KMui7tiaO3tk6gyFKl0vt8B7hppL9JBlKgyXHhQJrWheUXbbf&#10;RsFqMl5dvwb8+bs5Hel4OF3e+i5Rqv3aLKcgAjXhGf5vf2gFk8FoCI8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ehatyAAAAN0AAAAPAAAAAAAAAAAAAAAAAJgCAABk&#10;cnMvZG93bnJldi54bWxQSwUGAAAAAAQABAD1AAAAjQMAAAAA&#10;" fillcolor="black" stroked="f"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9wOMgA&#10;AADdAAAADwAAAGRycy9kb3ducmV2LnhtbESPS2/CMBCE75X6H6ytxK04ReUVMKgUKiEVDjwOHJd4&#10;SazE6yh2IeXX15Uq9TiamW8003lrK3GlxhvHCl66CQjizGnDuYLj4eN5BMIHZI2VY1LwTR7ms8eH&#10;Kaba3XhH133IRYSwT1FBEUKdSumzgiz6rquJo3dxjcUQZZNL3eAtwm0le0kykBYNx4UCa3ovKCv3&#10;X1bB6XNgRjtDvfPmvljpTb9cbJelUp2n9m0CIlAb/sN/7bVWMH4dDuH3TXwCcv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H3A4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Xa/8MA&#10;AADdAAAADwAAAGRycy9kb3ducmV2LnhtbERPPW/CMBDdK/EfrENiKw4ItTRgEAKhdulQoGI9xdc4&#10;TXwOtoHAr6+HSoxP73u+7GwjLuRD5VjBaJiBIC6crrhUcNhvn6cgQkTW2DgmBTcKsFz0nuaYa3fl&#10;L7rsYilSCIccFZgY21zKUBiyGIauJU7cj/MWY4K+lNrjNYXbRo6z7EVarDg1GGxpbaiod2erwK+O&#10;m/rO5+86u3/ewvtvd5qiUWrQ71YzEJG6+BD/uz+0grfJa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Xa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3a1sUA&#10;AADdAAAADwAAAGRycy9kb3ducmV2LnhtbESPUWvCQBCE34X+h2MLvki9KEWb1FOKUBAqgtYfsM1t&#10;k9C7vZDbauyv7wmCj8PMfMMsVr136kRdbAIbmIwzUMRlsA1XBo6f708voKIgW3SBycCFIqyWD4MF&#10;FjaceU+ng1QqQTgWaKAWaQutY1mTxzgOLXHyvkPnUZLsKm07PCe4d3qaZTPtseG0UGNL65rKn8Ov&#10;N+CmXy7/mMetXI56m/152Y921pjhY//2Ckqol3v41t5YA/nzPIfrm/QE9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fdrW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MKMIA&#10;AADdAAAADwAAAGRycy9kb3ducmV2LnhtbERPz2vCMBS+C/sfwhN201QZop1RNkXoxYNV8fps3pqy&#10;5KU0Ubv99eYw2PHj+71c986KO3Wh8axgMs5AEFdeN1wrOB13ozmIEJE1Ws+k4IcCrFcvgyXm2j/4&#10;QPcy1iKFcMhRgYmxzaUMlSGHYexb4sR9+c5hTLCrpe7wkcKdldMsm0mHDacGgy1tDFXf5c0p2Jat&#10;nZ4K8xku5/31aovfHV22Sr0O+493EJH6+C/+cxdaweJtnvan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Hgwo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mAsQA&#10;AADdAAAADwAAAGRycy9kb3ducmV2LnhtbESPQWsCMRSE7wX/Q3iCt5ooYrdbo4goCJ5q9dDbI3nd&#10;3bp5WTbRXf+9EQo9DjPzDbNY9a4WN2pD5VnDZKxAEBtvKy40nL52rxmIEJEt1p5Jw50CrJaDlwXm&#10;1nf8SbdjLESCcMhRQxljk0sZTEkOw9g3xMn78a3DmGRbSNtil+CullOl5tJhxWmhxIY2JZnL8eo0&#10;/O7kwRuF5nw6d3v79r2dU620Hg379QeISH38D/+191bD+yybwPNNeg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F5gL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7aW8YA&#10;AADdAAAADwAAAGRycy9kb3ducmV2LnhtbESPQWvCQBSE74X+h+UJ3urGKJKmrmIFQSw9VIt4fM0+&#10;k5Ds27C7avz33YLQ4zAz3zDzZW9acSXna8sKxqMEBHFhdc2lgu/D5iUD4QOyxtYyKbiTh+Xi+WmO&#10;ubY3/qLrPpQiQtjnqKAKocul9EVFBv3IdsTRO1tnMETpSqkd3iLctDJNkpk0WHNcqLCjdUVFs78Y&#10;BafLB58/J7uVew9H2x98k/5kjVLDQb96AxGoD//hR3urFbxOs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7aW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jFEscA&#10;AADdAAAADwAAAGRycy9kb3ducmV2LnhtbESPQWsCMRSE74L/ITyhN81qbVlXo2hB6EWotod6e26e&#10;u4ubl20Sdeuvb4SCx2FmvmFmi9bU4kLOV5YVDAcJCOLc6ooLBV+f634KwgdkjbVlUvBLHhbzbmeG&#10;mbZX3tJlFwoRIewzVFCG0GRS+rwkg35gG+LoHa0zGKJ0hdQOrxFuajlKkldpsOK4UGJDbyXlp93Z&#10;KFhN0tXPx5g3t+1hT/vvw+ll5BKlnnrtcgoiUBse4f/2u1YwGaf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YxRLHAAAA3QAAAA8AAAAAAAAAAAAAAAAAmAIAAGRy&#10;cy9kb3ducmV2LnhtbFBLBQYAAAAABAAEAPUAAACMAwAAAAA=&#10;" fillcolor="black" stroked="f"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2nZ8UA&#10;AADdAAAADwAAAGRycy9kb3ducmV2LnhtbESPQUsDMRSE70L/Q3gFbzbbWqRum5alIIqnbVV6fd08&#10;N4ublyWJ6frvjSD0OMzMN8xmN9peJPKhc6xgPitAEDdOd9wqeH97uluBCBFZY++YFPxQgN12crPB&#10;UrsLHygdYysyhEOJCkyMQyllaAxZDDM3EGfv03mLMUvfSu3xkuG2l4uieJAWO84LBgfaG2q+jt9W&#10;QTrv6+o+nZI5vPqq9a5+/jjXSt1Ox2oNItIYr+H/9otW8Lh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adn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iDsYA&#10;AADdAAAADwAAAGRycy9kb3ducmV2LnhtbESPQWvCQBSE70L/w/IK3nSjVNHoKkWs2F6qaaE9PrLP&#10;bGj2bciuMfbXu0Khx2FmvmGW685WoqXGl44VjIYJCOLc6ZILBZ8fL4MZCB+QNVaOScGVPKxXD70l&#10;ptpd+EhtFgoRIexTVGBCqFMpfW7Ioh+6mjh6J9dYDFE2hdQNXiLcVnKcJFNpseS4YLCmjaH8Jztb&#10;BX602X692d95+70z/J69mumhMEr1H7vnBYhAXfgP/7X3WsH8aTaB+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biD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5CDA" w:rsidRDefault="00DD5CDA" w:rsidP="00DD5C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D5CDA" w:rsidRPr="00FB0BF1" w:rsidRDefault="00DD5CDA" w:rsidP="00DD5CDA">
      <w:pPr>
        <w:tabs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РІШЕННЯ</w:t>
      </w:r>
    </w:p>
    <w:p w:rsidR="00DD5CDA" w:rsidRPr="00FB0BF1" w:rsidRDefault="00DD5CDA" w:rsidP="00DD5CDA">
      <w:pPr>
        <w:tabs>
          <w:tab w:val="left" w:pos="4816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Х___ </w:t>
      </w:r>
      <w:r w:rsidRPr="00FB0BF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сесії сільської ради 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VII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 скликання</w:t>
      </w:r>
    </w:p>
    <w:p w:rsidR="00DD5CDA" w:rsidRPr="00FB0BF1" w:rsidRDefault="00DD5CDA" w:rsidP="00DD5CDA">
      <w:pPr>
        <w:tabs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      __.11. 2020р.                                Крупець                                               №___  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Про надання дозволу на розробку 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проекту  із землеустрою  щодо 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відведення земельної  ділянки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Поліщук Г.П.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Поліщук Г.П., сільська рада  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1. Надати Поліщуку Григорію Петровичу, який зареєстрований за адресою: </w:t>
      </w:r>
      <w:r w:rsidR="00C21B04">
        <w:rPr>
          <w:rFonts w:ascii="Times New Roman" w:eastAsia="Arial Unicode MS" w:hAnsi="Times New Roman"/>
          <w:sz w:val="24"/>
          <w:szCs w:val="24"/>
          <w:lang w:val="en-US" w:eastAsia="uk-UA"/>
        </w:rPr>
        <w:t>_____________</w:t>
      </w:r>
      <w:bookmarkStart w:id="0" w:name="_GoBack"/>
      <w:bookmarkEnd w:id="0"/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>, дозвіл на розробку проекту із землеустрою щодо відведення земельної ділянки для передачі її у власність, орієнтовною площею 0,2200 га, для ведення особистого селянського господарства,</w:t>
      </w:r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 xml:space="preserve"> за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>рахунок</w:t>
      </w:r>
      <w:proofErr w:type="spellEnd"/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 xml:space="preserve"> земель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>комунальної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 xml:space="preserve">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>власності</w:t>
      </w:r>
      <w:proofErr w:type="spellEnd"/>
      <w:r w:rsidRPr="00FB0BF1">
        <w:rPr>
          <w:rFonts w:ascii="Times New Roman" w:eastAsia="Arial Unicode MS" w:hAnsi="Times New Roman"/>
          <w:sz w:val="24"/>
          <w:szCs w:val="24"/>
          <w:lang w:val="ru-RU" w:eastAsia="uk-UA"/>
        </w:rPr>
        <w:t xml:space="preserve">, </w:t>
      </w:r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кадастровий номер </w:t>
      </w:r>
      <w:r w:rsidRPr="00FB0BF1">
        <w:rPr>
          <w:rFonts w:ascii="Times New Roman" w:hAnsi="Times New Roman"/>
          <w:sz w:val="24"/>
          <w:szCs w:val="24"/>
        </w:rPr>
        <w:t>6823986800:05:005:0011</w:t>
      </w:r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, земельна ділянка розташована за межами населеного пункту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>с.Колом’є</w:t>
      </w:r>
      <w:proofErr w:type="spellEnd"/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 на території </w:t>
      </w:r>
      <w:proofErr w:type="spellStart"/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>Крупецької</w:t>
      </w:r>
      <w:proofErr w:type="spellEnd"/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 сільської ради. 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2. Поліщуку Г.П.,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FB0BF1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DD5CDA" w:rsidRPr="00DD5CDA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DD5CDA" w:rsidRPr="00FB0BF1" w:rsidRDefault="00DD5CDA" w:rsidP="00DD5CDA">
      <w:pPr>
        <w:tabs>
          <w:tab w:val="left" w:pos="2160"/>
          <w:tab w:val="left" w:pos="4816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A658E3" w:rsidRPr="00DD5CDA" w:rsidRDefault="00DD5CDA" w:rsidP="00DD5CDA">
      <w:pPr>
        <w:tabs>
          <w:tab w:val="left" w:pos="2160"/>
          <w:tab w:val="left" w:pos="481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Сільський голова                                                                                                   В.А.</w:t>
      </w:r>
      <w:proofErr w:type="spellStart"/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</w:t>
      </w:r>
      <w:proofErr w:type="spellEnd"/>
      <w:r w:rsidRPr="00FB0BF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</w:p>
    <w:sectPr w:rsidR="00A658E3" w:rsidRPr="00DD5C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CDA"/>
    <w:rsid w:val="00171A2E"/>
    <w:rsid w:val="00304C90"/>
    <w:rsid w:val="00505B6D"/>
    <w:rsid w:val="006D3977"/>
    <w:rsid w:val="007D6C18"/>
    <w:rsid w:val="00A658E3"/>
    <w:rsid w:val="00C21B04"/>
    <w:rsid w:val="00D1641A"/>
    <w:rsid w:val="00DD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DA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ru-RU" w:eastAsia="ru-RU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ru-RU"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ru-RU"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ru-RU"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ru-RU"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ru-RU"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ru-RU"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ru-RU"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CDA"/>
    <w:rPr>
      <w:rFonts w:ascii="Calibri" w:eastAsia="Calibri" w:hAnsi="Calibri" w:cs="Times New Roman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ru-RU" w:eastAsia="ru-RU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ru-RU" w:eastAsia="ru-RU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ru-RU" w:eastAsia="ru-RU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ru-RU" w:eastAsia="ru-RU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ru-RU"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ru-RU" w:eastAsia="ru-RU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ru-RU" w:eastAsia="ru-RU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ru-RU" w:eastAsia="ru-RU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ru-RU" w:eastAsia="ru-RU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ru-RU" w:eastAsia="ru-RU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ru-RU" w:eastAsia="ru-RU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ru-RU" w:eastAsia="ru-RU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ru-RU" w:eastAsia="ru-RU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ru-RU" w:eastAsia="ru-RU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2020-11-17T16:27:00Z</dcterms:created>
  <dcterms:modified xsi:type="dcterms:W3CDTF">2020-11-18T07:11:00Z</dcterms:modified>
</cp:coreProperties>
</file>