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37" w:rsidRDefault="00D53937" w:rsidP="00D539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53937" w:rsidRDefault="00D53937" w:rsidP="00D53937"/>
    <w:p w:rsidR="00D53937" w:rsidRDefault="00D53937" w:rsidP="00D53937"/>
    <w:p w:rsidR="00D53937" w:rsidRDefault="00D53937" w:rsidP="00D53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53937" w:rsidRDefault="00D53937" w:rsidP="00D53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53937" w:rsidRDefault="00D53937" w:rsidP="00D53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53937" w:rsidRDefault="00D53937" w:rsidP="00D53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53937" w:rsidRDefault="00D53937" w:rsidP="00D53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937" w:rsidRDefault="00D53937" w:rsidP="00D539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D53937" w:rsidRDefault="00D53937" w:rsidP="00D539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3937" w:rsidRDefault="00D53937" w:rsidP="00D539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53937" w:rsidRPr="007558D2" w:rsidRDefault="00D53937" w:rsidP="00D5393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D53937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6823984000:03:018:0340, яка розташована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D53937" w:rsidRPr="00025A8C" w:rsidRDefault="00D53937" w:rsidP="00D5393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937" w:rsidRPr="00025A8C" w:rsidRDefault="00D53937" w:rsidP="00D539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D53937" w:rsidRPr="00025A8C" w:rsidRDefault="00D53937" w:rsidP="00D539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53937" w:rsidRPr="00025A8C" w:rsidRDefault="00D53937" w:rsidP="00D5393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площею 2,2883 га,  кадастровий  номер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6823984000:03:018:0340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025A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3937" w:rsidRPr="00D53937" w:rsidRDefault="00D53937" w:rsidP="00D539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53937" w:rsidRPr="00025A8C" w:rsidRDefault="00D53937" w:rsidP="00D539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5A70" w:rsidRPr="00D53937" w:rsidRDefault="00D53937" w:rsidP="00D539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Сільський  голова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В.А.</w:t>
      </w:r>
      <w:r w:rsidRPr="00025A8C">
        <w:rPr>
          <w:rFonts w:ascii="Times New Roman" w:eastAsia="Calibri" w:hAnsi="Times New Roman" w:cs="Times New Roman"/>
          <w:sz w:val="24"/>
          <w:szCs w:val="24"/>
        </w:rPr>
        <w:t>Михалюк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005A70" w:rsidRPr="00D53937" w:rsidSect="00D53937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37"/>
    <w:rsid w:val="00005A70"/>
    <w:rsid w:val="00171A2E"/>
    <w:rsid w:val="00304C90"/>
    <w:rsid w:val="00505B6D"/>
    <w:rsid w:val="006D3977"/>
    <w:rsid w:val="007D6C18"/>
    <w:rsid w:val="00D1641A"/>
    <w:rsid w:val="00D5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5393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53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5393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5393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53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5393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2020-05-20T14:11:00Z</dcterms:created>
  <dcterms:modified xsi:type="dcterms:W3CDTF">2020-05-20T14:12:00Z</dcterms:modified>
</cp:coreProperties>
</file>