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FCF" w:rsidRDefault="00522FCF" w:rsidP="00522F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22FCF" w:rsidRDefault="00522FCF" w:rsidP="00522FCF"/>
    <w:p w:rsidR="00522FCF" w:rsidRDefault="00522FCF" w:rsidP="00522FCF"/>
    <w:p w:rsidR="00522FCF" w:rsidRDefault="00522FCF" w:rsidP="00522F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22FCF" w:rsidRDefault="00522FCF" w:rsidP="00522F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22FCF" w:rsidRDefault="00522FCF" w:rsidP="00522F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22FCF" w:rsidRDefault="00522FCF" w:rsidP="00522F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22FCF" w:rsidRDefault="00522FCF" w:rsidP="00522F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2FCF" w:rsidRDefault="00522FCF" w:rsidP="00522F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22FCF" w:rsidRDefault="00522FCF" w:rsidP="00522F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22FCF" w:rsidRDefault="00522FCF" w:rsidP="00522FC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22FCF" w:rsidRDefault="00522FCF" w:rsidP="00522FCF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№123</w:t>
      </w:r>
    </w:p>
    <w:p w:rsidR="00522FCF" w:rsidRPr="000103EB" w:rsidRDefault="00522FCF" w:rsidP="00522FC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22FCF" w:rsidRPr="000103EB" w:rsidRDefault="00522FCF" w:rsidP="00522FC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22FCF" w:rsidRPr="000103EB" w:rsidRDefault="00522FCF" w:rsidP="00522FC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22FCF" w:rsidRPr="000103EB" w:rsidRDefault="00522FCF" w:rsidP="00522FC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відведення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522FCF" w:rsidRPr="000103EB" w:rsidRDefault="00522FCF" w:rsidP="00522FC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Качаровському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Р.І.</w:t>
      </w:r>
    </w:p>
    <w:p w:rsidR="00522FCF" w:rsidRPr="000103EB" w:rsidRDefault="00522FCF" w:rsidP="00522FC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22FCF" w:rsidRPr="000103EB" w:rsidRDefault="00522FCF" w:rsidP="00522FC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</w:t>
      </w:r>
      <w:proofErr w:type="gramStart"/>
      <w:r w:rsidRPr="000103EB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»,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врахувавши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пропозицію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благоустрою,</w:t>
      </w: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Качаровського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Р.І.,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рада </w:t>
      </w:r>
    </w:p>
    <w:p w:rsidR="00522FCF" w:rsidRPr="000103EB" w:rsidRDefault="00522FCF" w:rsidP="00522FCF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522FCF" w:rsidRPr="000103EB" w:rsidRDefault="00522FCF" w:rsidP="00522F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 1. </w:t>
      </w:r>
      <w:proofErr w:type="spellStart"/>
      <w:proofErr w:type="gramStart"/>
      <w:r w:rsidRPr="000103EB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Руслану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Івановичу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D0B24">
        <w:rPr>
          <w:rFonts w:ascii="Times New Roman" w:eastAsia="Calibri" w:hAnsi="Times New Roman" w:cs="Times New Roman"/>
          <w:sz w:val="24"/>
          <w:szCs w:val="24"/>
          <w:lang w:val="en-US"/>
        </w:rPr>
        <w:t>________________</w:t>
      </w:r>
      <w:bookmarkStart w:id="0" w:name="_GoBack"/>
      <w:bookmarkEnd w:id="0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0,40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га,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номер 6823982100:03:001:0074,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ради за межами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пункту села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522FCF" w:rsidRPr="000103EB" w:rsidRDefault="00522FCF" w:rsidP="00522F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Р.І.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103EB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0103E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22FCF" w:rsidRPr="000103EB" w:rsidRDefault="00522FCF" w:rsidP="00522FC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522FCF" w:rsidRPr="000103EB" w:rsidRDefault="00522FCF" w:rsidP="00522FC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1F35" w:rsidRPr="00522FCF" w:rsidRDefault="00522FCF" w:rsidP="00522FC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В.М.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sectPr w:rsidR="005B1F35" w:rsidRPr="00522FC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CF"/>
    <w:rsid w:val="00171A2E"/>
    <w:rsid w:val="00304C90"/>
    <w:rsid w:val="00505B6D"/>
    <w:rsid w:val="00522FCF"/>
    <w:rsid w:val="005B1F35"/>
    <w:rsid w:val="006D0B24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274</Words>
  <Characters>1563</Characters>
  <Application>Microsoft Office Word</Application>
  <DocSecurity>0</DocSecurity>
  <Lines>13</Lines>
  <Paragraphs>3</Paragraphs>
  <ScaleCrop>false</ScaleCrop>
  <Company>Microsoft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2020-07-29T14:42:00Z</dcterms:created>
  <dcterms:modified xsi:type="dcterms:W3CDTF">2020-07-29T18:25:00Z</dcterms:modified>
</cp:coreProperties>
</file>