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34" w:rsidRPr="009517FC" w:rsidRDefault="00280734" w:rsidP="0028073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280734" w:rsidRPr="00DE6ED3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SimSun" w:hAnsi="Calibri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C30EA9" wp14:editId="51162DE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488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4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34" w:rsidRDefault="00280734" w:rsidP="00280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X28QA&#10;AADeAAAADwAAAGRycy9kb3ducmV2LnhtbERPTWvCQBC9F/oflil4azY1pU2jawhFiwdBktb7kB2T&#10;YHY2ZFdN/31XEHqbx/ucZT6ZXlxodJ1lBS9RDIK4trrjRsHP9+Y5BeE8ssbeMin4JQf56vFhiZm2&#10;Vy7pUvlGhBB2GSpovR8yKV3dkkEX2YE4cEc7GvQBjo3UI15DuOnlPI7fpMGOQ0OLA322VJ+qs1Fg&#10;k6/t7tDMy2TN756LfXo8TDulZk9TsQDhafL/4rt7q8P85DX9gN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VF9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aOMoA&#10;AADeAAAADwAAAGRycy9kb3ducmV2LnhtbESPT0sDMRDF74LfIYzgpdisf6h2bVqksFp7KLQKXofN&#10;uFndTJYktms/vXMoeJth3rz3frPF4Du1p5jawAauxwUo4jrYlhsD72/V1QOolJEtdoHJwC8lWMzP&#10;z2ZY2nDgLe13uVFiwqlEAy7nvtQ61Y48pnHoieX2GaLHLGtstI14EHPf6ZuimGiPLUuCw56Wjurv&#10;3Y838FVt3Mfy/vgcR9MtHUfV+qV7nRhzeTE8PYLKNOR/8el7ZaX+7d1UAARHZtDz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mjj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2boscA&#10;AADeAAAADwAAAGRycy9kb3ducmV2LnhtbESPwWrDMBBE74H+g9hCL6GRU4fSOJFNKE0ovpgk/YDF&#10;2lim1spYauz+fRUo5LbLzM6b3RaT7cSVBt86VrBcJCCIa6dbbhR8nffPbyB8QNbYOSYFv+ShyB9m&#10;W8y0G/lI11NoRAxhn6ECE0KfSelrQxb9wvXEUbu4wWKI69BIPeAYw20nX5LkVVpsORIM9vRuqP4+&#10;/dgIqVKsyst43h8mHPGjNDzfHZV6epx2GxCBpnA3/19/6lg/Xa2X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tm6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Q78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30zn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xD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OgTsUA&#10;AADeAAAADwAAAGRycy9kb3ducmV2LnhtbESP3YrCMBCF7wXfIYywN7KmbkXWahSRVcQb8ecBhmZs&#10;is2kNFnbffuNIHg3wzlzvjOLVWcr8aDGl44VjEcJCOLc6ZILBdfL9vMbhA/IGivHpOCPPKyW/d4C&#10;M+1aPtHjHAoRQ9hnqMCEUGdS+tyQRT9yNXHUbq6xGOLaFFI32MZwW8mvJJlKiyVHgsGaNoby+/nX&#10;RsgxxePh1l62uw5b/DkYHq5PSn0MuvUcRKAuvM2v672O9dPJLIX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6B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4tAMUA&#10;AADeAAAADwAAAGRycy9kb3ducmV2LnhtbERPTUsDMRC9C/6HMII3m7Wu1a5NS6kKUvBgFaS3YTPd&#10;XbqZhGTsrv/eCIK3ebzPWaxG16sTxdR5NnA9KUAR19523Bj4eH++ugeVBNli75kMfFOC1fL8bIGV&#10;9QO/0WknjcohnCo00IqESutUt+QwTXwgztzBR4eSYWy0jTjkcNfraVHMtMOOc0OLgTYt1cfdlzPw&#10;OjyF7d3s9hD2sZzq9GjlcyPGXF6M6wdQQqP8i//cLzbPvynn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i0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eVcsYA&#10;AADeAAAADwAAAGRycy9kb3ducmV2LnhtbERP22oCMRB9F/yHMEJfpGbrpdTVKFoIFiyU2kJfh824&#10;u3QzWZLU3f69KQh9m8O5znrb20ZcyIfasYKHSQaCuHCm5lLB54e+fwIRIrLBxjEp+KUA281wsMbc&#10;uI7f6XKKpUghHHJUUMXY5lKGoiKLYeJa4sSdnbcYE/SlNB67FG4bOc2yR2mx5tRQYUvPFRXfpx+r&#10;YP/WlTM/Lva9O54PXwutjX7VSt2N+t0KRKQ+/otv7heT5s/mywX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eVc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VB+sMA&#10;AADeAAAADwAAAGRycy9kb3ducmV2LnhtbERP22oCMRB9L/gPYYS+1azWiq5GEctCKX3x8gHDZtys&#10;biZLEtft3zcFwbc5nOusNr1tREc+1I4VjEcZCOLS6ZorBadj8TYHESKyxsYxKfilAJv14GWFuXZ3&#10;3lN3iJVIIRxyVGBibHMpQ2nIYhi5ljhxZ+ctxgR9JbXHewq3jZxk2UxarDk1GGxpZ6i8Hm5WQfE9&#10;+emuN+0Lt+2nlj7MZf5plHod9tsliEh9fIof7i+d5r9PFz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VB+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unsYA&#10;AADeAAAADwAAAGRycy9kb3ducmV2LnhtbERP32vCMBB+H+x/CDfwZcx0OjetRtFBUHAw5ga+Hs3Z&#10;ljWXkkTb/fdmMNjbfXw/b7HqbSMu5EPtWMHjMANBXDhTc6ng61M/TEGEiGywcUwKfijAanl7s8Dc&#10;uI4/6HKIpUghHHJUUMXY5lKGoiKLYeha4sSdnLcYE/SlNB67FG4bOcqyZ2mx5tRQYUuvFRXfh7NV&#10;sHnvyrG/Lza925+2x4nWRr9ppQZ3/XoOIlIf/8V/7p1J88dPsxf4fSfd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mun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wE8YA&#10;AADeAAAADwAAAGRycy9kb3ducmV2LnhtbESPQW/CMAyF75P2HyJP2m2kMDaxQkAIVGmadoHtB1iN&#10;aQqNUyWhdP9+PkzazdZ7fu/zajP6Tg0UUxvYwHRSgCKug225MfD9VT0tQKWMbLELTAZ+KMFmfX+3&#10;wtKGGx9oOOZGSQinEg24nPtS61Q78pgmoScW7RSixyxrbLSNeJNw3+lZUbxqjy1Lg8Oedo7qy/Hq&#10;DVQfs8/hcrWxCttx7unFnRd7Z8zjw7hdgso05n/z3/W7Ffzn+Zv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ZwE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RLYMIA&#10;AADeAAAADwAAAGRycy9kb3ducmV2LnhtbERP22qDQBB9L/QflinkrVnTXKjWNZSAoXmMyQcM7lRF&#10;d9a6m6h/3y0U8jaHc510P5lO3GlwjWUFq2UEgri0uuFKwfWSv76DcB5ZY2eZFMzkYJ89P6WYaDvy&#10;me6Fr0QIYZeggtr7PpHSlTUZdEvbEwfu2w4GfYBDJfWAYwg3nXyLop002HBoqLGnQ01lW9yMgs08&#10;Hn+KbRvl2tDqtO5P7MutUouX6fMDhKfJP8T/7i8d5q83cQx/74Qb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ZEt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uSMUA&#10;AADeAAAADwAAAGRycy9kb3ducmV2LnhtbESPQWvCQBCF70L/wzKCN92oVGzqKlJRpCdN1fOQHZPQ&#10;7GzIrhr/fedQ8DbDvHnvfYtV52p1pzZUng2MRwko4tzbigsDp5/tcA4qRGSLtWcy8KQAq+Vbb4Gp&#10;9Q8+0j2LhRITDikaKGNsUq1DXpLDMPINsdyuvnUYZW0LbVt8iLmr9SRJZtphxZJQYkNfJeW/2c0Z&#10;uM0ukxNfv+0h2zx3H5vtOuhzYcyg360/QUXq4kv8/723Un/6ngiA4MgM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25I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7zsYA&#10;AADeAAAADwAAAGRycy9kb3ducmV2LnhtbERPTWvCQBC9C/6HZQRvulHboNFVVCjUHiq1evA2Zsck&#10;mp1Ns6um/75bKPQ2j/c5s0VjSnGn2hWWFQz6EQji1OqCMwX7z5feGITzyBpLy6Tgmxws5u3WDBNt&#10;H/xB953PRAhhl6CC3PsqkdKlORl0fVsRB+5sa4M+wDqTusZHCDelHEZRLA0WHBpyrGidU3rd3YyC&#10;w3YcT7arzdPl7f2EI6O/jrqIlep2muUUhKfG/4v/3K86zB89RwP4fSfc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R7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9yLcMA&#10;AADeAAAADwAAAGRycy9kb3ducmV2LnhtbERPS4vCMBC+C/6HMII3Ta2uSDWKD3TFk6uC16GZbcs2&#10;k9JErf76jbCwt/n4njNbNKYUd6pdYVnBoB+BIE6tLjhTcDlvexMQziNrLC2Tgic5WMzbrRkm2j74&#10;i+4nn4kQwi5BBbn3VSKlS3My6Pq2Ig7ct60N+gDrTOoaHyHclDKOorE0WHBoyLGidU7pz+lmFLzG&#10;Vzy6z3i1GWpPz9FkZw/HnVLdTrOcgvDU+H/xn3uvw/zhRxTD+51wg5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9yL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+GMQA&#10;AADeAAAADwAAAGRycy9kb3ducmV2LnhtbERPzWrCQBC+C32HZQq96aaJFk1dpUgK3qppH2DITjfB&#10;7GzMrjHt07sFobf5+H5nvR1tKwbqfeNYwfMsAUFcOd2wUfD1+T5dgvABWWPrmBT8kIft5mGyxly7&#10;Kx9pKIMRMYR9jgrqELpcSl/VZNHPXEccuW/XWwwR9kbqHq8x3LYyTZIXabHh2FBjR7uaqlN5sQrO&#10;Ll3osSzw41SsDo0x8/Pvca7U0+P49goi0Bj+xXf3Xsf52SLJ4O+deIP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Kvh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9Ah8IA&#10;AADeAAAADwAAAGRycy9kb3ducmV2LnhtbERPyW7CMBC9V+IfrEHqrTjsEDCIVkLiCvTQ42APSdp4&#10;HGIXAl+PkZC4zdNbZ75sbCnOVPvCsYJuJwFBrJ0pOFPwvV9/TED4gGywdEwKruRhuWi9zTE17sJb&#10;Ou9CJmII+xQV5CFUqZRe52TRd1xFHLmjqy2GCOtMmhovMdyWspckI2mx4NiQY0VfOem/3b9VsCkO&#10;NBzp49ROPvX253YK/fGvUeq93axmIAI14SV+ujcmzu8PkwE83o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0CH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Icy8YA&#10;AADeAAAADwAAAGRycy9kb3ducmV2LnhtbERPXWsCMRB8F/ofwgp900SLpZ5GqYVCS1XwA31dLuvl&#10;6GVzXNLz/PeNUOjb7M7OzM582blKtNSE0rOG0VCBIM69KbnQcDy8D15AhIhssPJMGm4UYLl46M0x&#10;M/7KO2r3sRDJhEOGGmyMdSZlyC05DENfEyfu4huHMY1NIU2D12TuKjlW6lk6LDklWKzpzVL+vf9x&#10;Glrc3tTZrjbTz3Kdj7er05dJe/3Y715nICJ18f/4T/1h0vtPEzWBe52E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Icy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1dJsMA&#10;AADeAAAADwAAAGRycy9kb3ducmV2LnhtbERPTUvDQBC9C/0PyxS82U0jFondllKoeNToweOYnWZT&#10;szNhd9tEf70rCN7m8T5nvZ18ry4UYidsYLkoQBE3YjtuDby9Hm7uQcWEbLEXJgNfFGG7mV2tsbIy&#10;8gtd6tSqHMKxQgMupaHSOjaOPMaFDMSZO0rwmDIMrbYBxxzue10WxUp77Dg3OBxo76j5rM/ewPjY&#10;fJzK47t132GQQ/0sp7IXY67n0+4BVKIp/Yv/3E82z7+9K1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1dJ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noqsUA&#10;AADeAAAADwAAAGRycy9kb3ducmV2LnhtbERP22oCMRB9L/QfwhR862ZVrLIaxStIaRFv7+Nm3N02&#10;mSybVLd/3xQKfZvDuc5k1lojbtT4yrGCbpKCIM6drrhQcDpunkcgfEDWaByTgm/yMJs+Pkww0+7O&#10;e7odQiFiCPsMFZQh1JmUPi/Jok9cTRy5q2sshgibQuoG7zHcGtlL0xdpseLYUGJNy5Lyz8OXVbDZ&#10;rcxH730/P8uwXA8vZvS6WL0p1Xlq52MQgdrwL/5zb3Wc3x+kQ/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ei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ChTMcA&#10;AADeAAAADwAAAGRycy9kb3ducmV2LnhtbESPQWvCQBCF70L/wzIFL6VuVBRJXaUURAULagWvY3aa&#10;BLOzIbvG9N93DoK3Gd6b976ZLztXqZaaUHo2MBwkoIgzb0vODZx+Vu8zUCEiW6w8k4E/CrBcvPTm&#10;mFp/5wO1x5grCeGQooEixjrVOmQFOQwDXxOL9usbh1HWJte2wbuEu0qPkmSqHZYsDQXW9FVQdj3e&#10;nIF2v7vkmzbU2+vsLUzGl/X6256N6b92nx+gInXxaX5cb6zgjyeJ8Mo7MoN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woU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B6ysUA&#10;AADeAAAADwAAAGRycy9kb3ducmV2LnhtbERPTWsCMRC9C/0PYYTeNNHWoqtRaqHQi1CtB72Nm3F3&#10;cTPZJqmu/npTKPQ2j/c5s0Vra3EmHyrHGgZ9BYI4d6biQsP26703BhEissHaMWm4UoDF/KEzw8y4&#10;C6/pvImFSCEcMtRQxthkUoa8JIuh7xrixB2dtxgT9IU0Hi8p3NZyqNSLtFhxaiixobeS8tPmx2pY&#10;TsbL789nXt3Whz3td4fTaOiV1o/d9nUKIlIb/8V/7g+T5j+N1AR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0HrKxQAAAN4AAAAPAAAAAAAAAAAAAAAAAJgCAABkcnMv&#10;ZG93bnJldi54bWxQSwUGAAAAAAQABAD1AAAAigMAAAAA&#10;" fillcolor="black" stroked="f"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BLiskA&#10;AADeAAAADwAAAGRycy9kb3ducmV2LnhtbESPQW/CMAyF75P2HyJP4jZSQCDUEdAYTEIaO8B22NFr&#10;vDZq41RNBmW/Hh+QdrPl5/fet1j1vlEn6qILbGA0zEARF8E6Lg18frw+zkHFhGyxCUwGLhRhtby/&#10;W2Buw5kPdDqmUokJxxwNVCm1udaxqMhjHIaWWG4/ofOYZO1KbTs8i7lv9DjLZtqjY0mosKWXior6&#10;+OsNfL3N3PzgaPy9/1tv7X5ar983tTGDh/75CVSiPv2Lb987K/Un05EACI7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/BLi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6DI8UA&#10;AADeAAAADwAAAGRycy9kb3ducmV2LnhtbERPS2sCMRC+F/wPYQreanaVFtkaRSyilx7qA6/DZrrZ&#10;7mayTaKu/vqmUOhtPr7nzBa9bcWFfKgdK8hHGQji0umaKwWH/fppCiJEZI2tY1JwowCL+eBhhoV2&#10;V/6gyy5WIoVwKFCBibErpAylIYth5DrixH06bzEm6CupPV5TuG3lOMtepMWaU4PBjlaGymZ3tgr8&#10;8vTW3Pl8bLL7+y1svvrvKRqlho/98hVEpD7+i//cW53mT57zH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7oMj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2rH8UA&#10;AADeAAAADwAAAGRycy9kb3ducmV2LnhtbERP22rCQBB9L/gPywh9KboxpVVTV5FCoVARtH7AmB2T&#10;0N3ZkB019uu7hULf5nCus1j13qkLdbEJbGAyzkARl8E2XBk4fL6NZqCiIFt0gcnAjSKsloO7BRY2&#10;XHlHl71UKoVwLNBALdIWWseyJo9xHFrixJ1C51ES7CptO7ymcO90nmXP2mPDqaHGll5rKr/2Z2/A&#10;5Uc3/5jGjdwOepN9e9k9bK0x98N+/QJKqJd/8Z/73ab5j0+T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asf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P3sUA&#10;AADeAAAADwAAAGRycy9kb3ducmV2LnhtbERPTWsCMRC9C/0PYQq9aVZFKVuj2IqwFw9dt3gdN9PN&#10;YjJZNqlu++ubQsHbPN7nrDaDs+JKfWg9K5hOMhDEtdctNwqq4378DCJEZI3WMyn4pgCb9cNohbn2&#10;N36naxkbkUI45KjAxNjlUobakMMw8R1x4j597zAm2DdS93hL4c7KWZYtpcOWU4PBjt4M1ZfyyynY&#10;lZ2dVYV5DaePw/lsi589nXZKPT0O2xcQkYZ4F/+7C53mzxfT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U/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1lnMMA&#10;AADeAAAADwAAAGRycy9kb3ducmV2LnhtbERPS2sCMRC+F/wPYQRvNfFRW1ajiCgIPdXHobchme6u&#10;bibLJrrrv28KBW/z8T1nsepcJe7UhNKzhtFQgSA23pacazgdd68fIEJEtlh5Jg0PCrBa9l4WmFnf&#10;8hfdDzEXKYRDhhqKGOtMymAKchiGviZO3I9vHMYEm1zaBtsU7io5VmomHZacGgqsaVOQuR5uTsNl&#10;Jz+9UWjOp3O7t+/f2xlVSutBv1vPQUTq4lP8797bNH/yNprC3zvp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1ln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kzYMMA&#10;AADeAAAADwAAAGRycy9kb3ducmV2LnhtbERPS4vCMBC+C/sfwizsTVMVRapR3AVBVjz4YNnj2Ixt&#10;aTMpSdT6740geJuP7zmzRWtqcSXnS8sK+r0EBHFmdcm5guNh1Z2A8AFZY22ZFNzJw2L+0Zlhqu2N&#10;d3Tdh1zEEPYpKihCaFIpfVaQQd+zDXHkztYZDBG6XGqHtxhuajlIkrE0WHJsKLChn4Kyan8xCv4v&#10;Gz5vh79L9x3+bHvw1eA0qZT6+myXUxCB2vAWv9xrHecPR/0R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kzY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Z4ZcYA&#10;AADeAAAADwAAAGRycy9kb3ducmV2LnhtbERPS2sCMRC+C/6HMII3zWqr6GqUWij0UqiPg97Gzbi7&#10;uJlsk6jb/vpGELzNx/ec+bIxlbiS86VlBYN+AoI4s7rkXMFu+9GbgPABWWNlmRT8koflot2aY6rt&#10;jdd03YRcxBD2KSooQqhTKX1WkEHftzVx5E7WGQwRulxqh7cYbio5TJKxNFhybCiwpveCsvPmYhSs&#10;ppPVz/crf/2tjwc67I/n0dAlSnU7zdsMRKAmPMUP96eO819GgzHc34k3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Z4ZcYAAADeAAAADwAAAAAAAAAAAAAAAACYAgAAZHJz&#10;L2Rvd25yZXYueG1sUEsFBgAAAAAEAAQA9QAAAIsDAAAAAA==&#10;" fillcolor="black" stroked="f"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WVMQA&#10;AADeAAAADwAAAGRycy9kb3ducmV2LnhtbERPTUsDMRC9C/6HMEJvNluLtqxNy1KQiqdtq/Q63Yyb&#10;xc1kSWK6/nsjCL3N433OajPaXiTyoXOsYDYtQBA3TnfcKng/vtwvQYSIrLF3TAp+KMBmfXuzwlK7&#10;C+8pHWIrcgiHEhWYGIdSytAYshimbiDO3KfzFmOGvpXa4yWH214+FMWTtNhxbjA40NZQ83X4tgrS&#10;eVtX83RKZv/mq9a7evdxrpWa3I3VM4hIY7yK/92vOs+fP84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s1l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8GL8gA&#10;AADeAAAADwAAAGRycy9kb3ducmV2LnhtbESPQUvDQBCF7wX/wzKCN7tJi6XGbouUVtRLaxT0OGTH&#10;bDA7G7JrGv31zkHobYb35r1vVpvRt2qgPjaBDeTTDBRxFWzDtYG31/31ElRMyBbbwGTghyJs1heT&#10;FRY2nPiFhjLVSkI4FmjApdQVWsfKkcc4DR2xaJ+h95hk7WttezxJuG/1LMsW2mPD0uCwo62j6qv8&#10;9gZivt29P/vf2+HjwfGhfHKLY+2Muboc7+9AJRrT2fx//WgFf36TC6+8IzPo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XwYv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0734" w:rsidRDefault="00280734" w:rsidP="00280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734" w:rsidRPr="00DE6ED3" w:rsidRDefault="00280734" w:rsidP="0028073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734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0734" w:rsidRPr="00DE6ED3" w:rsidRDefault="00280734" w:rsidP="0028073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734" w:rsidRPr="00DE6ED3" w:rsidRDefault="00280734" w:rsidP="002807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80734" w:rsidRPr="00DE6ED3" w:rsidRDefault="00280734" w:rsidP="002807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0734" w:rsidRPr="00DE6ED3" w:rsidRDefault="00280734" w:rsidP="002807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280734" w:rsidRDefault="00280734" w:rsidP="0028073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80734" w:rsidRPr="00B60227" w:rsidRDefault="00280734" w:rsidP="0028073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280734" w:rsidRDefault="00280734" w:rsidP="002807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Про</w:t>
      </w:r>
      <w:proofErr w:type="gramEnd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розірвання договору оренди</w:t>
      </w:r>
    </w:p>
    <w:p w:rsidR="00280734" w:rsidRPr="00126E65" w:rsidRDefault="00280734" w:rsidP="002807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землі від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08</w:t>
      </w: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.2012 р.</w:t>
      </w:r>
    </w:p>
    <w:p w:rsidR="00280734" w:rsidRDefault="00280734" w:rsidP="00280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0734" w:rsidRDefault="00280734" w:rsidP="00280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0734" w:rsidRPr="00126E65" w:rsidRDefault="00280734" w:rsidP="00280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0734" w:rsidRPr="00126E65" w:rsidRDefault="00280734" w:rsidP="00280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 до пункту 34 частини 1 статті 26 Закону України «Про місцеве самоврядування в Україні», статті 31 Закону України «Про оренду землі», пунктів 38</w:t>
      </w:r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40 Договору оренди землі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23.08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.2012 р., зареєстрованого Державному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еє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 земель за №6823900040007214 від 19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.11.2012 р., сільська рада </w:t>
      </w:r>
    </w:p>
    <w:p w:rsidR="00280734" w:rsidRDefault="00280734" w:rsidP="00280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280734" w:rsidRPr="00126E65" w:rsidRDefault="00280734" w:rsidP="00280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80734" w:rsidRPr="00126E65" w:rsidRDefault="00280734" w:rsidP="00280734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>Розірвати Договір оренди землі від</w:t>
      </w:r>
      <w:r>
        <w:rPr>
          <w:rFonts w:ascii="Times New Roman" w:eastAsia="Calibri" w:hAnsi="Times New Roman" w:cs="Times New Roman"/>
          <w:sz w:val="24"/>
          <w:szCs w:val="24"/>
        </w:rPr>
        <w:t>23 серпня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2012 року, 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зареєстрованого Державному реєстрі земель за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№6823900040007214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від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19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.11.2012 р. та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укладеного між Славутською районною державною адміністрацією та </w:t>
      </w:r>
      <w:r>
        <w:rPr>
          <w:rFonts w:ascii="Times New Roman" w:eastAsia="Calibri" w:hAnsi="Times New Roman" w:cs="Times New Roman"/>
          <w:sz w:val="24"/>
          <w:szCs w:val="24"/>
        </w:rPr>
        <w:t>Шуст Ніною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ікторівною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згідно із яким передано  в довгострокове користування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17,4539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га, для сінокосіння і випасання худоби,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кадастровий номер 6823984700:01:016:0012</w:t>
      </w:r>
      <w:r w:rsidRPr="00126E65">
        <w:rPr>
          <w:rFonts w:ascii="Times New Roman" w:eastAsia="Calibri" w:hAnsi="Times New Roman" w:cs="Times New Roman"/>
          <w:sz w:val="24"/>
          <w:szCs w:val="24"/>
        </w:rPr>
        <w:t>, шляхом укладення відповідної додаткової угоди.</w:t>
      </w:r>
    </w:p>
    <w:p w:rsidR="00280734" w:rsidRPr="00126E65" w:rsidRDefault="00280734" w:rsidP="00280734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Уповноважити сільського голову Валерія Михалюка 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класти з  Шуст Ніною Вікторівною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додаткову угоду про розірвання Договору, зазначеного в пункті 1 цього </w:t>
      </w:r>
      <w:proofErr w:type="gram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ішення. </w:t>
      </w:r>
    </w:p>
    <w:p w:rsidR="00280734" w:rsidRPr="00126E65" w:rsidRDefault="00280734" w:rsidP="00280734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цього </w:t>
      </w:r>
      <w:proofErr w:type="gramStart"/>
      <w:r w:rsidRPr="00126E6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26E65">
        <w:rPr>
          <w:rFonts w:ascii="Times New Roman" w:eastAsia="Calibri" w:hAnsi="Times New Roman" w:cs="Times New Roman"/>
          <w:sz w:val="24"/>
          <w:szCs w:val="24"/>
        </w:rPr>
        <w:t>ішення покласти на постійну комісію з питань комунальної власності, житлово - комунального господарства, енергозбереження та транспорту та інфраструктури (Качаровський М.Г.).</w:t>
      </w: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80734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Сільський голова </w:t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        Валерій МИХАЛЮК </w:t>
      </w:r>
    </w:p>
    <w:p w:rsidR="00280734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80734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80734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80734" w:rsidRPr="00126E65" w:rsidRDefault="00280734" w:rsidP="00280734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Додаток </w:t>
      </w: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ішенням ІХ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сесії </w:t>
      </w: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Крупецької  сільської ради </w:t>
      </w:r>
    </w:p>
    <w:p w:rsidR="00280734" w:rsidRPr="00126E65" w:rsidRDefault="00280734" w:rsidP="00280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від 25.03.2021 р. №___</w:t>
      </w:r>
    </w:p>
    <w:p w:rsidR="00280734" w:rsidRPr="00126E65" w:rsidRDefault="00280734" w:rsidP="0028073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</w:t>
      </w:r>
      <w:proofErr w:type="gram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розірва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ння Договору оренди землі від  23 серпня 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2012 року </w:t>
      </w: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с. Крупець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«__»___________2021 року</w:t>
      </w: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Шуст Ніна Вікторівна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 діє на 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ідставі паспорта ___________________ виданий___________________________________(надалі - Сторона 1),  з однієї сторони, та</w:t>
      </w: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Крупецька сільська рада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</w:t>
      </w:r>
      <w:proofErr w:type="gram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особі сільського голови Михалюка Валерія Анатолійович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а, який діє на підставі Закону України «Про місцеве самоврядування в Україні» та рішення Крупець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кої сільської ради від __ березня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року № ___ «Про розірван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 договору оренди землі  від 23.08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.2012 р.»(надалі - Сторона 2), з другої сторони, (в подальшому разом іменуються «Сторони», а окремо - «Сторона»)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ідповідно 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 38,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40 Договору оренди землі від 23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.08.2012 р., зареєстрованого Державному 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єстрі земель за №6823900040007214 від 19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.11.2012 р. (далі – Договір оренди землі) та статті 31 Закону України «Про оренду землі»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уклали цю Додаткову угоду до Договору оренди землі, (надалі іменується "Угода") про наступне:</w:t>
      </w:r>
    </w:p>
    <w:p w:rsidR="00280734" w:rsidRPr="00126E65" w:rsidRDefault="00280734" w:rsidP="0028073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 за взаємною згодою вирішили достроково розірвати Догові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оренди землі </w:t>
      </w:r>
      <w:r w:rsidRPr="00126E65">
        <w:rPr>
          <w:rFonts w:ascii="Times New Roman" w:eastAsia="Times New Roman" w:hAnsi="Times New Roman" w:cs="Times New Roman"/>
          <w:sz w:val="24"/>
          <w:szCs w:val="24"/>
        </w:rPr>
        <w:t>згідно із яким передано в довгострокове користування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площею 17,4539</w:t>
      </w:r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га, для сінокосіння і випасання худоби,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кадастровий номер 6823984700:01:016:0012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0734" w:rsidRPr="00126E65" w:rsidRDefault="00280734" w:rsidP="0028073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Дострокове розірвання Договору оренди землі не звільняє Сторони від виконання зобов’язань, що виникли у них 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 час його дії та відповідальності за його порушення, яке мало місце під час його дії.</w:t>
      </w:r>
    </w:p>
    <w:p w:rsidR="00280734" w:rsidRPr="00126E65" w:rsidRDefault="00280734" w:rsidP="0028073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 не мають права вимагати повернення того, що було виконане ними за Договором, домоменту його розірвання.</w:t>
      </w:r>
    </w:p>
    <w:p w:rsidR="00280734" w:rsidRPr="00126E65" w:rsidRDefault="00280734" w:rsidP="0028073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Ця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 – по одному для кожної із Сторін.</w:t>
      </w:r>
    </w:p>
    <w:p w:rsidR="00280734" w:rsidRPr="00126E65" w:rsidRDefault="00280734" w:rsidP="0028073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Ця Угода набирає чинності з моменту її 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ідписання Сторонами та її скріплення печатками Сторін.</w:t>
      </w: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0734" w:rsidRPr="00126E65" w:rsidRDefault="00280734" w:rsidP="0028073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27"/>
        <w:gridCol w:w="4749"/>
      </w:tblGrid>
      <w:tr w:rsidR="0028073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СТОРОНА 1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Шуст НінаВікторівна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Крупецька сільська рада</w:t>
            </w:r>
          </w:p>
        </w:tc>
      </w:tr>
      <w:tr w:rsidR="0028073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Лисиче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26E65">
              <w:rPr>
                <w:rFonts w:ascii="Times New Roman" w:hAnsi="Times New Roman"/>
                <w:sz w:val="24"/>
                <w:szCs w:val="24"/>
              </w:rPr>
              <w:t>Славутський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(Шепетівський)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Хмельницька область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__________________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виданий _________________________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gram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__________________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734" w:rsidRPr="00126E65" w:rsidRDefault="0028073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вул. Б. Хмельницького, 106,</w:t>
            </w:r>
          </w:p>
          <w:p w:rsidR="00280734" w:rsidRPr="00126E65" w:rsidRDefault="0028073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с. Крупець, Славутський </w:t>
            </w:r>
          </w:p>
          <w:p w:rsidR="00280734" w:rsidRPr="00126E65" w:rsidRDefault="0028073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(Шепетівський) р-н,</w:t>
            </w:r>
          </w:p>
          <w:p w:rsidR="00280734" w:rsidRPr="00126E65" w:rsidRDefault="0028073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Хмельницька область, 30068</w:t>
            </w:r>
          </w:p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ЄДРПОУ 04405030</w:t>
            </w:r>
          </w:p>
        </w:tc>
      </w:tr>
      <w:tr w:rsidR="0028073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734" w:rsidRPr="00126E65" w:rsidRDefault="0028073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__________Г. Шуст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734" w:rsidRPr="00126E65" w:rsidRDefault="0028073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Сільський голова _________В. Михалюк</w:t>
            </w:r>
          </w:p>
        </w:tc>
      </w:tr>
    </w:tbl>
    <w:p w:rsidR="00280734" w:rsidRPr="00126E65" w:rsidRDefault="00280734" w:rsidP="0028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734" w:rsidRDefault="00280734" w:rsidP="00280734">
      <w:pPr>
        <w:spacing w:after="0"/>
      </w:pPr>
    </w:p>
    <w:p w:rsidR="00EE340F" w:rsidRDefault="00EE340F">
      <w:bookmarkStart w:id="0" w:name="_GoBack"/>
      <w:bookmarkEnd w:id="0"/>
    </w:p>
    <w:sectPr w:rsidR="00EE340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5F" w:rsidRDefault="00045A5F">
      <w:pPr>
        <w:spacing w:after="0" w:line="240" w:lineRule="auto"/>
      </w:pPr>
      <w:r>
        <w:separator/>
      </w:r>
    </w:p>
  </w:endnote>
  <w:endnote w:type="continuationSeparator" w:id="0">
    <w:p w:rsidR="00045A5F" w:rsidRDefault="0004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5F" w:rsidRDefault="00045A5F">
      <w:pPr>
        <w:spacing w:after="0" w:line="240" w:lineRule="auto"/>
      </w:pPr>
      <w:r>
        <w:separator/>
      </w:r>
    </w:p>
  </w:footnote>
  <w:footnote w:type="continuationSeparator" w:id="0">
    <w:p w:rsidR="00045A5F" w:rsidRDefault="00045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DDA5C6E"/>
    <w:multiLevelType w:val="multilevel"/>
    <w:tmpl w:val="81CE39A0"/>
    <w:lvl w:ilvl="0">
      <w:start w:val="1"/>
      <w:numFmt w:val="decimal"/>
      <w:lvlText w:val="%1."/>
      <w:lvlJc w:val="left"/>
      <w:pPr>
        <w:ind w:left="1101" w:hanging="675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34"/>
    <w:rsid w:val="00045A5F"/>
    <w:rsid w:val="00280734"/>
    <w:rsid w:val="00E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3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customStyle="1" w:styleId="12">
    <w:name w:val="Сетка таблицы1"/>
    <w:basedOn w:val="a1"/>
    <w:uiPriority w:val="59"/>
    <w:rsid w:val="0028073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3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customStyle="1" w:styleId="12">
    <w:name w:val="Сетка таблицы1"/>
    <w:basedOn w:val="a1"/>
    <w:uiPriority w:val="59"/>
    <w:rsid w:val="0028073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2021-03-20T05:03:00Z</dcterms:created>
  <dcterms:modified xsi:type="dcterms:W3CDTF">2021-03-20T05:03:00Z</dcterms:modified>
</cp:coreProperties>
</file>