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520F" w:rsidRDefault="00DD2163" w:rsidP="00CF5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520F" w:rsidRDefault="00CF520F" w:rsidP="00CF520F"/>
    <w:p w:rsidR="00CF520F" w:rsidRDefault="00CF520F" w:rsidP="00CF520F"/>
    <w:p w:rsidR="00CF520F" w:rsidRDefault="00CF520F" w:rsidP="00CF52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520F" w:rsidRDefault="00CF520F" w:rsidP="00CF52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520F" w:rsidRDefault="00CF520F" w:rsidP="00CF52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520F" w:rsidRDefault="00CF520F" w:rsidP="00CF52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520F" w:rsidRDefault="00CF520F" w:rsidP="00CF520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520F" w:rsidRDefault="00CF520F" w:rsidP="00CF520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520F" w:rsidRDefault="00CF520F" w:rsidP="00CF520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520F" w:rsidRDefault="00CF520F" w:rsidP="00CF52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F520F" w:rsidRPr="000E2935" w:rsidRDefault="00CF520F" w:rsidP="00CF520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30</w:t>
      </w:r>
    </w:p>
    <w:p w:rsidR="00CF520F" w:rsidRPr="004A1A91" w:rsidRDefault="00CF520F" w:rsidP="00CF52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Мирончуку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Мирончука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Ю.В.,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Мирончуку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ікторовичу, який зареєстрований за адресою: </w:t>
      </w:r>
      <w:r w:rsidR="00DD2163" w:rsidRPr="00DD216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DD2163" w:rsidRPr="00DD216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2,0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земель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с.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Потереба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Мирончуку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CF520F" w:rsidRPr="004A1A91" w:rsidRDefault="00CF520F" w:rsidP="00CF520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F520F" w:rsidRPr="004A1A91" w:rsidRDefault="00CF520F" w:rsidP="00CF520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520F" w:rsidRPr="004A1A91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F520F" w:rsidRPr="00CF520F" w:rsidRDefault="00CF520F" w:rsidP="00CF520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C136FC" w:rsidRPr="00CF520F" w:rsidRDefault="00CF520F" w:rsidP="00CF520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C136FC" w:rsidRPr="00CF520F" w:rsidSect="00C136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CF520F"/>
    <w:rsid w:val="00171A2E"/>
    <w:rsid w:val="00304C90"/>
    <w:rsid w:val="00505B6D"/>
    <w:rsid w:val="006D3977"/>
    <w:rsid w:val="007D6C18"/>
    <w:rsid w:val="00C136FC"/>
    <w:rsid w:val="00CF520F"/>
    <w:rsid w:val="00D1641A"/>
    <w:rsid w:val="00DD2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20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2020-03-16T12:48:00Z</dcterms:created>
  <dcterms:modified xsi:type="dcterms:W3CDTF">2020-03-17T06:21:00Z</dcterms:modified>
</cp:coreProperties>
</file>