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F1D" w:rsidRPr="00012FA3" w:rsidRDefault="00287F1D" w:rsidP="00287F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8E08D8" wp14:editId="68F62E78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499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500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wjC8EA&#10;AADcAAAADwAAAGRycy9kb3ducmV2LnhtbERPTYvCMBC9C/6HMII3Ta3oLtUooiiCp9XdZY9DM7bF&#10;ZlKSWOu/Nwdhj4/3vVx3phYtOV9ZVjAZJyCIc6srLhR8X/ajTxA+IGusLZOCJ3lYr/q9JWbaPviL&#10;2nMoRAxhn6GCMoQmk9LnJRn0Y9sQR+5qncEQoSukdviI4aaWaZLMpcGKY0OJDW1Lym/nu1FwatP5&#10;799hZy7TIv1w+fRnl1a1UsNBt1mACNSFf/HbfdQKZkmcH8/EIyB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ycIwvBAAAA3A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/xMUA&#10;AADcAAAADwAAAGRycy9kb3ducmV2LnhtbESPQWvCQBSE7wX/w/IEL6XZRLCWmFWKUKgKBaPg9ZF9&#10;TWKzb0N2m8R/7wqFHoeZ+YbJNqNpRE+dqy0rSKIYBHFhdc2lgvPp4+UNhPPIGhvLpOBGDjbryVOG&#10;qbYDH6nPfSkChF2KCirv21RKV1Rk0EW2JQ7et+0M+iC7UuoOhwA3jZzH8as0WHNYqLClbUXFT/5r&#10;FMhTvvO7ZW2ek/3la0zsdXsorkrNpuP7CoSn0f+H/9qfWsEiTuBxJhwBub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JD/E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maK8cA&#10;AADcAAAADwAAAGRycy9kb3ducmV2LnhtbESPT2sCMRTE7wW/Q3iFXopmK1rW1Si2YBEPQv1zf26e&#10;u1s3L9sk1bWfvikIHoeZ+Q0zmbWmFmdyvrKs4KWXgCDOra64ULDbLropCB+QNdaWScGVPMymnYcJ&#10;Ztpe+JPOm1CICGGfoYIyhCaT0uclGfQ92xBH72idwRClK6R2eIlwU8t+krxKgxXHhRIbei8pP21+&#10;jILFkk6jffP9Mfh1wyL9OqxXb9tnpZ4e2/kYRKA23MO39lIrGCZ9+D8Tj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pmiv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7SuMUA&#10;AADcAAAADwAAAGRycy9kb3ducmV2LnhtbESPT2vCQBTE74LfYXlCb7qbFkViVpEWS8FTbWmvz+zL&#10;H5N9G7JbE799t1DwOMzMb5hsN9pWXKn3tWMNyUKBIM6dqbnU8PlxmK9B+IBssHVMGm7kYbedTjJM&#10;jRv4na6nUIoIYZ+ihiqELpXS5xVZ9AvXEUevcL3FEGVfStPjEOG2lY9KraTFmuNChR09V5Q3px+r&#10;QR2X7bn44nH9/fKaN5fhwEOdaP0wG/cbEIHGcA//t9+MhqV6gr8z8Qj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tK4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ynxMcA&#10;AADcAAAADwAAAGRycy9kb3ducmV2LnhtbESPT2sCMRTE7wW/Q3iCl6LZiha7NYoVLOJBqH/ur5vX&#10;3dXNy5pE3fbTm4LgcZiZ3zDjaWMqcSHnS8sKXnoJCOLM6pJzBbvtojsC4QOyxsoyKfglD9NJ62mM&#10;qbZX/qLLJuQiQtinqKAIoU6l9FlBBn3P1sTR+7HOYIjS5VI7vEa4qWQ/SV6lwZLjQoE1zQvKjpuz&#10;UbBY0vFtX58+B39umI8O3+vVx/ZZqU67mb2DCNSER/jeXmoFw2QA/2fiEZC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Mp8T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vvV8MA&#10;AADcAAAADwAAAGRycy9kb3ducmV2LnhtbESPT4vCMBTE78J+h/AWvGmiUJGuUWQXRfDkH3avb5tn&#10;W21eShNt/fZGEDwOM/MbZrbobCVu1PjSsYbRUIEgzpwpOddwPKwGUxA+IBusHJOGO3lYzD96M0yN&#10;a3lHt33IRYSwT1FDEUKdSumzgiz6oauJo3dyjcUQZZNL02Ab4baSY6Um0mLJcaHAmr4Lyi77q9Wg&#10;tkn1f/rlbvr3s84u53bFbTnSuv/ZLb9ABOrCO/xqb4yGRCXwPBOPgJ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lvvV8MAAADc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2OicUA&#10;AADcAAAADwAAAGRycy9kb3ducmV2LnhtbESPQWvCQBSE7wX/w/IEb3VXpWKjq0is0GttPHh7zT6T&#10;kOzbkN3GtL++Kwg9DjPzDbPZDbYRPXW+cqxhNlUgiHNnKi40ZJ/H5xUIH5ANNo5Jww952G1HTxtM&#10;jLvxB/WnUIgIYZ+ghjKENpHS5yVZ9FPXEkfv6jqLIcqukKbDW4TbRs6VWkqLFceFEltKS8rr07fV&#10;cD7U9eKV1eL30qcrn35l2fz6pvVkPOzXIAIN4T/8aL8bDS9qCfcz8Qj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rY6J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MPcscA&#10;AADcAAAADwAAAGRycy9kb3ducmV2LnhtbESPQWvCQBSE7wX/w/IEL0U3itWSuoqIhQr2UJVqb4/s&#10;Mwlm38bsNsb+elcoeBxm5htmMmtMIWqqXG5ZQb8XgSBOrM45VbDbvndfQTiPrLGwTAqu5GA2bT1N&#10;MNb2wl9Ub3wqAoRdjAoy78tYSpdkZND1bEkcvKOtDPogq1TqCi8Bbgo5iKKRNJhzWMiwpEVGyWnz&#10;axQMqT7M138/n9+H89Lb4/N+5fp7pTrtZv4GwlPjH+H/9odW8BKN4X4mH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fzD3L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6/YMEA&#10;AADcAAAADwAAAGRycy9kb3ducmV2LnhtbERPPW/CMBDdK/EfrENiKzagVhAwCAUqdYWmA9sRH0mU&#10;+BzFJqT99fWA1PHpfW92g21ET52vHGuYTRUI4tyZigsN2dfH6xKED8gGG8ek4Yc87Lajlw0mxj34&#10;RP05FCKGsE9QQxlCm0jp85Is+qlriSN3c53FEGFXSNPhI4bbRs6VepcWK44NJbaUlpTX57vV8H2o&#10;68WK1eL30qdLn16zbH47aj0ZD/s1iEBD+Bc/3Z9Gw5uKa+OZeAT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x+v2DBAAAA3AAAAA8AAAAAAAAAAAAAAAAAmAIAAGRycy9kb3du&#10;cmV2LnhtbFBLBQYAAAAABAAEAPUAAACG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A+m8cA&#10;AADcAAAADwAAAGRycy9kb3ducmV2LnhtbESPQWvCQBSE7wX/w/IEL0U3ihWbuoqIhQr2UJVqb4/s&#10;Mwlm38bsNsb+elcoeBxm5htmMmtMIWqqXG5ZQb8XgSBOrM45VbDbvnfHIJxH1lhYJgVXcjCbtp4m&#10;GGt74S+qNz4VAcIuRgWZ92UspUsyMuh6tiQO3tFWBn2QVSp1hZcAN4UcRNFIGsw5LGRY0iKj5LT5&#10;NQqGVB/m67+fz+/Deent8Xm/cv29Up12M38D4anxj/B/+0MreIle4X4mHAE5v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gPpvHAAAA3A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HmwsQA&#10;AADcAAAADwAAAGRycy9kb3ducmV2LnhtbERPW2vCMBR+H/gfwhnsbabuotIZZTg2BUGwins9NGdN&#10;tTnpmmjrfr15GPj48d0ns85W4kyNLx0rGPQTEMS50yUXCnbbz8cxCB+QNVaOScGFPMymvbsJptq1&#10;vKFzFgoRQ9inqMCEUKdS+tyQRd93NXHkflxjMUTYFFI32MZwW8mnJBlKiyXHBoM1zQ3lx+xkFXy/&#10;PK+dWWTu1H58/R03v6PDfr5S6uG+e38DEagLN/G/e6kVvA7i/HgmHgE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R5sL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R2qMQA&#10;AADcAAAADwAAAGRycy9kb3ducmV2LnhtbESPT2sCMRTE74V+h/AKvdXsKoqsZqUVFamnWr0/Nm//&#10;4OZl3cQ1/fZNoeBxmJnfMMtVMK0YqHeNZQXpKAFBXFjdcKXg9L19m4NwHllja5kU/JCDVf78tMRM&#10;2zt/0XD0lYgQdhkqqL3vMildUZNBN7IdcfRK2xv0UfaV1D3eI9y0cpwkM2mw4bhQY0frmorL8WYU&#10;TD6n153+qDZDO9+5w77chiaclXp9Ce8LEJ6Cf4T/23utYJqm8HcmHgG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kdqj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E1sMA&#10;AADcAAAADwAAAGRycy9kb3ducmV2LnhtbESPQYvCMBSE78L+h/AEb5pWWF27RpGVBUE8WPewx0fz&#10;bIrNS2lirf/eCILHYWa+YZbr3taio9ZXjhWkkwQEceF0xaWCv9Pv+AuED8gaa8ek4E4e1quPwRIz&#10;7W58pC4PpYgQ9hkqMCE0mZS+MGTRT1xDHL2zay2GKNtS6hZvEW5rOU2SmbRYcVww2NCPoeKSX62C&#10;/8VhkfZmm+y7+WYXCka8dDOlRsN+8w0iUB/e4Vd7pxV8plN4no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uE1s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NNVscA&#10;AADcAAAADwAAAGRycy9kb3ducmV2LnhtbESPT2vCQBTE7wW/w/KE3uomkYpN3YRSsHjpwX/V4yP7&#10;mkSzb2N2q6mf3hUKPQ4z8xtmlvemEWfqXG1ZQTyKQBAXVtdcKtis509TEM4ja2wsk4JfcpBng4cZ&#10;ptpeeEnnlS9FgLBLUUHlfZtK6YqKDLqRbYmD9207gz7IrpS6w0uAm0YmUTSRBmsOCxW29F5RcVz9&#10;GAW7+PP60o77bbL3p8Uh+TgV86+JUo/D/u0VhKfe/4f/2gut4Dkew/1MOAIy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3jTVb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SyHsIA&#10;AADcAAAADwAAAGRycy9kb3ducmV2LnhtbESPUWvCMBSF3wf+h3AF32aqOJXOKMUhOPZk9Qdcmmtb&#10;19yEJLP135vBYI+Hc853OJvdYDpxJx9aywpm0wwEcWV1y7WCy/nwugYRIrLGzjIpeFCA3Xb0ssFc&#10;255PdC9jLRKEQ44KmhhdLmWoGjIYptYRJ+9qvcGYpK+l9tgnuOnkPMuW0mDLaaFBR/uGqu/yxyhA&#10;71YfrpT9aXn7wuPts6CFLZSajIfiHUSkIf6H/9pHreBttoDfM+kIyO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BLIe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JEIscA&#10;AADcAAAADwAAAGRycy9kb3ducmV2LnhtbESPzWvCQBTE7wX/h+UJ3urGih/ErNIPA1JzqW0PuT2y&#10;zyQ0+zZkV43967sFweMwM79hkk1vGnGmztWWFUzGEQjiwuqaSwVfn+njEoTzyBoby6TgSg4268FD&#10;grG2F/6g88GXIkDYxaig8r6NpXRFRQbd2LbEwTvazqAPsiul7vAS4KaRT1E0lwZrDgsVtvRaUfFz&#10;OBkFWZq12Z63y/zt9DLNd7/fC35PlRoN++cVCE+9v4dv7Z1WMJvM4P9MOAJy/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yRCL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O72cYA&#10;AADcAAAADwAAAGRycy9kb3ducmV2LnhtbESPQWvCQBSE70L/w/IKvZmNhYYaXUUEaQutUBX0+Mw+&#10;k2D2bdxdY/rvu0Khx2FmvmGm8940oiPna8sKRkkKgriwuuZSwW67Gr6C8AFZY2OZFPyQh/nsYTDF&#10;XNsbf1O3CaWIEPY5KqhCaHMpfVGRQZ/Yljh6J+sMhihdKbXDW4SbRj6naSYN1hwXKmxpWVFx3lyN&#10;gvUlu352+8Pb0fWr9tJ8LL/0uFbq6bFfTEAE6sN/+K/9rhW8jDK4n4lH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O72c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ryJ8QA&#10;AADcAAAADwAAAGRycy9kb3ducmV2LnhtbESP0WrCQBRE3wv9h+UKfasbCzEldRUp2EoQpKkfcMne&#10;ZkOzd0N2NdGvdwXBx2FmzjCL1WhbcaLeN44VzKYJCOLK6YZrBYffzes7CB+QNbaOScGZPKyWz08L&#10;zLUb+IdOZahFhLDPUYEJocul9JUhi37qOuLo/bneYoiyr6XucYhw28q3JJlLiw3HBYMdfRqq/suj&#10;VcCJ3Ox3Vavl1+WQFd+mLNJjqdTLZFx/gAg0hkf43t5qBeksg9uZeAT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a8if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aU6cIA&#10;AADcAAAADwAAAGRycy9kb3ducmV2LnhtbERPy4rCMBTdC/5DuII7TR0fONUo4wscd3YGBneX5toW&#10;m5vSRK1+vVkIszyc93zZmFLcqHaFZQWDfgSCOLW64EzB78+uNwXhPLLG0jIpeJCD5aLdmmOs7Z2P&#10;dEt8JkIIuxgV5N5XsZQuzcmg69uKOHBnWxv0AdaZ1DXeQ7gp5UcUTaTBgkNDjhWtc0ovydUoSM6n&#10;k17xdvQ9Hbv14TB8fv7tNkp1O83XDISnxv+L3+69VjAehLXhTDg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dpTpwgAAANw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Hl9sUA&#10;AADcAAAADwAAAGRycy9kb3ducmV2LnhtbESPwWrDMBBE74H+g9hAb4mcmIbWtRJCcKGHHpo0H7BY&#10;G8uOtXIt2XH/vioUchxm5g2T7ybbipF6XztWsFomIIhLp2uuFJy/3hbPIHxA1tg6JgU/5GG3fZjl&#10;mGl34yONp1CJCGGfoQITQpdJ6UtDFv3SdcTRu7jeYoiyr6Tu8RbhtpXrJNlIizXHBYMdHQyV19Ng&#10;FazP++Zw+Uw/mu804cKaqRiORqnH+bR/BRFoCvfwf/tdK3havcDfmXg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EeX2xQAAANw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ejVMMA&#10;AADcAAAADwAAAGRycy9kb3ducmV2LnhtbERPz2vCMBS+C/sfwhO8aWpRcdUocyB4EabbYd6ezbMt&#10;Ni9dErX61y8HwePH93u+bE0truR8ZVnBcJCAIM6trrhQ8PO97k9B+ICssbZMCu7kYbl468wx0/bG&#10;O7ruQyFiCPsMFZQhNJmUPi/JoB/YhjhyJ+sMhghdIbXDWww3tUyTZCINVhwbSmzos6T8vL8YBav3&#10;6erva8Tbx+54oMPv8TxOXaJUr9t+zEAEasNL/HRvtIJxGufHM/EI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ejVMMAAADcAAAADwAAAAAAAAAAAAAAAACYAgAAZHJzL2Rv&#10;d25yZXYueG1sUEsFBgAAAAAEAAQA9QAAAIgDAAAAAA=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CwXMUA&#10;AADcAAAADwAAAGRycy9kb3ducmV2LnhtbESPQWvCQBSE7wX/w/IKXopuEloJ0TVIqaC9iGkFj4/s&#10;axLMvg3ZNcZ/3y0UPA4z8w2zykfTioF611hWEM8jEMSl1Q1XCr6/trMUhPPIGlvLpOBODvL15GmF&#10;mbY3PtJQ+EoECLsMFdTed5mUrqzJoJvbjjh4P7Y36IPsK6l7vAW4aWUSRQtpsOGwUGNH7zWVl+Jq&#10;FHzKcnjZv1J8qIbz5eOQnsziGCs1fR43SxCeRv8I/7d3WsFbEsPfmX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0LBcxQAAANw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cFVMQA&#10;AADcAAAADwAAAGRycy9kb3ducmV2LnhtbESPUWvCQBCE3wv9D8cW+lYvBlI09RQpLVQQpOoPWO62&#10;STC3F3KrSf31XkHo4zAz3zCL1ehbdaE+NoENTCcZKGIbXMOVgePh82UGKgqywzYwGfilCKvl48MC&#10;SxcG/qbLXiqVIBxLNFCLdKXW0dbkMU5CR5y8n9B7lCT7SrsehwT3rc6z7FV7bDgt1NjRe032tD97&#10;A/nZivXzzXX7cZRid+iGrJitjXl+GtdvoIRG+Q/f21/OQJHn8HcmHQG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XBVT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7YV8YA&#10;AADcAAAADwAAAGRycy9kb3ducmV2LnhtbESPQWsCMRSE74X+h/AKvdVsVyyyNUopVSpsFbUXb4/k&#10;uVncvCybqOu/N4WCx2FmvmEms9414kxdqD0reB1kIIi1NzVXCn5385cxiBCRDTaeScGVAsymjw8T&#10;LIy/8IbO21iJBOFQoAIbY1tIGbQlh2HgW+LkHXznMCbZVdJ0eElw18g8y96kw5rTgsWWPi3p4/bk&#10;FOjFsPxalnurT/n6p6pX69JtDko9P/Uf7yAi9fEe/m9/GwWjfAh/Z9IR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7YV8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yh8MMA&#10;AADcAAAADwAAAGRycy9kb3ducmV2LnhtbESPQYvCMBSE7wv+h/AEb2tqUZFqFBEWdi8LakWPj+bZ&#10;FpuX0mTbrr/eCILHYWa+YVab3lSipcaVlhVMxhEI4szqknMF6fHrcwHCeWSNlWVS8E8ONuvBxwoT&#10;bTveU3vwuQgQdgkqKLyvEyldVpBBN7Y1cfCutjHog2xyqRvsAtxUMo6iuTRYclgosKZdQdnt8GcU&#10;1OZ+Si8/v200OWOsux13tzkrNRr22yUIT71/h1/tb61gFk/heSYc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yh8MMAAADc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70esQA&#10;AADcAAAADwAAAGRycy9kb3ducmV2LnhtbESPQYvCMBSE78L+h/AW9mbTFRWtRpEFxZOwVqjeHs2z&#10;LTYvpYna9debBcHjMDPfMPNlZ2pxo9ZVlhV8RzEI4tzqigsFh3Tdn4BwHlljbZkU/JGD5eKjN8dE&#10;2zv/0m3vCxEg7BJUUHrfJFK6vCSDLrINcfDOtjXog2wLqVu8B7ip5SCOx9JgxWGhxIZ+Ssov+6tR&#10;MDxOV2lGp8cl29hMbtOd3a2vSn19dqsZCE+df4df7a1WMBqM4P9MOAJ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O9Hr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iPRMUA&#10;AADcAAAADwAAAGRycy9kb3ducmV2LnhtbESPQWvCQBSE7wX/w/IEb3VjpEFSVxGlUCkIVaHXZ/Y1&#10;SZN9G3e3Gv99Vyh4HGbmG2a+7E0rLuR8bVnBZJyAIC6srrlUcDy8Pc9A+ICssbVMCm7kYbkYPM0x&#10;1/bKn3TZh1JECPscFVQhdLmUvqjIoB/bjjh639YZDFG6UmqH1wg3rUyTJJMGa44LFXa0rqho9r9G&#10;wXm6aXbu9PVz+tjObllTnFO5zZQaDfvVK4hAfXiE/9vvWsFLms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uI9ExQAAANw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47IMcA&#10;AADcAAAADwAAAGRycy9kb3ducmV2LnhtbESPT2sCMRTE7wW/Q3iCt5p10aqrUbRQ6KVQ/xz09tw8&#10;dxc3L9sk1W0/fSMUPA4z8xtmvmxNLa7kfGVZwaCfgCDOra64ULDfvT1PQPiArLG2TAp+yMNy0Xma&#10;Y6btjTd03YZCRAj7DBWUITSZlD4vyaDv24Y4emfrDIYoXSG1w1uEm1qmSfIiDVYcF0ps6LWk/LL9&#10;NgrW08n663PIH7+b05GOh9NllLpEqV63Xc1ABGrDI/zfftcKRukY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+OyDHAAAA3AAAAA8AAAAAAAAAAAAAAAAAmAIAAGRy&#10;cy9kb3ducmV2LnhtbFBLBQYAAAAABAAEAPUAAACMAwAAAAA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FNt8IA&#10;AADcAAAADwAAAGRycy9kb3ducmV2LnhtbERP3WrCMBS+H/gO4Qi7GZqusDGrUUQmTFYoUx/g2Bzb&#10;YnJSkqj17ZeLwS4/vv/FarBG3MiHzrGC12kGgrh2uuNGwfGwnXyACBFZo3FMCh4UYLUcPS2w0O7O&#10;P3Tbx0akEA4FKmhj7AspQ92SxTB1PXHizs5bjAn6RmqP9xRujcyz7F1a7Dg1tNjTpqX6sr9aBZ/5&#10;yVcn/DZ1dmhMuavKl1lVKvU8HtZzEJGG+C/+c39pBW95WpvOpCM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8U23wgAAANwAAAAPAAAAAAAAAAAAAAAAAJgCAABkcnMvZG93&#10;bnJldi54bWxQSwUGAAAAAAQABAD1AAAAhw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w+lMYA&#10;AADcAAAADwAAAGRycy9kb3ducmV2LnhtbESPQWvCQBSE7wX/w/KE3upGi1Kjm6BCoCDU1vbQ4zP7&#10;zAazb2N2q/Hfd4VCj8PMfMMs89424kKdrx0rGI8SEMSl0zVXCr4+i6cXED4ga2wck4IbecizwcMS&#10;U+2u/EGXfahEhLBPUYEJoU2l9KUhi37kWuLoHV1nMUTZVVJ3eI1w28hJksykxZrjgsGWNobK0/7H&#10;KrASvw/VrCjfVs/b3XZer9/PhVHqcdivFiAC9eE//Nd+1Qqmkzncz8Qj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w+lMYAAADc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287F1D" w:rsidRPr="00012FA3" w:rsidRDefault="00287F1D" w:rsidP="00287F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87F1D" w:rsidRPr="00012FA3" w:rsidRDefault="00287F1D" w:rsidP="00287F1D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287F1D" w:rsidRPr="00012FA3" w:rsidRDefault="00287F1D" w:rsidP="00287F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У К Р А Ї Н А</w:t>
      </w:r>
    </w:p>
    <w:p w:rsidR="00287F1D" w:rsidRPr="00012FA3" w:rsidRDefault="00287F1D" w:rsidP="00287F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287F1D" w:rsidRPr="00012FA3" w:rsidRDefault="00287F1D" w:rsidP="00287F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287F1D" w:rsidRPr="00012FA3" w:rsidRDefault="00287F1D" w:rsidP="00287F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287F1D" w:rsidRPr="00012FA3" w:rsidRDefault="00287F1D" w:rsidP="00287F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7F1D" w:rsidRPr="00012FA3" w:rsidRDefault="00287F1D" w:rsidP="00287F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287F1D" w:rsidRPr="00012FA3" w:rsidRDefault="00287F1D" w:rsidP="00287F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87F1D" w:rsidRPr="00012FA3" w:rsidRDefault="00287F1D" w:rsidP="00287F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РІШЕННЯ</w:t>
      </w:r>
    </w:p>
    <w:p w:rsidR="00287F1D" w:rsidRPr="00012FA3" w:rsidRDefault="00287F1D" w:rsidP="00287F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87F1D" w:rsidRPr="00012FA3" w:rsidRDefault="00287F1D" w:rsidP="00287F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19.08.2021                                                 Крупець                                                           №70</w:t>
      </w:r>
    </w:p>
    <w:p w:rsidR="00287F1D" w:rsidRPr="00012FA3" w:rsidRDefault="00287F1D" w:rsidP="00287F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7F1D" w:rsidRPr="00012FA3" w:rsidRDefault="00287F1D" w:rsidP="00287F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виконавчого комітету </w:t>
      </w:r>
    </w:p>
    <w:p w:rsidR="00287F1D" w:rsidRPr="00012FA3" w:rsidRDefault="00287F1D" w:rsidP="00287F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012FA3">
        <w:rPr>
          <w:rFonts w:ascii="Times New Roman" w:hAnsi="Times New Roman" w:cs="Times New Roman"/>
          <w:b/>
          <w:sz w:val="24"/>
          <w:szCs w:val="24"/>
        </w:rPr>
        <w:t xml:space="preserve"> сільської ради від 27.02.2019 року №14 </w:t>
      </w:r>
    </w:p>
    <w:p w:rsidR="00287F1D" w:rsidRPr="00012FA3" w:rsidRDefault="00287F1D" w:rsidP="00287F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12FA3">
        <w:rPr>
          <w:rFonts w:ascii="Times New Roman" w:hAnsi="Times New Roman" w:cs="Times New Roman"/>
          <w:b/>
          <w:sz w:val="24"/>
          <w:szCs w:val="24"/>
        </w:rPr>
        <w:t xml:space="preserve">«Про спостережну комісію при виконавчому комітеті </w:t>
      </w:r>
    </w:p>
    <w:p w:rsidR="00287F1D" w:rsidRPr="00012FA3" w:rsidRDefault="00287F1D" w:rsidP="00287F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12FA3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012FA3">
        <w:rPr>
          <w:rFonts w:ascii="Times New Roman" w:hAnsi="Times New Roman" w:cs="Times New Roman"/>
          <w:b/>
          <w:sz w:val="24"/>
          <w:szCs w:val="24"/>
        </w:rPr>
        <w:t xml:space="preserve"> сільської ради »</w:t>
      </w:r>
    </w:p>
    <w:p w:rsidR="00287F1D" w:rsidRPr="00012FA3" w:rsidRDefault="00287F1D" w:rsidP="00287F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87F1D" w:rsidRPr="00012FA3" w:rsidRDefault="00287F1D" w:rsidP="00287F1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Керуючись  статтею 38 Закону України «Про місцеве самоврядування в Україні», статті 20 Закону України «Про автомобільні дороги», </w:t>
      </w:r>
      <w:r w:rsidRPr="00012FA3">
        <w:rPr>
          <w:rFonts w:ascii="Times New Roman" w:hAnsi="Times New Roman" w:cs="Times New Roman"/>
          <w:sz w:val="24"/>
          <w:szCs w:val="24"/>
          <w:shd w:val="clear" w:color="auto" w:fill="FFFFFF"/>
        </w:rPr>
        <w:t>статтею 25 Кримінально-виконавчого кодексу України , постановою Кабінету Міністрів України від 04 квітня 2004 року № 429 «Про затвердження положень про спостережні комісії та піклувальні ради при спеціальних виховних установах», з метою соціальної адаптації осіб, які відбувають покарання у вигляді обмеження або позбавлення волі,</w:t>
      </w:r>
      <w:r w:rsidRPr="00012FA3">
        <w:rPr>
          <w:rFonts w:ascii="Times New Roman" w:hAnsi="Times New Roman" w:cs="Times New Roman"/>
          <w:sz w:val="24"/>
          <w:szCs w:val="24"/>
        </w:rPr>
        <w:t xml:space="preserve"> </w:t>
      </w:r>
      <w:r w:rsidRPr="00012FA3"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виконавчий комітет сільської ради,</w:t>
      </w:r>
    </w:p>
    <w:p w:rsidR="00287F1D" w:rsidRPr="00012FA3" w:rsidRDefault="00287F1D" w:rsidP="00287F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  <w:shd w:val="clear" w:color="auto" w:fill="FFFFFF"/>
        </w:rPr>
        <w:t>ВИРІШИВ:</w:t>
      </w:r>
    </w:p>
    <w:p w:rsidR="00287F1D" w:rsidRPr="00012FA3" w:rsidRDefault="00287F1D" w:rsidP="00287F1D">
      <w:pPr>
        <w:spacing w:after="0"/>
        <w:jc w:val="both"/>
        <w:rPr>
          <w:rStyle w:val="af8"/>
          <w:b w:val="0"/>
          <w:iCs/>
          <w:color w:val="000000"/>
          <w:sz w:val="24"/>
          <w:szCs w:val="24"/>
          <w:shd w:val="clear" w:color="auto" w:fill="FFFFFF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        1.Внести зміни до рішення виконавчого комітету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сільської ради від 27.02.2019 року №14 «Про спостережну комісію при виконавчому комітеті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сільської ради» , а саме додаток №1 рішення викласти у новій редакції , що додається.</w:t>
      </w:r>
    </w:p>
    <w:p w:rsidR="00287F1D" w:rsidRPr="00012FA3" w:rsidRDefault="00287F1D" w:rsidP="00287F1D">
      <w:pPr>
        <w:spacing w:after="0"/>
        <w:jc w:val="both"/>
        <w:rPr>
          <w:sz w:val="24"/>
          <w:szCs w:val="24"/>
        </w:rPr>
      </w:pPr>
      <w:r w:rsidRPr="00012FA3">
        <w:rPr>
          <w:rStyle w:val="af8"/>
          <w:iCs/>
          <w:color w:val="000000"/>
          <w:sz w:val="24"/>
          <w:szCs w:val="24"/>
          <w:shd w:val="clear" w:color="auto" w:fill="FFFFFF"/>
        </w:rPr>
        <w:t xml:space="preserve">        2.</w:t>
      </w:r>
      <w:r w:rsidRPr="00012FA3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заступника сільського голови з питань діяльності виконавчих органів ради </w:t>
      </w:r>
      <w:proofErr w:type="spellStart"/>
      <w:r w:rsidRPr="00012FA3"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 w:rsidRPr="00012FA3">
        <w:rPr>
          <w:rFonts w:ascii="Times New Roman" w:hAnsi="Times New Roman" w:cs="Times New Roman"/>
          <w:sz w:val="24"/>
          <w:szCs w:val="24"/>
        </w:rPr>
        <w:t xml:space="preserve"> Л.П.</w:t>
      </w:r>
    </w:p>
    <w:p w:rsidR="00287F1D" w:rsidRPr="00012FA3" w:rsidRDefault="00287F1D" w:rsidP="00287F1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87F1D" w:rsidRPr="00012FA3" w:rsidRDefault="00287F1D" w:rsidP="00287F1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7F1D" w:rsidRPr="00012FA3" w:rsidRDefault="00287F1D" w:rsidP="00287F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7F1D" w:rsidRPr="00012FA3" w:rsidRDefault="00287F1D" w:rsidP="00287F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7F1D" w:rsidRPr="00012FA3" w:rsidRDefault="00287F1D" w:rsidP="00287F1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287F1D" w:rsidRPr="00012FA3" w:rsidRDefault="00287F1D" w:rsidP="00287F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12FA3">
        <w:rPr>
          <w:rFonts w:ascii="Times New Roman" w:hAnsi="Times New Roman" w:cs="Times New Roman"/>
          <w:sz w:val="24"/>
          <w:szCs w:val="24"/>
          <w:lang w:val="uk-UA"/>
        </w:rPr>
        <w:t>Заступник сільського голови</w:t>
      </w:r>
    </w:p>
    <w:p w:rsidR="00287F1D" w:rsidRPr="00012FA3" w:rsidRDefault="00287F1D" w:rsidP="00287F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12FA3">
        <w:rPr>
          <w:rFonts w:ascii="Times New Roman" w:hAnsi="Times New Roman" w:cs="Times New Roman"/>
          <w:sz w:val="24"/>
          <w:szCs w:val="24"/>
          <w:lang w:val="uk-UA"/>
        </w:rPr>
        <w:t xml:space="preserve">з питань діяльності </w:t>
      </w:r>
    </w:p>
    <w:p w:rsidR="00287F1D" w:rsidRPr="00012FA3" w:rsidRDefault="00287F1D" w:rsidP="00287F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012FA3">
        <w:rPr>
          <w:rFonts w:ascii="Times New Roman" w:hAnsi="Times New Roman" w:cs="Times New Roman"/>
          <w:sz w:val="24"/>
          <w:szCs w:val="24"/>
          <w:lang w:val="uk-UA"/>
        </w:rPr>
        <w:t xml:space="preserve">виконавчих органів ради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</w:t>
      </w:r>
      <w:r w:rsidRPr="00012FA3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Любов ЛІПСЬКА</w:t>
      </w:r>
    </w:p>
    <w:p w:rsidR="00287F1D" w:rsidRPr="00012FA3" w:rsidRDefault="00287F1D" w:rsidP="00287F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87F1D" w:rsidRPr="00012FA3" w:rsidRDefault="00287F1D" w:rsidP="00287F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87F1D" w:rsidRPr="00012FA3" w:rsidRDefault="00287F1D" w:rsidP="00287F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87F1D" w:rsidRPr="00012FA3" w:rsidRDefault="00287F1D" w:rsidP="00287F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87F1D" w:rsidRPr="00012FA3" w:rsidRDefault="00287F1D" w:rsidP="00287F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87F1D" w:rsidRPr="00012FA3" w:rsidRDefault="00287F1D" w:rsidP="00287F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87F1D" w:rsidRPr="00012FA3" w:rsidRDefault="00287F1D" w:rsidP="00287F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87F1D" w:rsidRPr="00012FA3" w:rsidRDefault="00287F1D" w:rsidP="00287F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87F1D" w:rsidRPr="00012FA3" w:rsidRDefault="00287F1D" w:rsidP="00287F1D">
      <w:pPr>
        <w:pStyle w:val="HTML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jc w:val="both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Додаток  №1</w:t>
      </w: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ЗАТВЕРДЖЕНО</w:t>
      </w:r>
      <w:r w:rsidRPr="00012FA3">
        <w:rPr>
          <w:rFonts w:ascii="Times New Roman" w:hAnsi="Times New Roman"/>
          <w:sz w:val="24"/>
          <w:szCs w:val="24"/>
        </w:rPr>
        <w:br/>
        <w:t xml:space="preserve">рішенням виконавчого комітету </w:t>
      </w:r>
      <w:r w:rsidRPr="00012FA3">
        <w:rPr>
          <w:rFonts w:ascii="Times New Roman" w:hAnsi="Times New Roman"/>
          <w:sz w:val="24"/>
          <w:szCs w:val="24"/>
        </w:rPr>
        <w:br/>
        <w:t>сільської ради від  27 лютого 2019 року  №14</w:t>
      </w:r>
      <w:r w:rsidRPr="00012FA3">
        <w:rPr>
          <w:rFonts w:ascii="Times New Roman" w:hAnsi="Times New Roman"/>
          <w:sz w:val="24"/>
          <w:szCs w:val="24"/>
        </w:rPr>
        <w:br/>
        <w:t>(в редакції рішення від 19.08.2021 р.№70)</w:t>
      </w: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840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СКЛАД</w:t>
      </w: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82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 xml:space="preserve">                            спостережної комісії при виконавчому комітеті</w:t>
      </w: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82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proofErr w:type="spellStart"/>
      <w:r w:rsidRPr="00012FA3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012FA3">
        <w:rPr>
          <w:rFonts w:ascii="Times New Roman" w:hAnsi="Times New Roman"/>
          <w:sz w:val="24"/>
          <w:szCs w:val="24"/>
        </w:rPr>
        <w:t xml:space="preserve"> сільської ради</w:t>
      </w: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-360" w:hanging="24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683"/>
        <w:gridCol w:w="5893"/>
      </w:tblGrid>
      <w:tr w:rsidR="00287F1D" w:rsidRPr="00012FA3" w:rsidTr="007816DC">
        <w:trPr>
          <w:trHeight w:val="20"/>
        </w:trPr>
        <w:tc>
          <w:tcPr>
            <w:tcW w:w="3708" w:type="dxa"/>
            <w:hideMark/>
          </w:tcPr>
          <w:p w:rsidR="00287F1D" w:rsidRPr="00012FA3" w:rsidRDefault="00287F1D" w:rsidP="007816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12F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Михалюк</w:t>
            </w:r>
            <w:proofErr w:type="spellEnd"/>
            <w:r w:rsidRPr="00012FA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Валерій Анатолійович</w:t>
            </w:r>
          </w:p>
        </w:tc>
        <w:tc>
          <w:tcPr>
            <w:tcW w:w="5940" w:type="dxa"/>
            <w:hideMark/>
          </w:tcPr>
          <w:p w:rsidR="00287F1D" w:rsidRPr="00012FA3" w:rsidRDefault="00287F1D" w:rsidP="00287F1D">
            <w:pPr>
              <w:pStyle w:val="afe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FA3">
              <w:rPr>
                <w:rFonts w:ascii="Times New Roman" w:hAnsi="Times New Roman"/>
                <w:sz w:val="24"/>
                <w:szCs w:val="24"/>
              </w:rPr>
              <w:t xml:space="preserve"> голова комісії;</w:t>
            </w:r>
          </w:p>
        </w:tc>
      </w:tr>
      <w:tr w:rsidR="00287F1D" w:rsidRPr="00012FA3" w:rsidTr="007816DC">
        <w:trPr>
          <w:trHeight w:val="20"/>
        </w:trPr>
        <w:tc>
          <w:tcPr>
            <w:tcW w:w="3708" w:type="dxa"/>
            <w:hideMark/>
          </w:tcPr>
          <w:p w:rsidR="00287F1D" w:rsidRPr="00012FA3" w:rsidRDefault="00287F1D" w:rsidP="007816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Зубова Жанна Олександрівна </w:t>
            </w:r>
          </w:p>
        </w:tc>
        <w:tc>
          <w:tcPr>
            <w:tcW w:w="5940" w:type="dxa"/>
            <w:hideMark/>
          </w:tcPr>
          <w:p w:rsidR="00287F1D" w:rsidRPr="00012FA3" w:rsidRDefault="00287F1D" w:rsidP="00287F1D">
            <w:pPr>
              <w:pStyle w:val="afe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секретар комісії;</w:t>
            </w:r>
          </w:p>
        </w:tc>
      </w:tr>
      <w:tr w:rsidR="00287F1D" w:rsidRPr="00012FA3" w:rsidTr="007816DC">
        <w:trPr>
          <w:trHeight w:val="20"/>
        </w:trPr>
        <w:tc>
          <w:tcPr>
            <w:tcW w:w="3708" w:type="dxa"/>
            <w:hideMark/>
          </w:tcPr>
          <w:p w:rsidR="00287F1D" w:rsidRPr="00012FA3" w:rsidRDefault="00287F1D" w:rsidP="007816D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940" w:type="dxa"/>
            <w:hideMark/>
          </w:tcPr>
          <w:p w:rsidR="00287F1D" w:rsidRPr="00012FA3" w:rsidRDefault="00287F1D" w:rsidP="007816DC">
            <w:pPr>
              <w:spacing w:after="0"/>
              <w:rPr>
                <w:sz w:val="24"/>
                <w:szCs w:val="24"/>
              </w:rPr>
            </w:pPr>
          </w:p>
        </w:tc>
      </w:tr>
      <w:tr w:rsidR="00287F1D" w:rsidRPr="00012FA3" w:rsidTr="007816DC">
        <w:trPr>
          <w:trHeight w:val="20"/>
        </w:trPr>
        <w:tc>
          <w:tcPr>
            <w:tcW w:w="3708" w:type="dxa"/>
            <w:hideMark/>
          </w:tcPr>
          <w:p w:rsidR="00287F1D" w:rsidRPr="00012FA3" w:rsidRDefault="00287F1D" w:rsidP="007816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Ковба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Олександр Леонідович</w:t>
            </w:r>
          </w:p>
        </w:tc>
        <w:tc>
          <w:tcPr>
            <w:tcW w:w="5940" w:type="dxa"/>
            <w:hideMark/>
          </w:tcPr>
          <w:p w:rsidR="00287F1D" w:rsidRPr="00012FA3" w:rsidRDefault="00287F1D" w:rsidP="00287F1D">
            <w:pPr>
              <w:pStyle w:val="afe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член комісії;</w:t>
            </w:r>
          </w:p>
        </w:tc>
      </w:tr>
      <w:tr w:rsidR="00287F1D" w:rsidRPr="00012FA3" w:rsidTr="007816DC">
        <w:trPr>
          <w:trHeight w:val="20"/>
        </w:trPr>
        <w:tc>
          <w:tcPr>
            <w:tcW w:w="3708" w:type="dxa"/>
            <w:hideMark/>
          </w:tcPr>
          <w:p w:rsidR="00287F1D" w:rsidRPr="00012FA3" w:rsidRDefault="00287F1D" w:rsidP="007816D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940" w:type="dxa"/>
            <w:hideMark/>
          </w:tcPr>
          <w:p w:rsidR="00287F1D" w:rsidRPr="00012FA3" w:rsidRDefault="00287F1D" w:rsidP="007816DC">
            <w:pPr>
              <w:spacing w:after="0"/>
              <w:rPr>
                <w:sz w:val="24"/>
                <w:szCs w:val="24"/>
              </w:rPr>
            </w:pPr>
          </w:p>
        </w:tc>
      </w:tr>
      <w:tr w:rsidR="00287F1D" w:rsidRPr="00012FA3" w:rsidTr="007816DC">
        <w:trPr>
          <w:trHeight w:val="20"/>
        </w:trPr>
        <w:tc>
          <w:tcPr>
            <w:tcW w:w="3708" w:type="dxa"/>
            <w:hideMark/>
          </w:tcPr>
          <w:p w:rsidR="00287F1D" w:rsidRPr="00012FA3" w:rsidRDefault="00287F1D" w:rsidP="007816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Смолій Олександр Миколайович</w:t>
            </w:r>
          </w:p>
        </w:tc>
        <w:tc>
          <w:tcPr>
            <w:tcW w:w="5940" w:type="dxa"/>
            <w:hideMark/>
          </w:tcPr>
          <w:p w:rsidR="00287F1D" w:rsidRPr="00012FA3" w:rsidRDefault="00287F1D" w:rsidP="00287F1D">
            <w:pPr>
              <w:pStyle w:val="afe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член комісії;</w:t>
            </w:r>
          </w:p>
        </w:tc>
      </w:tr>
      <w:tr w:rsidR="00287F1D" w:rsidRPr="00012FA3" w:rsidTr="007816DC">
        <w:trPr>
          <w:trHeight w:val="20"/>
        </w:trPr>
        <w:tc>
          <w:tcPr>
            <w:tcW w:w="3708" w:type="dxa"/>
            <w:hideMark/>
          </w:tcPr>
          <w:p w:rsidR="00287F1D" w:rsidRPr="00012FA3" w:rsidRDefault="00287F1D" w:rsidP="007816D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940" w:type="dxa"/>
            <w:hideMark/>
          </w:tcPr>
          <w:p w:rsidR="00287F1D" w:rsidRPr="00012FA3" w:rsidRDefault="00287F1D" w:rsidP="007816DC">
            <w:pPr>
              <w:spacing w:after="0"/>
              <w:rPr>
                <w:sz w:val="24"/>
                <w:szCs w:val="24"/>
              </w:rPr>
            </w:pPr>
          </w:p>
        </w:tc>
      </w:tr>
      <w:tr w:rsidR="00287F1D" w:rsidRPr="00012FA3" w:rsidTr="007816DC">
        <w:trPr>
          <w:trHeight w:val="20"/>
        </w:trPr>
        <w:tc>
          <w:tcPr>
            <w:tcW w:w="3708" w:type="dxa"/>
            <w:hideMark/>
          </w:tcPr>
          <w:p w:rsidR="00287F1D" w:rsidRPr="00012FA3" w:rsidRDefault="00287F1D" w:rsidP="007816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Ковальчук Григорій Григорович</w:t>
            </w:r>
          </w:p>
        </w:tc>
        <w:tc>
          <w:tcPr>
            <w:tcW w:w="5940" w:type="dxa"/>
            <w:hideMark/>
          </w:tcPr>
          <w:p w:rsidR="00287F1D" w:rsidRPr="00012FA3" w:rsidRDefault="00287F1D" w:rsidP="00287F1D">
            <w:pPr>
              <w:pStyle w:val="afe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член комісії;</w:t>
            </w:r>
          </w:p>
        </w:tc>
      </w:tr>
      <w:tr w:rsidR="00287F1D" w:rsidRPr="00012FA3" w:rsidTr="007816DC">
        <w:trPr>
          <w:trHeight w:val="20"/>
        </w:trPr>
        <w:tc>
          <w:tcPr>
            <w:tcW w:w="3708" w:type="dxa"/>
            <w:hideMark/>
          </w:tcPr>
          <w:p w:rsidR="00287F1D" w:rsidRPr="00012FA3" w:rsidRDefault="00287F1D" w:rsidP="007816DC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5940" w:type="dxa"/>
            <w:hideMark/>
          </w:tcPr>
          <w:p w:rsidR="00287F1D" w:rsidRPr="00012FA3" w:rsidRDefault="00287F1D" w:rsidP="007816DC">
            <w:pPr>
              <w:spacing w:after="0"/>
              <w:rPr>
                <w:sz w:val="24"/>
                <w:szCs w:val="24"/>
              </w:rPr>
            </w:pPr>
          </w:p>
        </w:tc>
      </w:tr>
      <w:tr w:rsidR="00287F1D" w:rsidRPr="00012FA3" w:rsidTr="007816DC">
        <w:trPr>
          <w:trHeight w:val="20"/>
        </w:trPr>
        <w:tc>
          <w:tcPr>
            <w:tcW w:w="3708" w:type="dxa"/>
            <w:hideMark/>
          </w:tcPr>
          <w:p w:rsidR="00287F1D" w:rsidRPr="00012FA3" w:rsidRDefault="00287F1D" w:rsidP="007816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Шатковський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Костянтин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Вацлавович</w:t>
            </w:r>
            <w:proofErr w:type="spellEnd"/>
          </w:p>
        </w:tc>
        <w:tc>
          <w:tcPr>
            <w:tcW w:w="5940" w:type="dxa"/>
            <w:hideMark/>
          </w:tcPr>
          <w:p w:rsidR="00287F1D" w:rsidRPr="00012FA3" w:rsidRDefault="00287F1D" w:rsidP="00287F1D">
            <w:pPr>
              <w:pStyle w:val="afe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член комісії;</w:t>
            </w:r>
          </w:p>
        </w:tc>
      </w:tr>
      <w:tr w:rsidR="00287F1D" w:rsidRPr="00012FA3" w:rsidTr="007816DC">
        <w:trPr>
          <w:trHeight w:val="20"/>
        </w:trPr>
        <w:tc>
          <w:tcPr>
            <w:tcW w:w="3708" w:type="dxa"/>
            <w:hideMark/>
          </w:tcPr>
          <w:p w:rsidR="00287F1D" w:rsidRPr="00012FA3" w:rsidRDefault="00287F1D" w:rsidP="007816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Росоха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Сергій Михайлович</w:t>
            </w:r>
          </w:p>
        </w:tc>
        <w:tc>
          <w:tcPr>
            <w:tcW w:w="5940" w:type="dxa"/>
            <w:hideMark/>
          </w:tcPr>
          <w:p w:rsidR="00287F1D" w:rsidRPr="00012FA3" w:rsidRDefault="00287F1D" w:rsidP="00287F1D">
            <w:pPr>
              <w:pStyle w:val="afe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член комісії;</w:t>
            </w:r>
          </w:p>
        </w:tc>
      </w:tr>
      <w:tr w:rsidR="00287F1D" w:rsidRPr="00012FA3" w:rsidTr="007816DC">
        <w:trPr>
          <w:trHeight w:val="20"/>
        </w:trPr>
        <w:tc>
          <w:tcPr>
            <w:tcW w:w="3708" w:type="dxa"/>
            <w:hideMark/>
          </w:tcPr>
          <w:p w:rsidR="00287F1D" w:rsidRPr="00012FA3" w:rsidRDefault="00287F1D" w:rsidP="007816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Ольховський Олександр Петрович</w:t>
            </w:r>
          </w:p>
        </w:tc>
        <w:tc>
          <w:tcPr>
            <w:tcW w:w="5940" w:type="dxa"/>
            <w:hideMark/>
          </w:tcPr>
          <w:p w:rsidR="00287F1D" w:rsidRPr="00012FA3" w:rsidRDefault="00287F1D" w:rsidP="00287F1D">
            <w:pPr>
              <w:pStyle w:val="afe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en-US"/>
              </w:rPr>
              <w:t>член комісії.</w:t>
            </w:r>
          </w:p>
        </w:tc>
      </w:tr>
    </w:tbl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>Заступник сільського голови</w:t>
      </w: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 xml:space="preserve">з питань діяльності </w:t>
      </w:r>
    </w:p>
    <w:p w:rsidR="00287F1D" w:rsidRPr="00012FA3" w:rsidRDefault="00287F1D" w:rsidP="00287F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012FA3">
        <w:rPr>
          <w:rFonts w:ascii="Times New Roman" w:hAnsi="Times New Roman" w:cs="Times New Roman"/>
          <w:sz w:val="24"/>
          <w:szCs w:val="24"/>
        </w:rPr>
        <w:t>виконавчих органів ради                                                            Любов ЛІПСЬКА</w:t>
      </w:r>
    </w:p>
    <w:p w:rsidR="00360219" w:rsidRDefault="00360219">
      <w:bookmarkStart w:id="0" w:name="_GoBack"/>
      <w:bookmarkEnd w:id="0"/>
    </w:p>
    <w:sectPr w:rsidR="0036021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ECD" w:rsidRDefault="00BB5ECD">
      <w:pPr>
        <w:spacing w:after="0" w:line="240" w:lineRule="auto"/>
      </w:pPr>
      <w:r>
        <w:separator/>
      </w:r>
    </w:p>
  </w:endnote>
  <w:endnote w:type="continuationSeparator" w:id="0">
    <w:p w:rsidR="00BB5ECD" w:rsidRDefault="00BB5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ECD" w:rsidRDefault="00BB5ECD">
      <w:pPr>
        <w:spacing w:after="0" w:line="240" w:lineRule="auto"/>
      </w:pPr>
      <w:r>
        <w:separator/>
      </w:r>
    </w:p>
  </w:footnote>
  <w:footnote w:type="continuationSeparator" w:id="0">
    <w:p w:rsidR="00BB5ECD" w:rsidRDefault="00BB5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7F1D"/>
    <w:rsid w:val="00287F1D"/>
    <w:rsid w:val="00360219"/>
    <w:rsid w:val="00BB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1D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styleId="HTML">
    <w:name w:val="HTML Preformatted"/>
    <w:aliases w:val="Знак2, Знак2"/>
    <w:basedOn w:val="a"/>
    <w:link w:val="HTML0"/>
    <w:unhideWhenUsed/>
    <w:rsid w:val="00287F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87F1D"/>
    <w:rPr>
      <w:rFonts w:ascii="Courier New" w:eastAsia="Times New Roman" w:hAnsi="Courier New" w:cs="Courier New"/>
      <w:sz w:val="20"/>
      <w:szCs w:val="20"/>
    </w:rPr>
  </w:style>
  <w:style w:type="paragraph" w:styleId="afe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"/>
    <w:basedOn w:val="a"/>
    <w:unhideWhenUsed/>
    <w:qFormat/>
    <w:rsid w:val="00287F1D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1D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styleId="HTML">
    <w:name w:val="HTML Preformatted"/>
    <w:aliases w:val="Знак2, Знак2"/>
    <w:basedOn w:val="a"/>
    <w:link w:val="HTML0"/>
    <w:unhideWhenUsed/>
    <w:rsid w:val="00287F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87F1D"/>
    <w:rPr>
      <w:rFonts w:ascii="Courier New" w:eastAsia="Times New Roman" w:hAnsi="Courier New" w:cs="Courier New"/>
      <w:sz w:val="20"/>
      <w:szCs w:val="20"/>
    </w:rPr>
  </w:style>
  <w:style w:type="paragraph" w:styleId="afe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"/>
    <w:basedOn w:val="a"/>
    <w:unhideWhenUsed/>
    <w:qFormat/>
    <w:rsid w:val="00287F1D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2021-09-29T04:11:00Z</dcterms:created>
  <dcterms:modified xsi:type="dcterms:W3CDTF">2021-09-29T04:11:00Z</dcterms:modified>
</cp:coreProperties>
</file>