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83" w:rsidRDefault="006E2483" w:rsidP="006E24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483" w:rsidRDefault="006E2483" w:rsidP="006E2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2483" w:rsidRDefault="006E2483" w:rsidP="006E2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2483" w:rsidRDefault="006E2483" w:rsidP="006E24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2483" w:rsidRDefault="006E2483" w:rsidP="006E24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2483" w:rsidRDefault="006E2483" w:rsidP="006E24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№97</w:t>
      </w:r>
    </w:p>
    <w:p w:rsidR="006E2483" w:rsidRPr="00694EED" w:rsidRDefault="006E2483" w:rsidP="006E248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E2483" w:rsidRPr="00694EED" w:rsidRDefault="006E2483" w:rsidP="006E248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E2483" w:rsidRPr="00694EED" w:rsidRDefault="006E2483" w:rsidP="006E248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E2483" w:rsidRPr="00694EED" w:rsidRDefault="006E2483" w:rsidP="006E248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E2483" w:rsidRPr="00694EED" w:rsidRDefault="006E2483" w:rsidP="006E2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Шарпіті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</w:t>
      </w: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Шарпіти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0,0619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63B6D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63B6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0,0619 га, кадастровий номер: 6823984000:03:013:0067,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6E2483" w:rsidRPr="00694EED" w:rsidRDefault="006E2483" w:rsidP="006E24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E2483" w:rsidRPr="00694EED" w:rsidRDefault="006E2483" w:rsidP="006E248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2483" w:rsidRPr="00694EED" w:rsidRDefault="006E2483" w:rsidP="006E24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419C" w:rsidRPr="006E2483" w:rsidRDefault="006E2483" w:rsidP="006E248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A419C" w:rsidRPr="006E2483" w:rsidSect="006E2483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83"/>
    <w:rsid w:val="001A419C"/>
    <w:rsid w:val="00463B6D"/>
    <w:rsid w:val="006E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24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24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248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E24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24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E248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8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2021-07-07T06:59:00Z</dcterms:created>
  <dcterms:modified xsi:type="dcterms:W3CDTF">2021-07-07T08:47:00Z</dcterms:modified>
</cp:coreProperties>
</file>