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A5" w:rsidRPr="00154EFF" w:rsidRDefault="00F374A5" w:rsidP="00F374A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4A5" w:rsidRDefault="00F374A5" w:rsidP="00F374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74A5" w:rsidRDefault="00F374A5" w:rsidP="00F374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74A5" w:rsidRDefault="00F374A5" w:rsidP="00F374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74A5" w:rsidRDefault="00F374A5" w:rsidP="00F374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74A5" w:rsidRDefault="00F374A5" w:rsidP="00F374A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№71</w:t>
      </w:r>
    </w:p>
    <w:p w:rsidR="00F374A5" w:rsidRPr="003B50D1" w:rsidRDefault="00F374A5" w:rsidP="00F374A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А.О.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74A5" w:rsidRPr="003B50D1" w:rsidRDefault="00F374A5" w:rsidP="00F37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А.О.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F374A5" w:rsidRPr="003B50D1" w:rsidRDefault="00F374A5" w:rsidP="00F37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374A5" w:rsidRPr="003B50D1" w:rsidRDefault="00F374A5" w:rsidP="00F37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Олексійовичу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44526">
        <w:rPr>
          <w:rFonts w:ascii="Times New Roman" w:eastAsia="Calibri" w:hAnsi="Times New Roman" w:cs="Times New Roman"/>
          <w:sz w:val="24"/>
        </w:rPr>
        <w:t>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44452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0,0824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6823984000:01:007:0053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, вулиця Олександра Гуменюка, 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374A5" w:rsidRPr="003B50D1" w:rsidRDefault="00F374A5" w:rsidP="00F37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А.О.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F374A5" w:rsidRPr="003B50D1" w:rsidRDefault="00F374A5" w:rsidP="00F37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374A5" w:rsidRPr="003B50D1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54345" w:rsidRPr="00F374A5" w:rsidRDefault="00F374A5" w:rsidP="00F374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754345" w:rsidRPr="00F374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A5"/>
    <w:rsid w:val="00444526"/>
    <w:rsid w:val="00754345"/>
    <w:rsid w:val="00F3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A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37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74A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A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37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74A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2022-02-08T06:51:00Z</dcterms:created>
  <dcterms:modified xsi:type="dcterms:W3CDTF">2022-02-08T11:25:00Z</dcterms:modified>
</cp:coreProperties>
</file>