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9C" w:rsidRDefault="0099209C" w:rsidP="009920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09C" w:rsidRDefault="0099209C" w:rsidP="00992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209C" w:rsidRDefault="0099209C" w:rsidP="00992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9209C" w:rsidRDefault="0099209C" w:rsidP="009920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209C" w:rsidRDefault="0099209C" w:rsidP="00992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9209C" w:rsidRDefault="0099209C" w:rsidP="009920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9209C" w:rsidRDefault="0099209C" w:rsidP="009920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№37</w:t>
      </w:r>
    </w:p>
    <w:p w:rsidR="0099209C" w:rsidRPr="00FB2913" w:rsidRDefault="0099209C" w:rsidP="0099209C">
      <w:pPr>
        <w:spacing w:after="0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9209C" w:rsidRPr="00FB2913" w:rsidRDefault="0099209C" w:rsidP="00992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9209C" w:rsidRPr="00FB2913" w:rsidRDefault="0099209C" w:rsidP="00992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9209C" w:rsidRPr="00FB2913" w:rsidRDefault="0099209C" w:rsidP="00992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99209C" w:rsidRPr="00FB2913" w:rsidRDefault="0099209C" w:rsidP="00992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99209C" w:rsidRPr="00FB2913" w:rsidRDefault="0099209C" w:rsidP="00992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Л.П.</w:t>
      </w:r>
    </w:p>
    <w:p w:rsidR="0099209C" w:rsidRPr="00FB2913" w:rsidRDefault="0099209C" w:rsidP="00992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9209C" w:rsidRPr="00FB2913" w:rsidRDefault="0099209C" w:rsidP="0099209C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  <w:proofErr w:type="gramEnd"/>
    </w:p>
    <w:p w:rsidR="0099209C" w:rsidRPr="00FB2913" w:rsidRDefault="0099209C" w:rsidP="0099209C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9209C" w:rsidRPr="00FB2913" w:rsidRDefault="0099209C" w:rsidP="00992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Петрівні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77390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площею 0,0506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ведення особистого селянського господарства,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99209C" w:rsidRPr="00FB2913" w:rsidRDefault="0099209C" w:rsidP="00992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9209C" w:rsidRPr="00FB2913" w:rsidRDefault="0099209C" w:rsidP="009920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9209C" w:rsidRPr="00FB2913" w:rsidRDefault="0099209C" w:rsidP="009920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209C" w:rsidRPr="00FB2913" w:rsidRDefault="0099209C" w:rsidP="00992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9209C" w:rsidRPr="0099209C" w:rsidRDefault="0099209C" w:rsidP="0099209C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C26F3" w:rsidRPr="0099209C" w:rsidRDefault="0099209C">
      <w:pPr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FC26F3" w:rsidRPr="0099209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9C"/>
    <w:rsid w:val="0099209C"/>
    <w:rsid w:val="00C77390"/>
    <w:rsid w:val="00FC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9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920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20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9209C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9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920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20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9209C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10</TotalTime>
  <Pages>1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2021-07-07T06:19:00Z</dcterms:created>
  <dcterms:modified xsi:type="dcterms:W3CDTF">2021-07-07T08:15:00Z</dcterms:modified>
</cp:coreProperties>
</file>