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508" w:rsidRDefault="00E67508" w:rsidP="00E6750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8D7CED" wp14:editId="07FE478C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701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701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508" w:rsidRDefault="00E67508" w:rsidP="00E675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jniq3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nd1cAA&#10;AADdAAAADwAAAGRycy9kb3ducmV2LnhtbESPzQrCMBCE74LvEFbwpqkKVqpRRFQ8COLffWnWtths&#10;ShO1vr0RBI/DzHzDzBaNKcWTaldYVjDoRyCIU6sLzhRczpveBITzyBpLy6TgTQ4W83Zrhom2Lz7S&#10;8+QzESDsElSQe18lUro0J4Oubyvi4N1sbdAHWWdS1/gKcFPKYRSNpcGCw0KOFa1ySu+nh1FgR9vd&#10;/poNj6M1x56Xh8nt2uyV6naa5RSEp8b/w7/2TiuIo0EM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pnd1c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CNqcQA&#10;AADdAAAADwAAAGRycy9kb3ducmV2LnhtbERPTWsCMRC9C/6HMEIvUrP2oO1qlCJsrT0IWsHrsBk3&#10;224mSxJ16683h4LHx/ueLzvbiAv5UDtWMB5lIIhLp2uuFBy+i+dXECEia2wck4I/CrBc9HtzzLW7&#10;8o4u+1iJFMIhRwUmxjaXMpSGLIaRa4kTd3LeYkzQV1J7vKZw28iXLJtIizWnBoMtrQyVv/uzVfBT&#10;bM1xNb19+OHbjm7D4mvdbCZKPQ269xmISF18iP/dn1rBNBunuelNeg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Qjan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RKTcUA&#10;AADdAAAADwAAAGRycy9kb3ducmV2LnhtbESPy2rDMBBF94H+g5hCN6GR3ULSuFGCKXUJ2Zg8PmCw&#10;JpapNTKWart/XxUCWV7u43A3u8m2YqDeN44VpIsEBHHldMO1gsu5eH4D4QOyxtYxKfglD7vtw2yD&#10;mXYjH2k4hVrEEfYZKjAhdJmUvjJk0S9cRxy9q+sthij7WuoexzhuW/mSJEtpseFIMNjRh6Hq+/Rj&#10;I6R8xfJwHc/F14Qjfh4Mz/OjUk+PU/4OItAU7uFbe68VrJJ0Df9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hEpN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n8zcMA&#10;AADdAAAADwAAAGRycy9kb3ducmV2LnhtbERPTUsDMRC9C/6HMEJvNutiW1mbFqkWSsGDVRBvw2a6&#10;u7iZhGTsbv99cyh4fLzv5Xp0vTpRTJ1nAw/TAhRx7W3HjYGvz+39E6gkyBZ7z2TgTAnWq9ubJVbW&#10;D/xBp4M0KodwqtBAKxIqrVPdksM09YE4c0cfHUqGsdE24pDDXa/Lophrhx3nhhYDbVqqfw9/zsD7&#10;8Bb2i/nsGH7iY6nTq5XvjRgzuRtfnkEJjfIvvrp31sCiKPP+/CY/Ab2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n8z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6M9sQA&#10;AADdAAAADwAAAGRycy9kb3ducmV2LnhtbESPTWrDMBCF94HeQUyhm9DIcaEprpUQShyKNyFJDzBY&#10;Y8vUGhlLsd3bR4VCl4/38/Hy3Ww7MdLgW8cK1qsEBHHldMuNgq9r8fwGwgdkjZ1jUvBDHnbbh0WO&#10;mXYTn2m8hEbEEfYZKjAh9JmUvjJk0a9cTxy92g0WQ5RDI/WAUxy3nUyT5FVabDkSDPb0Yaj6vtxs&#10;hJxe8FTW07U4zjjhoTS83J+Venqc9+8gAs3hP/zX/tQKNkm6ht838Qn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ejP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fHIcYA&#10;AADdAAAADwAAAGRycy9kb3ducmV2LnhtbESPQUsDMRSE74L/ITzBm8261FbWpkVqBRE8tBVKb4/N&#10;6+7i5iUkz+76740g9DjMzDfMYjW6Xp0pps6zgftJAYq49rbjxsDn/vXuEVQSZIu9ZzLwQwlWy+ur&#10;BVbWD7yl804alSGcKjTQioRK61S35DBNfCDO3slHh5JlbLSNOGS463VZFDPtsOO80GKgdUv11+7b&#10;GfgYNuF9Pns4hWOcljq9WDmsxZjbm/H5CZTQKJfwf/vNGpgXZQl/b/IT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fHI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vCxMYA&#10;AADdAAAADwAAAGRycy9kb3ducmV2LnhtbESPQWsCMRSE74X+h/AKvYhmVayyNYoWQgULpSp4fWye&#10;u0s3L0uSutt/3whCj8PMfMMs171txJV8qB0rGI8yEMSFMzWXCk5HPVyACBHZYOOYFPxSgPXq8WGJ&#10;uXEdf9H1EEuRIBxyVFDF2OZShqIii2HkWuLkXZy3GJP0pTQeuwS3jZxk2Yu0WHNaqLClt4qK78OP&#10;VbD97MqpHxTb3u0v7+eZ1kZ/aKWen/rNK4hIffwP39s7o2CeTaZwe5Oe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vCx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oA9cQA&#10;AADdAAAADwAAAGRycy9kb3ducmV2LnhtbESPzWrDMBCE74G8g9hAb4lckybBjRxCi6GUXvLzAIu1&#10;tVxbKyMpjvv2VaHQ4zAz3zD7w2R7MZIPrWMFj6sMBHHtdMuNguulWu5AhIissXdMCr4pwKGcz/ZY&#10;aHfnE43n2IgE4VCgAhPjUEgZakMWw8oNxMn7dN5iTNI3Unu8J7jtZZ5lG2mx5bRgcKAXQ3V3vlkF&#10;1Xv+MXY37St3nNaWnszX7tUo9bCYjs8gIk3xP/zXftMKtlm+ht836Qn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qAP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7/K8YA&#10;AADdAAAADwAAAGRycy9kb3ducmV2LnhtbESPQWsCMRSE7wX/Q3hCL6JZLVbZGkULoUILpSp4fWye&#10;u0s3L0uSutt/bwpCj8PMfMOsNr1txJV8qB0rmE4yEMSFMzWXCk5HPV6CCBHZYOOYFPxSgM168LDC&#10;3LiOv+h6iKVIEA45KqhibHMpQ1GRxTBxLXHyLs5bjEn6UhqPXYLbRs6y7FlarDktVNjSa0XF9+HH&#10;Kth9duWTHxW73r1f3s5zrY3+0Eo9DvvtC4hIffwP39t7o2CRzebw9yY9Ab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7/K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Q7GcQA&#10;AADdAAAADwAAAGRycy9kb3ducmV2LnhtbESPzWrDMBCE74W8g9hAb41c0/zgRg6hxRBKL03yAIu1&#10;tVxbKyMpjvP2VaDQ4zAz3zDb3WR7MZIPrWMFz4sMBHHtdMuNgvOpetqACBFZY++YFNwowK6cPWyx&#10;0O7KXzQeYyMShEOBCkyMQyFlqA1ZDAs3ECfv23mLMUnfSO3xmuC2l3mWraTFltOCwYHeDNXd8WIV&#10;VB/559hdtK/cfnqxtDQ/m3ej1ON82r+CiDTF//Bf+6AVrLN8Bfc36Qn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0Ox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2EpMIA&#10;AADdAAAADwAAAGRycy9kb3ducmV2LnhtbESP0YrCMBRE34X9h3AX9k0TXbVLNcoiKPpo3Q+4NNe2&#10;2Nx0m2jr3xtB8HGYmTPMct3bWtyo9ZVjDeORAkGcO1NxoeHvtB3+gPAB2WDtmDTcycN69TFYYmpc&#10;x0e6ZaEQEcI+RQ1lCE0qpc9LsuhHriGO3tm1FkOUbSFNi12E21pOlJpLixXHhRIb2pSUX7Kr1TC9&#10;d7v/bHZRW2NpfPhuDhzymdZfn/3vAkSgPrzDr/beaEjUJIHnm/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/YSk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AJysIA&#10;AADdAAAADwAAAGRycy9kb3ducmV2LnhtbERPu07DMBTdkfoP1q3ERh0yhBLqRhFVEepE08B8Fd8m&#10;EfF1FDuP/n09IDEenfcuW0wnJhpca1nB8yYCQVxZ3XKtoLwcn7YgnEfW2FkmBTdykO1XDztMtZ35&#10;TFPhaxFC2KWooPG+T6V0VUMG3cb2xIG72sGgD3CopR5wDuGmk3EUJdJgy6GhwZ7eG6p+i9EoGJOf&#10;uOTrSX8Vh9vH6+GYO/ldK/W4XvI3EJ4W/y/+c39qBS9RHOaGN+EJ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8AnK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/TVsgA&#10;AADdAAAADwAAAGRycy9kb3ducmV2LnhtbESPQWvCQBSE70L/w/IKvemmVqJGV9FCoe1BMdpDb8/s&#10;a5I2+zZmV03/vSsIHoeZ+YaZzltTiRM1rrSs4LkXgSDOrC45V7DbvnVHIJxH1lhZJgX/5GA+e+hM&#10;MdH2zBs6pT4XAcIuQQWF93UipcsKMuh6tiYO3o9tDPogm1zqBs8BbirZj6JYGiw5LBRY02tB2V96&#10;NAq+1qN4vF5+DH4/V3t8MfrwrctYqafHdjEB4an19/Ct/a4VDKP+GK5vwhOQs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H9NW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Qu5cIA&#10;AADdAAAADwAAAGRycy9kb3ducmV2LnhtbERPy4rCMBTdD/gP4QruxlQdVGpT8cE44soXuL0017bY&#10;3JQmap2vN4uBWR7OO5m3phIPalxpWcGgH4EgzqwuOVdwPn1/TkE4j6yxskwKXuRgnnY+Eoy1ffKB&#10;HkefixDCLkYFhfd1LKXLCjLo+rYmDtzVNgZ9gE0udYPPEG4qOYyisTRYcmgosKZVQdnteDcKfscX&#10;3Luf4XI90p5eX9ON3e03SvW67WIGwlPr/8V/7q1WMIlGYX94E56AT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hC7l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DYxsYA&#10;AADdAAAADwAAAGRycy9kb3ducmV2LnhtbESPwW7CMBBE70j8g7VIvRUnlLY0xCCEqNRbm5QPWMVb&#10;JyJeh9hAytfjSpU4jmbmjSZfD7YVZ+p941hBOk1AEFdON2wU7L/fHxcgfEDW2DomBb/kYb0aj3LM&#10;tLtwQecyGBEh7DNUUIfQZVL6qiaLfuo64uj9uN5iiLI3Uvd4iXDbylmSvEiLDceFGjva1lQdypNV&#10;cHSzZz2UO/w87N6+GmPmx2sxV+phMmyWIAIN4R7+b39oBa/JUwp/b+IT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DYx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PM2cUA&#10;AADdAAAADwAAAGRycy9kb3ducmV2LnhtbESPS2/CMBCE75X4D9YicSsOoPIIGESRkLjyOHBc7CUJ&#10;xOsQuxD66zFSpR5HM/ONZrZobCnuVPvCsYJeNwFBrJ0pOFNw2K8/xyB8QDZYOiYFT/KwmLc+Zpga&#10;9+At3XchExHCPkUFeQhVKqXXOVn0XVcRR+/saoshyjqTpsZHhNtS9pNkKC0WHBdyrGiVk77ufqyC&#10;TXGir6E+T+z4W2+Pv7cwGF2MUp12s5yCCNSE//Bfe2MUjJJBH95v4hOQ8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48z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aatsIA&#10;AADdAAAADwAAAGRycy9kb3ducmV2LnhtbERPW2vCMBR+H+w/hCPsbSYqbLMaZQ4GDqfgBX09NMem&#10;rDkpTaz135vBYI/fnW8671wlWmpC6VnDoK9AEOfelFxoOOw/n99AhIhssPJMGm4UYD57fJhiZvyV&#10;t9TuYiFSCYcMNdgY60zKkFtyGPq+Jk7a2TcOY4JNIU2D11TuKjlU6kU6LDktWKzpw1L+s7s4DS1u&#10;bupkF+vxV/mdDzeL48okXj/1uvcJiEhd/Df/pZdGw6sajeD3TXoC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ppq2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S8osUA&#10;AADdAAAADwAAAGRycy9kb3ducmV2LnhtbESPQUvDQBSE70L/w/IEb3ZjKippt6UILR41evD4zL5m&#10;02bfC7trE/31riB4HGbmG2a1mXyvzhRiJ2zgZl6AIm7EdtwaeHvdXT+AignZYi9MBr4owmY9u1hh&#10;ZWXkFzrXqVUZwrFCAy6lodI6No48xrkMxNk7SPCYsgyttgHHDPe9LoviTnvsOC84HOjRUXOqP72B&#10;cd98HMvDu3XfYZBd/SzHshdjri6n7RJUoin9h//aT9bAfbG4hd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dLyi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fnscA&#10;AADdAAAADwAAAGRycy9kb3ducmV2LnhtbESPW2sCMRSE3wv9D+EUfOtmVayyGsUrSGkRb+/HzXF3&#10;2+Rk2aS6/fdNodDHYWa+YSaz1hpxo8ZXjhV0kxQEce50xYWC03HzPALhA7JG45gUfJOH2fTxYYKZ&#10;dnfe0+0QChEh7DNUUIZQZ1L6vCSLPnE1cfSurrEYomwKqRu8R7g1spemL9JixXGhxJqWJeWfhy+r&#10;YLNbmY/e+35+lmG5Hl7M6HWxelOq89TOxyACteE//NfeagXDtD+A3zfxCcjp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9TX5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YMUMYA&#10;AADdAAAADwAAAGRycy9kb3ducmV2LnhtbESPW4vCMBSE3wX/QzjCvoimrnihGkUE0YUVvIGvx+bY&#10;FpuT0mRr999vFgQfh5n5hpkvG1OImiqXW1Yw6EcgiBOrc04VXM6b3hSE88gaC8uk4JccLBft1hxj&#10;bZ98pPrkUxEg7GJUkHlfxlK6JCODrm9L4uDdbWXQB1mlUlf4DHBTyM8oGkuDOYeFDEtaZ5Q8Tj9G&#10;QX34vqW72pVfj2nXjYa37Xavr0p9dJrVDISnxr/Dr/ZOK5hEwzH8vw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YMU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vVAsgA&#10;AADdAAAADwAAAGRycy9kb3ducmV2LnhtbESPT2sCMRTE7wW/Q3iF3mpSa6uuRtFCwUuh/jno7bl5&#10;7i5uXrZJqms/vSkUehxm5jfMZNbaWpzJh8qxhqeuAkGcO1NxoWG7eX8cgggR2WDtmDRcKcBs2rmb&#10;YGbchVd0XsdCJAiHDDWUMTaZlCEvyWLouoY4eUfnLcYkfSGNx0uC21r2lHqVFitOCyU29FZSflp/&#10;Ww2L0XDx9dnnj5/VYU/73eH00vNK64f7dj4GEamN/+G/9tJoGKjnAfy+SU9AT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y9UCyAAAAN0AAAAPAAAAAAAAAAAAAAAAAJgCAABk&#10;cnMvZG93bnJldi54bWxQSwUGAAAAAAQABAD1AAAAjQMAAAAA&#10;" fillcolor="black" stroked="f"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2CfsUA&#10;AADdAAAADwAAAGRycy9kb3ducmV2LnhtbERPu27CMBTdK/EP1kXqVhyoCijgREBbqVLpwGNgvMSX&#10;xEp8HcUupP36ekDqeHTey7y3jbhS541jBeNRAoK4cNpwqeB4eH+ag/ABWWPjmBT8kIc8GzwsMdXu&#10;xju67kMpYgj7FBVUIbSplL6oyKIfuZY4chfXWQwRdqXUHd5iuG3kJEmm0qLh2FBhS5uKinr/bRWc&#10;PqdmvjM0OW9/1296+1Kvv15rpR6H/WoBIlAf/sV394dWMEue49z4Jj4B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fYJ+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QZUMYA&#10;AADdAAAADwAAAGRycy9kb3ducmV2LnhtbESPQU8CMRSE7yb+h+aZeJNWTRQWCiESAhcPooTry/ax&#10;XXb7urYFFn69NTHxOJmZbzKTWe9acaIQa88aHgcKBHHpTc2Vhq/P5cMQREzIBlvPpOFCEWbT25sJ&#10;Fsaf+YNOm1SJDOFYoAabUldIGUtLDuPAd8TZ2/vgMGUZKmkCnjPctfJJqRfpsOa8YLGjN0tlszk6&#10;DWG+WzRXPm4bdX2/xNWh/x6i1fr+rp+PQSTq03/4r702Gl7V8wh+3+QnIK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QZU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xmAsMA&#10;AADdAAAADwAAAGRycy9kb3ducmV2LnhtbERP22oCMRB9L/Qfwgi+FE0qpdrVKKUgCJWClw+Ybsbd&#10;xWSybEZd+/XNQ6GPh3NfrPrg1ZW61ES28Dw2oIjL6BquLBwP69EMVBJkhz4yWbhTgtXy8WGBhYs3&#10;3tF1L5XKIZwKtFCLtIXWqawpYBrHljhzp9gFlAy7SrsObzk8eD0x5lUHbDg31NjSR03leX8JFvzk&#10;2799TtNW7ke9NT9Bdk9fztrhoH+fgxLq5V/85944C1PzkvfnN/kJ6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xmAs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zM3cUA&#10;AADdAAAADwAAAGRycy9kb3ducmV2LnhtbESPQWsCMRSE7wX/Q3iCt5pVxJbVKFoR9uLBreL1uXnd&#10;LE1elk2q2/56Uyj0OMzMN8xy3TsrbtSFxrOCyTgDQVx53XCt4PS+f34FESKyRuuZFHxTgPVq8LTE&#10;XPs7H+lWxlokCIccFZgY21zKUBlyGMa+JU7eh+8cxiS7WuoO7wnurJxm2Vw6bDgtGGzpzVD1WX45&#10;BbuytdNTYbbhcj5cr7b42dNlp9Ro2G8WICL18T/81y60gpdsNoHfN+k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fMzd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kdG8UA&#10;AADdAAAADwAAAGRycy9kb3ducmV2LnhtbESPwWrDMBBE74X8g9hAbo0UE5zgRAkl1BDoqW5yyG2R&#10;trZba2UsNXb/vioUehxm5g2zP06uE3caQutZw2qpQBAbb1uuNVzeysctiBCRLXaeScM3BTgeZg97&#10;LKwf+ZXuVaxFgnAoUEMTY19IGUxDDsPS98TJe/eDw5jkUEs74JjgrpOZUrl02HJaaLCnU0Pms/py&#10;Gj5K+eKNQnO9XMez3dyec+qU1ov59LQDEWmK/+G/9tlq2Kh1Br9v0hO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OR0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warsYA&#10;AADdAAAADwAAAGRycy9kb3ducmV2LnhtbESPT2sCMRTE70K/Q3iF3mq2WqysZsUWCqXFg2sRj8/N&#10;2z/s5mVJoq7f3hQKHoeZ+Q2zXA2mE2dyvrGs4GWcgCAurG64UvC7+3yeg/ABWWNnmRRcycMqexgt&#10;MdX2wls656ESEcI+RQV1CH0qpS9qMujHtieOXmmdwRClq6R2eIlw08lJksykwYbjQo09fdRUtPnJ&#10;KDicfrjcTL/X7j3s7bDz7eQ4b5V6ehzWCxCBhnAP/7e/tIK35HUKf2/iE5D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war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84CMgA&#10;AADdAAAADwAAAGRycy9kb3ducmV2LnhtbESPQUsDMRSE70L/Q3iCN5tYttqum5ZWELwItnpob283&#10;z92lm5c1ie3WX28KgsdhZr5hiuVgO3EkH1rHGu7GCgRx5UzLtYaP9+fbGYgQkQ12jknDmQIsF6Or&#10;AnPjTryh4zbWIkE45KihibHPpQxVQxbD2PXEyft03mJM0tfSeDwluO3kRKl7abHltNBgT08NVYft&#10;t9Wwns/WX28Zv/5syj3td+VhOvFK65vrYfUIItIQ/8N/7Rej4UFlGVzepCc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HzgIyAAAAN0AAAAPAAAAAAAAAAAAAAAAAJgCAABk&#10;cnMvZG93bnJldi54bWxQSwUGAAAAAAQABAD1AAAAjQMAAAAA&#10;" fillcolor="black" stroked="f"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9nksYA&#10;AADdAAAADwAAAGRycy9kb3ducmV2LnhtbESPzWrDMBCE74W+g9hCb42c/iW4UYIJlJSenLQh1421&#10;tUyslZEUxX37qlDocZiZb5jFarS9SORD51jBdFKAIG6c7rhV8PnxejcHESKyxt4xKfimAKvl9dUC&#10;S+0uvKW0i63IEA4lKjAxDqWUoTFkMUzcQJy9L+ctxix9K7XHS4bbXt4XxbO02HFeMDjQ2lBz2p2t&#10;gnRc19VDOiSzffdV61292R9rpW5vxuoFRKQx/of/2m9awax4fILfN/k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C9nksYAAADd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oZF8YA&#10;AADdAAAADwAAAGRycy9kb3ducmV2LnhtbESPQWvCQBSE70L/w/IK3nRjkdimrlJEi3ppmxba4yP7&#10;mg3Nvg3ZbYz+elcQPA4z8w0zX/a2Fh21vnKsYDJOQBAXTldcKvj63IweQfiArLF2TAqO5GG5uBvM&#10;MdPuwB/U5aEUEcI+QwUmhCaT0heGLPqxa4ij9+taiyHKtpS6xUOE21o+JEkqLVYcFww2tDJU/OX/&#10;VoGfrNbfe3t66n5eDb/lO5O+l0ap4X3/8gwiUB9u4Wt7qxXMkmkKlzfxCc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oZF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67508" w:rsidRDefault="00E67508" w:rsidP="00E675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67508" w:rsidRDefault="00E67508" w:rsidP="00E6750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E67508" w:rsidRDefault="00E67508" w:rsidP="00E6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7508" w:rsidRDefault="00E67508" w:rsidP="00E6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7508" w:rsidRDefault="00E67508" w:rsidP="00E6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67508" w:rsidRDefault="00E67508" w:rsidP="00E6750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67508" w:rsidRDefault="00E67508" w:rsidP="00E6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67508" w:rsidRDefault="00E67508" w:rsidP="00E6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67508" w:rsidRDefault="00E67508" w:rsidP="00E6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7508" w:rsidRDefault="00E67508" w:rsidP="00E6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67508" w:rsidRDefault="00E67508" w:rsidP="00E6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7508" w:rsidRDefault="00E67508" w:rsidP="00E675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67508" w:rsidRDefault="00E67508" w:rsidP="00E675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7508" w:rsidRDefault="00E67508" w:rsidP="00E675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№14</w:t>
      </w:r>
    </w:p>
    <w:p w:rsidR="00E67508" w:rsidRDefault="00E67508" w:rsidP="00E6750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E67508" w:rsidRPr="003937A2" w:rsidRDefault="00E67508" w:rsidP="00E6750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E67508" w:rsidRPr="003937A2" w:rsidRDefault="00E67508" w:rsidP="00E6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E67508" w:rsidRPr="003937A2" w:rsidRDefault="00E67508" w:rsidP="00E6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E67508" w:rsidRPr="003937A2" w:rsidRDefault="00E67508" w:rsidP="00E6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зі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зміною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цільового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призначення</w:t>
      </w:r>
      <w:proofErr w:type="spellEnd"/>
    </w:p>
    <w:p w:rsidR="00E67508" w:rsidRPr="003937A2" w:rsidRDefault="00E67508" w:rsidP="00E6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Простапчука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А.В.</w:t>
      </w:r>
    </w:p>
    <w:p w:rsidR="00E67508" w:rsidRPr="003937A2" w:rsidRDefault="00E67508" w:rsidP="00E6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7508" w:rsidRPr="003937A2" w:rsidRDefault="00E67508" w:rsidP="00E6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</w:t>
      </w:r>
      <w:r>
        <w:rPr>
          <w:rFonts w:ascii="Times New Roman" w:eastAsia="Calibri" w:hAnsi="Times New Roman" w:cs="Times New Roman"/>
          <w:sz w:val="24"/>
        </w:rPr>
        <w:t>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20,186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А.В.</w:t>
      </w:r>
      <w:r w:rsidRPr="003937A2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E67508" w:rsidRPr="00BD5706" w:rsidRDefault="00E67508" w:rsidP="00E6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</w:t>
      </w:r>
      <w:r>
        <w:rPr>
          <w:rFonts w:ascii="Times New Roman" w:eastAsia="Calibri" w:hAnsi="Times New Roman" w:cs="Times New Roman"/>
          <w:sz w:val="24"/>
        </w:rPr>
        <w:t>:</w:t>
      </w:r>
    </w:p>
    <w:p w:rsidR="00E67508" w:rsidRPr="003937A2" w:rsidRDefault="00E67508" w:rsidP="00E6750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Андрію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</w:rPr>
        <w:t>ікторовичу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6083C">
        <w:rPr>
          <w:rFonts w:ascii="Times New Roman" w:eastAsia="Calibri" w:hAnsi="Times New Roman" w:cs="Times New Roman"/>
          <w:sz w:val="24"/>
          <w:lang w:val="uk-UA"/>
        </w:rPr>
        <w:t>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0,2500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га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,я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за межами 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Дідова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Гора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67508" w:rsidRPr="003937A2" w:rsidRDefault="00E67508" w:rsidP="00E6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А.В. 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E67508" w:rsidRPr="003937A2" w:rsidRDefault="00E67508" w:rsidP="00E675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E67508" w:rsidRDefault="00E67508" w:rsidP="00E6750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67508" w:rsidRPr="003937A2" w:rsidRDefault="00E67508" w:rsidP="00E6750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67508" w:rsidRPr="003937A2" w:rsidRDefault="00E67508" w:rsidP="00E675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7508" w:rsidRPr="00BD5706" w:rsidRDefault="00E67508" w:rsidP="00E6750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E87B6D" w:rsidRDefault="00E87B6D"/>
    <w:sectPr w:rsidR="00E87B6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08"/>
    <w:rsid w:val="0066083C"/>
    <w:rsid w:val="00E67508"/>
    <w:rsid w:val="00E8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50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6750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6750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67508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50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6750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6750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67508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279</Words>
  <Characters>1592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2021-09-13T06:33:00Z</dcterms:created>
  <dcterms:modified xsi:type="dcterms:W3CDTF">2021-09-13T13:01:00Z</dcterms:modified>
</cp:coreProperties>
</file>