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AD" w:rsidRPr="00EF19B8" w:rsidRDefault="009F63AD" w:rsidP="009F63A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F63AD"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  <w:t>ПРОЕКТ</w:t>
      </w:r>
    </w:p>
    <w:p w:rsidR="009F63AD" w:rsidRPr="00EF19B8" w:rsidRDefault="009F63AD" w:rsidP="009F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3BAF2E" wp14:editId="5EBC7BB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26" name="Группа 15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3AD" w:rsidRDefault="009F63AD" w:rsidP="009F63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A3BAF2E" id="Группа 1592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QZ7HYAAEF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" fillcolor="black" stroked="f"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" fillcolor="black" stroked="f"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63AD" w:rsidRDefault="009F63AD" w:rsidP="009F63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ru-RU" w:eastAsia="en-US"/>
        </w:rPr>
      </w:pPr>
      <w:r w:rsidRPr="009F63A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ru-RU" w:eastAsia="en-US"/>
        </w:rPr>
        <w:t>УКРАЇНА</w:t>
      </w:r>
    </w:p>
    <w:p w:rsidR="009F63AD" w:rsidRPr="009F63AD" w:rsidRDefault="009F63AD" w:rsidP="009F63A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  <w:r w:rsidRPr="009F63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  <w:t>КРУПЕЦЬКА СІЛЬСЬКА РАДА</w:t>
      </w: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  <w:r w:rsidRPr="009F63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  <w:t>СЛАВУТСЬКОГО РАЙОНУ</w:t>
      </w: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  <w:r w:rsidRPr="009F63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  <w:t>ХМЕЛЬНИЦЬКОЇ ОБЛАСТІ</w:t>
      </w: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  <w:r w:rsidRPr="009F63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  <w:t xml:space="preserve"> РІШЕННЯ</w:t>
      </w: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V</w:t>
      </w:r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сесії</w:t>
      </w:r>
      <w:proofErr w:type="spellEnd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сільської</w:t>
      </w:r>
      <w:proofErr w:type="spellEnd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 </w:t>
      </w:r>
      <w:proofErr w:type="gramStart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V</w:t>
      </w:r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ІІІ</w:t>
      </w:r>
      <w:proofErr w:type="gramEnd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скликання</w:t>
      </w:r>
      <w:proofErr w:type="spellEnd"/>
    </w:p>
    <w:p w:rsidR="009F63AD" w:rsidRPr="009F63AD" w:rsidRDefault="009F63AD" w:rsidP="009F63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</w:pPr>
    </w:p>
    <w:p w:rsidR="009F63AD" w:rsidRPr="009F63AD" w:rsidRDefault="009F63AD" w:rsidP="009F63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</w:pPr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   __.06.2021 року                                            </w:t>
      </w:r>
      <w:proofErr w:type="spellStart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Крупець</w:t>
      </w:r>
      <w:proofErr w:type="spellEnd"/>
      <w:r w:rsidRPr="009F63A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 xml:space="preserve">                                                 №___</w:t>
      </w:r>
    </w:p>
    <w:p w:rsidR="009F63AD" w:rsidRPr="009F63AD" w:rsidRDefault="009F63AD" w:rsidP="009F63A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9F63AD" w:rsidRPr="00EF19B8" w:rsidRDefault="009F63AD" w:rsidP="009F63A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F63AD" w:rsidRPr="009F63AD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F63AD">
        <w:rPr>
          <w:rFonts w:ascii="Times New Roman" w:eastAsia="Calibri" w:hAnsi="Times New Roman" w:cs="Times New Roman"/>
          <w:b/>
          <w:sz w:val="24"/>
          <w:lang w:val="ru-RU" w:eastAsia="en-US"/>
        </w:rPr>
        <w:t>Дзядович</w:t>
      </w:r>
      <w:proofErr w:type="spellEnd"/>
      <w:r w:rsidRPr="009F63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Л.С., </w:t>
      </w:r>
      <w:proofErr w:type="spellStart"/>
      <w:r w:rsidRPr="009F63AD">
        <w:rPr>
          <w:rFonts w:ascii="Times New Roman" w:eastAsia="Calibri" w:hAnsi="Times New Roman" w:cs="Times New Roman"/>
          <w:b/>
          <w:sz w:val="24"/>
          <w:lang w:val="ru-RU" w:eastAsia="en-US"/>
        </w:rPr>
        <w:t>Ковбі</w:t>
      </w:r>
      <w:proofErr w:type="spellEnd"/>
      <w:r w:rsidRPr="009F63AD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В.В.</w:t>
      </w: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Дзядович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Л.С.,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Ковби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В.В.</w:t>
      </w:r>
      <w:r w:rsidRPr="001E5FCA">
        <w:rPr>
          <w:rFonts w:ascii="Times New Roman" w:eastAsia="Calibri" w:hAnsi="Times New Roman" w:cs="Times New Roman"/>
          <w:sz w:val="24"/>
          <w:lang w:val="ru-RU" w:eastAsia="en-US"/>
        </w:rPr>
        <w:t>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F63AD" w:rsidRPr="009F63AD" w:rsidRDefault="009F63AD" w:rsidP="009F63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9F63AD" w:rsidRPr="009F63AD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      1.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Дзядович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Станіславівні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, яка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зареєстрована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за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адресою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: </w:t>
      </w:r>
      <w:r w:rsidR="00EC4C98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;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Ковбі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Василю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Васильовичу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який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зареєстрований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за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адресою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: </w:t>
      </w:r>
      <w:r w:rsidR="00EC4C98">
        <w:rPr>
          <w:rFonts w:ascii="Times New Roman" w:eastAsia="Calibri" w:hAnsi="Times New Roman" w:cs="Times New Roman"/>
          <w:sz w:val="24"/>
          <w:lang w:val="ru-RU" w:eastAsia="en-US"/>
        </w:rPr>
        <w:t>__________</w:t>
      </w:r>
      <w:bookmarkStart w:id="0" w:name="_GoBack"/>
      <w:bookmarkEnd w:id="0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дозвіл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на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розробку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проєкту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із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землеустрою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щодо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відведення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земельної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ділянки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орієнтовною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площею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0,7300 га, для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і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комплексу</w:t>
      </w:r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,  яка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розташована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Хмельницька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область,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Славутський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(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Шепетівський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) район, в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с</w:t>
      </w:r>
      <w:proofErr w:type="gram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.П</w:t>
      </w:r>
      <w:proofErr w:type="gram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олянь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вулиця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Шкільна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будинок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48.</w:t>
      </w:r>
    </w:p>
    <w:p w:rsidR="009F63AD" w:rsidRPr="009F63AD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      2.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Дзядович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Л.С.,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Ковбі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В.В,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розробити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проєкт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землеустрою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щодо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відведення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земельної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ділянки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для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передачі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її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у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власність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та подати на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розгляд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сесії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сільської</w:t>
      </w:r>
      <w:proofErr w:type="spell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ради</w:t>
      </w:r>
      <w:proofErr w:type="gramEnd"/>
      <w:r w:rsidRPr="009F63AD">
        <w:rPr>
          <w:rFonts w:ascii="Times New Roman" w:eastAsia="Calibri" w:hAnsi="Times New Roman" w:cs="Times New Roman"/>
          <w:sz w:val="24"/>
          <w:lang w:val="ru-RU" w:eastAsia="en-US"/>
        </w:rPr>
        <w:t>.</w:t>
      </w:r>
    </w:p>
    <w:p w:rsidR="009F63AD" w:rsidRPr="009F63AD" w:rsidRDefault="009F63AD" w:rsidP="009F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</w:t>
      </w: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3. Даний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дійсний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протязі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року з дня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прийняття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даного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рішення</w:t>
      </w:r>
      <w:proofErr w:type="spellEnd"/>
      <w:r w:rsidRPr="009F63A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9F63AD" w:rsidRPr="00EF19B8" w:rsidRDefault="009F63AD" w:rsidP="009F63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      4. Контроль за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виконанням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цього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р</w:t>
      </w:r>
      <w:proofErr w:type="gram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ішення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покласти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постійну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комісію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сільської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ради з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питань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земельних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відносин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природокористування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планування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території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будівництва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архітектури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охорони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пам’яток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історичного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>середовища</w:t>
      </w:r>
      <w:proofErr w:type="spellEnd"/>
      <w:r w:rsidRPr="009F63A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та благоустрою </w:t>
      </w:r>
      <w:r w:rsidRPr="004D26E8">
        <w:rPr>
          <w:rFonts w:ascii="Times New Roman" w:eastAsia="Arial Unicode MS" w:hAnsi="Times New Roman" w:cs="Times New Roman"/>
          <w:sz w:val="24"/>
          <w:szCs w:val="24"/>
        </w:rPr>
        <w:t>(</w:t>
      </w:r>
      <w:proofErr w:type="spellStart"/>
      <w:r w:rsidRPr="004D26E8">
        <w:rPr>
          <w:rFonts w:ascii="Times New Roman" w:eastAsia="Arial Unicode MS" w:hAnsi="Times New Roman" w:cs="Times New Roman"/>
          <w:sz w:val="24"/>
          <w:szCs w:val="24"/>
        </w:rPr>
        <w:t>Денисюк</w:t>
      </w:r>
      <w:proofErr w:type="spellEnd"/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F63AD" w:rsidRPr="00EF19B8" w:rsidRDefault="009F63AD" w:rsidP="009F63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22A87" w:rsidRPr="009F63AD" w:rsidRDefault="009F63AD" w:rsidP="009F63A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F19B8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EF19B8">
        <w:rPr>
          <w:rFonts w:ascii="Times New Roman" w:eastAsia="Arial Unicode MS" w:hAnsi="Times New Roman" w:cs="Times New Roman"/>
          <w:sz w:val="24"/>
          <w:szCs w:val="24"/>
        </w:rPr>
        <w:t>голова</w:t>
      </w:r>
      <w:proofErr w:type="spellEnd"/>
      <w:r w:rsidRPr="00EF19B8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Pr="00EF19B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F19B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22A87" w:rsidRPr="009F63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AD"/>
    <w:rsid w:val="00222A87"/>
    <w:rsid w:val="009F63AD"/>
    <w:rsid w:val="00EC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21</TotalTime>
  <Pages>1</Pages>
  <Words>256</Words>
  <Characters>1464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777</cp:lastModifiedBy>
  <cp:revision>3</cp:revision>
  <dcterms:created xsi:type="dcterms:W3CDTF">2021-06-22T08:23:00Z</dcterms:created>
  <dcterms:modified xsi:type="dcterms:W3CDTF">2021-06-22T13:21:00Z</dcterms:modified>
</cp:coreProperties>
</file>