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FF" w:rsidRDefault="005D78FF" w:rsidP="005D78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D78FF" w:rsidRDefault="005D78FF" w:rsidP="005D78FF"/>
    <w:p w:rsidR="005D78FF" w:rsidRDefault="005D78FF" w:rsidP="005D78FF"/>
    <w:p w:rsidR="005D78FF" w:rsidRDefault="005D78FF" w:rsidP="005D78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D78FF" w:rsidRDefault="005D78FF" w:rsidP="005D78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D78FF" w:rsidRDefault="005D78FF" w:rsidP="005D78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D78FF" w:rsidRDefault="005D78FF" w:rsidP="005D78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D78FF" w:rsidRDefault="005D78FF" w:rsidP="005D78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FF" w:rsidRDefault="005D78FF" w:rsidP="005D78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D78FF" w:rsidRDefault="005D78FF" w:rsidP="005D78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78FF" w:rsidRDefault="005D78FF" w:rsidP="005D78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D78FF" w:rsidRDefault="005D78FF" w:rsidP="005D78F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5D78FF" w:rsidRDefault="005D78FF" w:rsidP="005D78FF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D78FF" w:rsidRDefault="005D78FF" w:rsidP="005D78F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D78FF" w:rsidRDefault="005D78FF" w:rsidP="005D78F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D78FF" w:rsidRDefault="005D78FF" w:rsidP="005D78F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5D78FF" w:rsidRDefault="005D78FF" w:rsidP="005D78F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5D78FF" w:rsidRDefault="005D78FF" w:rsidP="005D78F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СФГ «Лан»</w:t>
      </w:r>
    </w:p>
    <w:p w:rsidR="005D78FF" w:rsidRDefault="005D78FF" w:rsidP="005D78FF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селянського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фермерського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«Лан»  Пруса  В.Ф.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СФГ «Лан»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код ЄДРПОУ 03789399,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10,0 га, 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проектними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польовими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дорогами,земельна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териорії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(до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приєднання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Головлівська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рада)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межамаи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Нижні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СФГ «Лан»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5D78FF" w:rsidRDefault="005D78FF" w:rsidP="005D78F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D78FF" w:rsidRP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506B9" w:rsidRPr="005D78FF" w:rsidRDefault="005D78FF" w:rsidP="005D78F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506B9" w:rsidRPr="005D78FF" w:rsidSect="00150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D78FF"/>
    <w:rsid w:val="001506B9"/>
    <w:rsid w:val="00171A2E"/>
    <w:rsid w:val="00304C90"/>
    <w:rsid w:val="00505B6D"/>
    <w:rsid w:val="005D78FF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F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2020-03-04T08:32:00Z</dcterms:created>
  <dcterms:modified xsi:type="dcterms:W3CDTF">2020-03-04T08:32:00Z</dcterms:modified>
</cp:coreProperties>
</file>