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68D5" w:rsidRPr="00012FA3" w:rsidRDefault="002E68D5" w:rsidP="002E68D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noProof/>
          <w:sz w:val="24"/>
          <w:szCs w:val="24"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3B198C6" wp14:editId="5F3ED020">
                <wp:simplePos x="0" y="0"/>
                <wp:positionH relativeFrom="column">
                  <wp:posOffset>2834005</wp:posOffset>
                </wp:positionH>
                <wp:positionV relativeFrom="paragraph">
                  <wp:posOffset>-161925</wp:posOffset>
                </wp:positionV>
                <wp:extent cx="444500" cy="610870"/>
                <wp:effectExtent l="0" t="0" r="0" b="0"/>
                <wp:wrapNone/>
                <wp:docPr id="530" name="Группа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 bwMode="auto">
                        <a:xfrm>
                          <a:off x="0" y="0"/>
                          <a:ext cx="444500" cy="610870"/>
                          <a:chOff x="3834" y="994"/>
                          <a:chExt cx="1142" cy="1718"/>
                        </a:xfrm>
                      </wpg:grpSpPr>
                      <wps:wsp>
                        <wps:cNvPr id="531" name="Freeform 3"/>
                        <wps:cNvSpPr>
                          <a:spLocks noChangeAspect="1"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2" name="Freeform 4"/>
                        <wps:cNvSpPr>
                          <a:spLocks noChangeAspect="1"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3" name="Freeform 5"/>
                        <wps:cNvSpPr>
                          <a:spLocks noChangeAspect="1"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4" name="Freeform 6"/>
                        <wps:cNvSpPr>
                          <a:spLocks noChangeAspect="1"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5" name="Freeform 7"/>
                        <wps:cNvSpPr>
                          <a:spLocks noChangeAspect="1"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6" name="Freeform 8"/>
                        <wps:cNvSpPr>
                          <a:spLocks noChangeAspect="1"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7" name="Freeform 9"/>
                        <wps:cNvSpPr>
                          <a:spLocks noChangeAspect="1"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8" name="Freeform 10"/>
                        <wps:cNvSpPr>
                          <a:spLocks noChangeAspect="1"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9" name="Freeform 11"/>
                        <wps:cNvSpPr>
                          <a:spLocks noChangeAspect="1"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0" name="Freeform 12"/>
                        <wps:cNvSpPr>
                          <a:spLocks noChangeAspect="1"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1" name="Freeform 13"/>
                        <wps:cNvSpPr>
                          <a:spLocks noChangeAspect="1"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2" name="Freeform 14"/>
                        <wps:cNvSpPr>
                          <a:spLocks noChangeAspect="1"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3" name="Freeform 15"/>
                        <wps:cNvSpPr>
                          <a:spLocks noChangeAspect="1"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4" name="Freeform 16"/>
                        <wps:cNvSpPr>
                          <a:spLocks noChangeAspect="1"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5" name="Freeform 17"/>
                        <wps:cNvSpPr>
                          <a:spLocks noChangeAspect="1"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6" name="Freeform 18"/>
                        <wps:cNvSpPr>
                          <a:spLocks noChangeAspect="1"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7" name="Freeform 19"/>
                        <wps:cNvSpPr>
                          <a:spLocks noChangeAspect="1"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8" name="Freeform 20"/>
                        <wps:cNvSpPr>
                          <a:spLocks noChangeAspect="1"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9" name="Freeform 21"/>
                        <wps:cNvSpPr>
                          <a:spLocks noChangeAspect="1"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0" name="Freeform 22"/>
                        <wps:cNvSpPr>
                          <a:spLocks noChangeAspect="1"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1" name="Rectangle 23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2" name="Freeform 24"/>
                        <wps:cNvSpPr>
                          <a:spLocks noChangeAspect="1"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3" name="Freeform 25"/>
                        <wps:cNvSpPr>
                          <a:spLocks noChangeAspect="1"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4" name="Freeform 26"/>
                        <wps:cNvSpPr>
                          <a:spLocks noChangeAspect="1"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5" name="Freeform 27"/>
                        <wps:cNvSpPr>
                          <a:spLocks noChangeAspect="1"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6" name="Freeform 28"/>
                        <wps:cNvSpPr>
                          <a:spLocks noChangeAspect="1"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7" name="Freeform 29"/>
                        <wps:cNvSpPr>
                          <a:spLocks noChangeAspect="1"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8" name="Rectangle 30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9" name="Freeform 31"/>
                        <wps:cNvSpPr>
                          <a:spLocks noChangeAspect="1"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0" name="Freeform 32"/>
                        <wps:cNvSpPr>
                          <a:spLocks noChangeAspect="1"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margin-left:223.15pt;margin-top:-12.75pt;width:35pt;height:48.1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">
                <o:lock v:ext="edit" aspectratio="t"/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bxMLcQA&#10;AADcAAAADwAAAGRycy9kb3ducmV2LnhtbESPQWvCQBSE7wX/w/IEb3VjgrZEVxFFEXqqtsXjI/tM&#10;gtm3YXeN8d+7hUKPw8x8wyxWvWlER87XlhVMxgkI4sLqmksFX6fd6zsIH5A1NpZJwYM8rJaDlwXm&#10;2t75k7pjKEWEsM9RQRVCm0vpi4oM+rFtiaN3sc5giNKVUju8R7hpZJokM2mw5rhQYUubiorr8WYU&#10;fHTp7Oe835pTVqZvrsi+t2ndKDUa9us5iEB9+A//tQ9awTSbwO+ZeATk8gk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28TC3EAAAA3A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  <o:lock v:ext="edit" aspectratio="t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prDsYA&#10;AADcAAAADwAAAGRycy9kb3ducmV2LnhtbESPQWvCQBSE74L/YXlCL6VukmIr0VUkINQKQqPg9ZF9&#10;TWKzb8PuVtN/3y0UPA4z8w2zXA+mE1dyvrWsIJ0mIIgrq1uuFZyO26c5CB+QNXaWScEPeVivxqMl&#10;5tre+IOuZahFhLDPUUETQp9L6auGDPqp7Ymj92mdwRClq6V2eItw08ksSV6kwZbjQoM9FQ1VX+W3&#10;USCP5S7sXlvzmL6fD0NqL8W+uij1MBk2CxCBhnAP/7fftILZcwZ/Z+IRkK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JprDsYAAADcAAAADwAAAAAAAAAAAAAAAACYAgAAZHJz&#10;L2Rvd25yZXYueG1sUEsFBgAAAAAEAAQA9QAAAIs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  <o:lock v:ext="edit" aspectratio="t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Mn1DccA&#10;AADcAAAADwAAAGRycy9kb3ducmV2LnhtbESPQWsCMRSE70L/Q3iFXqRmrVp0a5RWsIgHQW3vz83r&#10;7urmZZukuvbXG0HwOMzMN8x42phKHMn50rKCbicBQZxZXXKu4Gs7fx6C8AFZY2WZFJzJw3Ty0Bpj&#10;qu2J13TchFxECPsUFRQh1KmUPivIoO/Ymjh6P9YZDFG6XGqHpwg3lXxJkldpsOS4UGBNs4Kyw+bP&#10;KJgv6DD6rn8/+/9ukA/3u9XyY9tW6umxeX8DEagJ9/CtvdAKBr0eXM/EIyAn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jJ9Q3HAAAA3AAAAA8AAAAAAAAAAAAAAAAAmAIAAGRy&#10;cy9kb3ducmV2LnhtbFBLBQYAAAAABAAEAPUAAACM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  <o:lock v:ext="edit" aspectratio="t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3uAccMA&#10;AADcAAAADwAAAGRycy9kb3ducmV2LnhtbESPS4vCQBCE7wv+h6EFb+vEJxIdRRQXwZMP9Npm2iSa&#10;6QmZWZP99zuC4LGoqq+o2aIxhXhS5XLLCnrdCARxYnXOqYLTcfM9AeE8ssbCMin4IweLeetrhrG2&#10;Ne/pefCpCBB2MSrIvC9jKV2SkUHXtSVx8G62MuiDrFKpK6wD3BSyH0VjaTDnsJBhSauMksfh1yiI&#10;dqPiejtzM7msf5LHvd5wnfeU6rSb5RSEp8Z/wu/2VisYDYbwOhOOgJz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3uAccMAAADcAAAADwAAAAAAAAAAAAAAAACYAgAAZHJzL2Rv&#10;d25yZXYueG1sUEsFBgAAAAAEAAQA9QAAAIgDAAAAAA=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  <o:lock v:ext="edit" aspectratio="t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zI4sgA&#10;AADcAAAADwAAAGRycy9kb3ducmV2LnhtbESPT2sCMRTE74LfIbxCL0Wzrd2iW6PUgiIeCvXP/XXz&#10;uru6eVmTqNt+elMoeBxm5jfMeNqaWpzJ+cqygsd+AoI4t7riQsF2M+8NQfiArLG2TAp+yMN00u2M&#10;MdP2wp90XodCRAj7DBWUITSZlD4vyaDv24Y4et/WGQxRukJqh5cIN7V8SpIXabDiuFBiQ+8l5Yf1&#10;ySiYL+kw2jXHxfOvS4vh/utjNds8KHV/1769ggjUhlv4v73UCtJBCn9n4hGQky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IbMjiyAAAANwAAAAPAAAAAAAAAAAAAAAAAJgCAABk&#10;cnMvZG93bnJldi54bWxQSwUGAAAAAAQABAD1AAAAjQ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  <o:lock v:ext="edit" aspectratio="t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W7ncIA&#10;AADcAAAADwAAAGRycy9kb3ducmV2LnhtbESPzarCMBSE94LvEI7gTlOvKFKNIl4U4a78QbfH5thW&#10;m5PSRFvf/kYQXA4z8w0zWzSmEE+qXG5ZwaAfgSBOrM45VXA8rHsTEM4jaywsk4IXOVjM260ZxtrW&#10;vKPn3qciQNjFqCDzvoyldElGBl3flsTBu9rKoA+ySqWusA5wU8ifKBpLgzmHhQxLWmWU3PcPoyD6&#10;GxWX64mbyfl3k9xv9ZrrfKBUt9MspyA8Nf4b/rS3WsFoOIb3mXAE5Pw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5budwgAAANw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  <o:lock v:ext="edit" aspectratio="t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43hr8UA&#10;AADcAAAADwAAAGRycy9kb3ducmV2LnhtbESPQWvCQBSE74X+h+UVvNVNDVobXaWkCl616aG3Z/aZ&#10;hGTfhuw2Rn+9Kwg9DjPzDbNcD6YRPXWusqzgbRyBIM6trrhQkH1vX+cgnEfW2FgmBRdysF49Py0x&#10;0fbMe+oPvhABwi5BBaX3bSKly0sy6Ma2JQ7eyXYGfZBdIXWH5wA3jZxE0UwarDgslNhSWlJeH/6M&#10;gp+vuo4/OIqvv306d+kxyyanjVKjl+FzAcLT4P/Dj/ZOK5jG73A/E46AXN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jeGvxQAAANwAAAAPAAAAAAAAAAAAAAAAAJgCAABkcnMv&#10;ZG93bnJldi54bWxQSwUGAAAAAAQABAD1AAAAigMAAAAA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  <o:lock v:ext="edit" aspectratio="t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BRvcQA&#10;AADcAAAADwAAAGRycy9kb3ducmV2LnhtbERPy2rCQBTdF/yH4QpuSp1oaynRUaQoKOjCB2p3l8w1&#10;CWbupJkxxn69syi4PJz3aNKYQtRUudyygl43AkGcWJ1zqmC/m799gXAeWWNhmRTcycFk3HoZYazt&#10;jTdUb30qQgi7GBVk3pexlC7JyKDr2pI4cGdbGfQBVqnUFd5CuClkP4o+pcGcQ0OGJX1nlFy2V6Pg&#10;g+rTdPX3sz6cfmfenl+PS9c7KtVpN9MhCE+Nf4r/3QutYPAe1oYz4QjI8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gAUb3EAAAA3AAAAA8AAAAAAAAAAAAAAAAAmAIAAGRycy9k&#10;b3ducmV2LnhtbFBLBQYAAAAABAAEAPUAAACJAwAAAAA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  <o:lock v:ext="edit" aspectratio="t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7QRsQA&#10;AADcAAAADwAAAGRycy9kb3ducmV2LnhtbESPQWvCQBSE7wX/w/IEb3WjwaLRVSRV6LU2Hrw9s88k&#10;JPs2ZLcx9te7hUKPw8x8w2x2g2lET52rLCuYTSMQxLnVFRcKsq/j6xKE88gaG8uk4EEOdtvRywYT&#10;be/8Sf3JFyJA2CWooPS+TaR0eUkG3dS2xMG72c6gD7IrpO7wHuCmkfMoepMGKw4LJbaUlpTXp2+j&#10;4Pxe1/GKo/jn0qdLl16zbH47KDUZD/s1CE+D/w//tT+0gkW8gt8z4QjI7R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1e0EbEAAAA3A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  <o:lock v:ext="edit" aspectratio="t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AuxsUA&#10;AADcAAAADwAAAGRycy9kb3ducmV2LnhtbERPy2rCQBTdF/yH4QrdFJ1YVCQ6CVIqtNAufOBjd8lc&#10;k2DmTsxMY9qv7ywEl4fzXqSdqURLjSstKxgNIxDEmdUl5wp229VgBsJ5ZI2VZVLwSw7SpPe0wFjb&#10;G6+p3fhchBB2MSoovK9jKV1WkEE3tDVx4M62MegDbHKpG7yFcFPJ1yiaSoMlh4YCa3orKLtsfoyC&#10;MbXH5dff6Xt/vL57e345fLrRQannfrecg/DU+Yf47v7QCibjMD+cCUdAJ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cC7GxQAAANwAAAAPAAAAAAAAAAAAAAAAAJgCAABkcnMv&#10;ZG93bnJldi54bWxQSwUGAAAAAAQABAD1AAAAigMAAAAA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  <o:lock v:ext="edit" aspectratio="t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u5sRMcA&#10;AADcAAAADwAAAGRycy9kb3ducmV2LnhtbESPQUvDQBSE74L/YXmCN7upRitpt0UqtkJBaCp6fWRf&#10;s7HZtzG7aVJ/vVsQPA4z8w0zWwy2FkdqfeVYwXiUgCAunK64VPC+e7l5BOEDssbaMSk4kYfF/PJi&#10;hpl2PW/pmIdSRAj7DBWYEJpMSl8YsuhHriGO3t61FkOUbSl1i32E21reJsmDtFhxXDDY0NJQccg7&#10;q+AzvXtzZp27rn9e/Ry235Ovj+VGqeur4WkKItAQ/sN/7Vet4D4dw/lMPAJy/gs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7ubETHAAAA3AAAAA8AAAAAAAAAAAAAAAAAmAIAAGRy&#10;cy9kb3ducmV2LnhtbFBLBQYAAAAABAAEAPUAAACM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  <o:lock v:ext="edit" aspectratio="t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4XHwsUA&#10;AADcAAAADwAAAGRycy9kb3ducmV2LnhtbESPT2sCMRTE7wW/Q3hCbzWr1SLrRtFSReyp2/b+2Lz9&#10;g5uXdRPX9Ns3QqHHYWZ+w2SbYFoxUO8aywqmkwQEcWF1w5WCr8/90xKE88gaW8uk4IccbNajhwxT&#10;bW/8QUPuKxEh7FJUUHvfpVK6oiaDbmI74uiVtjfoo+wrqXu8Rbhp5SxJXqTBhuNCjR291lSc86tR&#10;8HxaXA56V70N7fLg3o/lPjThW6nHcdiuQHgK/j/81z5qBYv5DO5n4hGQ6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hcfCxQAAANwAAAAPAAAAAAAAAAAAAAAAAJgCAABkcnMv&#10;ZG93bnJldi54bWxQSwUGAAAAAAQABAD1AAAAigMAAAAA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  <o:lock v:ext="edit" aspectratio="t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8QOUMUA&#10;AADcAAAADwAAAGRycy9kb3ducmV2LnhtbESPQWvCQBSE7wX/w/IK3uomam1N3YhUhEDxoO2hx0f2&#10;NRvMvg3ZbRL/vSsUehxm5htmsx1tI3rqfO1YQTpLQBCXTtdcKfj6PDy9gvABWWPjmBRcycM2nzxs&#10;MNNu4BP151CJCGGfoQITQptJ6UtDFv3MtcTR+3GdxRBlV0nd4RDhtpHzJFlJizXHBYMtvRsqL+df&#10;q+B7fVyno9knH/3LrgglI176lVLTx3H3BiLQGP7Df+1CK3heLuB+Jh4Bmd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/xA5QxQAAANwAAAAPAAAAAAAAAAAAAAAAAJgCAABkcnMv&#10;ZG93bnJldi54bWxQSwUGAAAAAAQABAD1AAAAig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  <o:lock v:ext="edit" aspectratio="t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bn6P8cA&#10;AADcAAAADwAAAGRycy9kb3ducmV2LnhtbESPQWvCQBSE7wX/w/KE3nRjjGJTVxHB4sWDtrU9PrKv&#10;SWr2bcyuMe2vd4VCj8PMfMPMl52pREuNKy0rGA0jEMSZ1SXnCt5eN4MZCOeRNVaWScEPOVgueg9z&#10;TLW98p7ag89FgLBLUUHhfZ1K6bKCDLqhrYmD92Ubgz7IJpe6wWuAm0rGUTSVBksOCwXWtC4oOx0u&#10;RsHHaPf7VI+79/jTn7ff8cs52xynSj32u9UzCE+d/w//tbdawSRJ4H4mHAG5uA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G5+j/HAAAA3AAAAA8AAAAAAAAAAAAAAAAAmAIAAGRy&#10;cy9kb3ducmV2LnhtbFBLBQYAAAAABAAEAPUAAACMAwAAAAA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  <o:lock v:ext="edit" aspectratio="t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s4mMMA&#10;AADcAAAADwAAAGRycy9kb3ducmV2LnhtbESPzWrDMBCE74W8g9hCb43ckp/iRA4mpZDQU5w8wGJt&#10;/RNrJSQ1dt8+KhR6HGbmG2a7m8wgbuRDZ1nByzwDQVxb3XGj4HL+eH4DESKyxsEyKfihALti9rDF&#10;XNuRT3SrYiMShEOOCtoYXS5lqFsyGObWESfvy3qDMUnfSO1xTHAzyNcsW0mDHaeFFh3tW6qv1bdR&#10;gN6t310lx9Oq/8RDfyxpYUulnh6ncgMi0hT/w3/tg1awXCzh90w6ArK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Ps4mMMAAADc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  <o:lock v:ext="edit" aspectratio="t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P1SMgA&#10;AADcAAAADwAAAGRycy9kb3ducmV2LnhtbESPzWvCQBTE7wX/h+UJ3pqNH7WSuopfAbG51LYHb4/s&#10;axLMvg3ZVdP+9W6h0OMwM79h5svO1OJKrassKxhGMQji3OqKCwUf7+njDITzyBpry6TgmxwsF72H&#10;OSba3viNrkdfiABhl6CC0vsmkdLlJRl0kW2Ig/dlW4M+yLaQusVbgJtajuJ4Kg1WHBZKbGhTUn4+&#10;XoyCLM2a7JV3s9P2sh6f9j+fz3xIlRr0u9ULCE+d/w//tfdawdNkCr9nwhGQiz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JE/VIyAAAANwAAAAPAAAAAAAAAAAAAAAAAJgCAABk&#10;cnMvZG93bnJldi54bWxQSwUGAAAAAAQABAD1AAAAjQ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  <o:lock v:ext="edit" aspectratio="t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wxX8cA&#10;AADcAAAADwAAAGRycy9kb3ducmV2LnhtbESP3WoCMRSE7wt9h3AKvatZS2t1axQRpBa04A+0l6eb&#10;4+7i5mRN4rq+vREEL4eZ+YYZjltTiYacLy0r6HYSEMSZ1SXnCrab2UsfhA/IGivLpOBMHsajx4ch&#10;ptqeeEXNOuQiQtinqKAIoU6l9FlBBn3H1sTR21lnMETpcqkdniLcVPI1SXrSYMlxocCapgVl+/XR&#10;KPg59I6L5vfv69+1s/pQfU+XelAq9fzUTj5BBGrDPXxrz7WC97cPuJ6JR0COL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4sMV/HAAAA3AAAAA8AAAAAAAAAAAAAAAAAmAIAAGRy&#10;cy9kb3ducmV2LnhtbFBLBQYAAAAABAAEAPUAAACM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  <o:lock v:ext="edit" aspectratio="t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zZJSMAA&#10;AADcAAAADwAAAGRycy9kb3ducmV2LnhtbERPy4rCMBTdD/gP4QruxlTRUapRRPCBDIjVD7g016bY&#10;3JQmavXrzWJglofzni9bW4kHNb50rGDQT0AQ506XXCi4nDffUxA+IGusHJOCF3lYLjpfc0y1e/KJ&#10;HlkoRAxhn6ICE0KdSulzQxZ939XEkbu6xmKIsCmkbvAZw20lh0nyIy2WHBsM1rQ2lN+yu1XAidwc&#10;f/NKy+37MjnsTHYY3zOlet12NQMRqA3/4j/3XisYj+LaeCYeAbn4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zZJSMAAAADcAAAADwAAAAAAAAAAAAAAAACYAgAAZHJzL2Rvd25y&#10;ZXYueG1sUEsFBgAAAAAEAAQA9QAAAIUDAAAAAA=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  <o:lock v:ext="edit" aspectratio="t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keb8cA&#10;AADcAAAADwAAAGRycy9kb3ducmV2LnhtbESPT2vCQBTE74V+h+UVvDWb+qck0VXUVlBvTQvi7ZF9&#10;JqHZtyG7atpP3y0IHoeZ+Q0zW/SmERfqXG1ZwUsUgyAurK65VPD1uXlOQDiPrLGxTAp+yMFi/vgw&#10;w0zbK3/QJfelCBB2GSqovG8zKV1RkUEX2ZY4eCfbGfRBdqXUHV4D3DRyGMev0mDNYaHCltYVFd/5&#10;2SjIT8ejXvH7eJdM3Hq/H/2mh82bUoOnfjkF4an39/CtvdUKJuMU/s+EIyDn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SJHm/HAAAA3AAAAA8AAAAAAAAAAAAAAAAAmAIAAGRy&#10;cy9kb3ducmV2LnhtbFBLBQYAAAAABAAEAPUAAACM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  <o:lock v:ext="edit" aspectratio="t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0H1q70A&#10;AADcAAAADwAAAGRycy9kb3ducmV2LnhtbERPyw4BMRTdS/xDcyV2dBAiQ4kIiYWF1wfcTK/pML0d&#10;02L8vS4klifnPV82thQvqn3hWMGgn4AgzpwuOFdwOW97UxA+IGssHZOCD3lYLtqtOabavflIr1PI&#10;RQxhn6ICE0KVSukzQxZ931XEkbu62mKIsM6lrvEdw20ph0kykRYLjg0GK1obyu6np1UwvKxu6+th&#10;tL89RglvrGk2z6NRqttpVjMQgZrwF//cO61gPI7z45l4BOTiC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30H1q70AAADcAAAADwAAAAAAAAAAAAAAAACYAgAAZHJzL2Rvd25yZXYu&#10;eG1sUEsFBgAAAAAEAAQA9QAAAIIDAAAAAA=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  <o:lock v:ext="edit" aspectratio="t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911ssYA&#10;AADcAAAADwAAAGRycy9kb3ducmV2LnhtbESPQWsCMRSE70L/Q3gFb5pV3KKrUWpB8CJU7aHenpvX&#10;3cXNyzaJuvrrm4LgcZiZb5jZojW1uJDzlWUFg34Cgji3uuJCwdd+1RuD8AFZY22ZFNzIw2L+0plh&#10;pu2Vt3TZhUJECPsMFZQhNJmUPi/JoO/bhjh6P9YZDFG6QmqH1wg3tRwmyZs0WHFcKLGhj5Ly0+5s&#10;FCwn4+Xv54g39+3xQIfv4ykdukSp7mv7PgURqA3P8KO91grSdAD/Z+IRkP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911ssYAAADcAAAADwAAAAAAAAAAAAAAAACYAgAAZHJz&#10;L2Rvd25yZXYueG1sUEsFBgAAAAAEAAQA9QAAAIsDAAAAAA==&#10;" fillcolor="black" stroked="f">
                  <o:lock v:ext="edit" aspectratio="t"/>
                </v:rect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QRdVsUA&#10;AADcAAAADwAAAGRycy9kb3ducmV2LnhtbESPT4vCMBTE74LfITzBi2haWYt0jSKi4HoR/yzs8dG8&#10;bYvNS2lird/eLCx4HGbmN8xi1ZlKtNS40rKCeBKBIM6sLjlXcL3sxnMQziNrrCyTgic5WC37vQWm&#10;2j74RO3Z5yJA2KWooPC+TqV0WUEG3cTWxMH7tY1BH2STS93gI8BNJadRlEiDJYeFAmvaFJTdznej&#10;4CCzdvT1QfExb39u2+P82ySnWKnhoFt/gvDU+Xf4v73XCmazKfydCUdALl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BF1WxQAAANwAAAAPAAAAAAAAAAAAAAAAAJgCAABkcnMv&#10;ZG93bnJldi54bWxQSwUGAAAAAAQABAD1AAAAigMAAAAA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  <o:lock v:ext="edit" aspectratio="t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Z3TssQA&#10;AADcAAAADwAAAGRycy9kb3ducmV2LnhtbESPUWvCQBCE3wv9D8cWfKsXlRSbeoqUChaEUvUHLHfb&#10;JJjbC7nVRH99Tyj0cZiZb5jFavCNulAX68AGJuMMFLENrubSwPGweZ6DioLssAlMBq4UYbV8fFhg&#10;4ULP33TZS6kShGOBBiqRttA62oo8xnFoiZP3EzqPkmRXatdhn+C+0dMse9Eea04LFbb0XpE97c/e&#10;wPRsxfrXz9vu4yj516Hts3y+Nmb0NKzfQAkN8h/+a2+dgTyfwf1MOgJ6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2d07LEAAAA3AAAAA8AAAAAAAAAAAAAAAAAmAIAAGRycy9k&#10;b3ducmV2LnhtbFBLBQYAAAAABAAEAPUAAACJAwAAAAA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  <o:lock v:ext="edit" aspectratio="t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EzXsYA&#10;AADcAAAADwAAAGRycy9kb3ducmV2LnhtbESPQWsCMRSE70L/Q3gFb5qtrVK2RpHSSoVV0fbS2yN5&#10;bhY3L8sm6vrvm4LgcZiZb5jpvHO1OFMbKs8KnoYZCGLtTcWlgp/vz8EriBCRDdaeScGVAsxnD70p&#10;5sZfeEfnfSxFgnDIUYGNscmlDNqSwzD0DXHyDr51GJNsS2lavCS4q+UoyybSYcVpwWJD75b0cX9y&#10;CvTyufhYFb9Wn0bbdVlttoXbHZTqP3aLNxCRungP39pfRsF4/AL/Z9IRkL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hEzXsYAAADcAAAADwAAAAAAAAAAAAAAAACYAgAAZHJz&#10;L2Rvd25yZXYueG1sUEsFBgAAAAAEAAQA9QAAAIsDAAAAAA==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  <o:lock v:ext="edit" aspectratio="t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Z3FsMA&#10;AADcAAAADwAAAGRycy9kb3ducmV2LnhtbESPQYvCMBSE7wv+h/CEva2pQkWqqYggrBdBV9Hjo3m2&#10;pc1LabJt119vhAWPw8x8w6zWg6lFR60rLSuYTiIQxJnVJecKzj+7rwUI55E11pZJwR85WKejjxUm&#10;2vZ8pO7kcxEg7BJUUHjfJFK6rCCDbmIb4uDdbWvQB9nmUrfYB7ip5SyK5tJgyWGhwIa2BWXV6dco&#10;aMzjcr7tD100veJM91vuqzkr9TkeNksQngb/Dv+3v7WCOI7hdSYcAZk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RZ3FsMAAADcAAAADwAAAAAAAAAAAAAAAACYAgAAZHJzL2Rv&#10;d25yZXYueG1sUEsFBgAAAAAEAAQA9QAAAIgDAAAAAA==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  <o:lock v:ext="edit" aspectratio="t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RoZcMQA&#10;AADcAAAADwAAAGRycy9kb3ducmV2LnhtbESPQYvCMBSE74L/ITzBm00VFbcaRQTFk6BdqHt7NM+2&#10;2LyUJmp3f71ZWNjjMDPfMKtNZ2rxpNZVlhWMoxgEcW51xYWCz3Q/WoBwHlljbZkUfJODzbrfW2Gi&#10;7YvP9Lz4QgQIuwQVlN43iZQuL8mgi2xDHLybbQ36INtC6hZfAW5qOYnjuTRYcVgosaFdSfn98jAK&#10;ptePbZrR1889O9hMHtOTPe0fSg0H3XYJwlPn/8N/7aNWMJvN4fdMOAJy/Q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EaGXDEAAAA3AAAAA8AAAAAAAAAAAAAAAAAmAIAAGRycy9k&#10;b3ducmV2LnhtbFBLBQYAAAAABAAEAPUAAACJAwAAAAA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  <o:lock v:ext="edit" aspectratio="t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/JZosYA&#10;AADcAAAADwAAAGRycy9kb3ducmV2LnhtbESPQWvCQBSE70L/w/IEb7pRMZXUVUqLoAgFbaHXZ/Y1&#10;SZN9G3dXjf/eFQo9DjPzDbNYdaYRF3K+sqxgPEpAEOdWV1wo+PpcD+cgfEDW2FgmBTfysFo+9RaY&#10;aXvlPV0OoRARwj5DBWUIbSalz0sy6Ee2JY7ej3UGQ5SukNrhNcJNIydJkkqDFceFElt6KymvD2ej&#10;4DR9rz/c8fv3uNvOb2mdnyZymyo16HevLyACdeE//NfeaAWz2TM8zsQjIJ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/JZosYAAADcAAAADwAAAAAAAAAAAAAAAACYAgAAZHJz&#10;L2Rvd25yZXYueG1sUEsFBgAAAAAEAAQA9QAAAIsDAAAAAA=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  <o:lock v:ext="edit" aspectratio="t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fcL8MA&#10;AADcAAAADwAAAGRycy9kb3ducmV2LnhtbERPz2vCMBS+C/sfwhO8aapYcdUocyB4EabbYd6ezbMt&#10;Ni9dErX61y8HwePH93u+bE0truR8ZVnBcJCAIM6trrhQ8PO97k9B+ICssbZMCu7kYbl468wx0/bG&#10;O7ruQyFiCPsMFZQhNJmUPi/JoB/YhjhyJ+sMhghdIbXDWww3tRwlyUQarDg2lNjQZ0n5eX8xClbv&#10;09Xf15i3j93xQIff4zkduUSpXrf9mIEI1IaX+OneaAVpGtfGM/EIyM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ufcL8MAAADcAAAADwAAAAAAAAAAAAAAAACYAgAAZHJzL2Rv&#10;d25yZXYueG1sUEsFBgAAAAAEAAQA9QAAAIgDAAAAAA==&#10;" fillcolor="black" stroked="f">
                  <o:lock v:ext="edit" aspectratio="t"/>
                </v:rect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ubUcUA&#10;AADcAAAADwAAAGRycy9kb3ducmV2LnhtbESP0WoCMRRE34X+Q7iFvkjNKlh0a5QiLSguLGo/4Lq5&#10;3V2a3CxJquvfG6Hg4zAzZ5jFqrdGnMmH1rGC8SgDQVw53XKt4Pv49ToDESKyRuOYFFwpwGr5NFhg&#10;rt2F93Q+xFokCIccFTQxdrmUoWrIYhi5jjh5P85bjEn6WmqPlwS3Rk6y7E1abDktNNjRuqHq9/Bn&#10;FXxOTr484c5U2bE2xbYshvOyUOrluf94BxGpj4/wf3ujFUync7ifSUdAL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u5tRxQAAANwAAAAPAAAAAAAAAAAAAAAAAJgCAABkcnMv&#10;ZG93bnJldi54bWxQSwUGAAAAAAQABAD1AAAAigMAAAAA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  <o:lock v:ext="edit" aspectratio="t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wuycMA&#10;AADcAAAADwAAAGRycy9kb3ducmV2LnhtbERPz2vCMBS+C/sfwhvspukmK7M2FScUBoJz6sHjs3lr&#10;ypqXrsm0/vfLQfD48f3OF4NtxZl63zhW8DxJQBBXTjdcKzjsy/EbCB+QNbaOScGVPCyKh1GOmXYX&#10;/qLzLtQihrDPUIEJocuk9JUhi37iOuLIfbveYoiwr6Xu8RLDbStfkiSVFhuODQY7WhmqfnZ/VoGV&#10;eDzVaVltltP153rWvG9/S6PU0+OwnIMINIS7+Ob+0Ape0zg/nolHQBb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CwuycMAAADcAAAADwAAAAAAAAAAAAAAAACYAgAAZHJzL2Rv&#10;d25yZXYueG1sUEsFBgAAAAAEAAQA9QAAAIgDAAAAAA==&#10;" path="m201,4097r199,l400,,,,,4097r201,xe" fillcolor="black" stroked="f">
                  <v:path arrowok="t" o:connecttype="custom" o:connectlocs="20,410;40,410;40,0;0,0;0,410;20,410" o:connectangles="0,0,0,0,0,0"/>
                  <o:lock v:ext="edit" aspectratio="t"/>
                </v:shape>
              </v:group>
            </w:pict>
          </mc:Fallback>
        </mc:AlternateContent>
      </w:r>
    </w:p>
    <w:p w:rsidR="002E68D5" w:rsidRPr="00012FA3" w:rsidRDefault="002E68D5" w:rsidP="002E68D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2E68D5" w:rsidRPr="00012FA3" w:rsidRDefault="002E68D5" w:rsidP="002E68D5">
      <w:pPr>
        <w:tabs>
          <w:tab w:val="left" w:pos="2520"/>
        </w:tabs>
        <w:spacing w:after="0"/>
        <w:rPr>
          <w:rFonts w:ascii="Times New Roman" w:hAnsi="Times New Roman"/>
          <w:b/>
          <w:sz w:val="24"/>
          <w:szCs w:val="24"/>
        </w:rPr>
      </w:pPr>
    </w:p>
    <w:p w:rsidR="002E68D5" w:rsidRPr="00012FA3" w:rsidRDefault="002E68D5" w:rsidP="002E68D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012FA3">
        <w:rPr>
          <w:rFonts w:ascii="Times New Roman" w:hAnsi="Times New Roman"/>
          <w:b/>
          <w:sz w:val="24"/>
          <w:szCs w:val="24"/>
        </w:rPr>
        <w:t>У К Р А Ї Н А</w:t>
      </w:r>
    </w:p>
    <w:p w:rsidR="002E68D5" w:rsidRPr="00012FA3" w:rsidRDefault="002E68D5" w:rsidP="002E68D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012FA3">
        <w:rPr>
          <w:rFonts w:ascii="Times New Roman" w:hAnsi="Times New Roman"/>
          <w:b/>
          <w:sz w:val="24"/>
          <w:szCs w:val="24"/>
        </w:rPr>
        <w:t>КРУПЕЦЬКА СІЛЬСЬКА РАДА</w:t>
      </w:r>
    </w:p>
    <w:p w:rsidR="002E68D5" w:rsidRPr="00012FA3" w:rsidRDefault="002E68D5" w:rsidP="002E68D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012FA3">
        <w:rPr>
          <w:rFonts w:ascii="Times New Roman" w:hAnsi="Times New Roman"/>
          <w:b/>
          <w:sz w:val="24"/>
          <w:szCs w:val="24"/>
        </w:rPr>
        <w:t>СЛАВУТСЬКОГО РАЙОНУ</w:t>
      </w:r>
    </w:p>
    <w:p w:rsidR="002E68D5" w:rsidRPr="00012FA3" w:rsidRDefault="002E68D5" w:rsidP="002E68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12FA3">
        <w:rPr>
          <w:rFonts w:ascii="Times New Roman" w:hAnsi="Times New Roman"/>
          <w:b/>
          <w:sz w:val="24"/>
          <w:szCs w:val="24"/>
        </w:rPr>
        <w:t>ХМЕЛЬНИЦЬКОЇ ОБЛАСТІ</w:t>
      </w:r>
    </w:p>
    <w:p w:rsidR="002E68D5" w:rsidRPr="00012FA3" w:rsidRDefault="002E68D5" w:rsidP="002E68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E68D5" w:rsidRPr="00012FA3" w:rsidRDefault="002E68D5" w:rsidP="002E68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12FA3">
        <w:rPr>
          <w:rFonts w:ascii="Times New Roman" w:hAnsi="Times New Roman"/>
          <w:b/>
          <w:sz w:val="24"/>
          <w:szCs w:val="24"/>
        </w:rPr>
        <w:t>ВИКОНАВЧИЙ КОМІТЕТ</w:t>
      </w:r>
    </w:p>
    <w:p w:rsidR="002E68D5" w:rsidRPr="00012FA3" w:rsidRDefault="002E68D5" w:rsidP="002E68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E68D5" w:rsidRPr="00012FA3" w:rsidRDefault="002E68D5" w:rsidP="002E68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12FA3">
        <w:rPr>
          <w:rFonts w:ascii="Times New Roman" w:hAnsi="Times New Roman"/>
          <w:b/>
          <w:sz w:val="24"/>
          <w:szCs w:val="24"/>
        </w:rPr>
        <w:t>РІШЕННЯ</w:t>
      </w:r>
    </w:p>
    <w:p w:rsidR="002E68D5" w:rsidRPr="00012FA3" w:rsidRDefault="002E68D5" w:rsidP="002E68D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2E68D5" w:rsidRPr="00012FA3" w:rsidRDefault="002E68D5" w:rsidP="002E68D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  <w:r w:rsidRPr="00012FA3">
        <w:rPr>
          <w:rFonts w:ascii="Times New Roman" w:hAnsi="Times New Roman"/>
          <w:sz w:val="24"/>
          <w:szCs w:val="24"/>
        </w:rPr>
        <w:t>19.08.2021                                                 Крупець                                                           №6</w:t>
      </w:r>
      <w:r>
        <w:rPr>
          <w:rFonts w:ascii="Times New Roman" w:hAnsi="Times New Roman"/>
          <w:sz w:val="24"/>
          <w:szCs w:val="24"/>
        </w:rPr>
        <w:t>9</w:t>
      </w:r>
    </w:p>
    <w:p w:rsidR="002E68D5" w:rsidRPr="00012FA3" w:rsidRDefault="002E68D5" w:rsidP="002E68D5">
      <w:pPr>
        <w:rPr>
          <w:rFonts w:ascii="Times New Roman" w:hAnsi="Times New Roman" w:cs="Times New Roman"/>
          <w:sz w:val="24"/>
          <w:szCs w:val="24"/>
        </w:rPr>
      </w:pPr>
    </w:p>
    <w:p w:rsidR="002E68D5" w:rsidRPr="00012FA3" w:rsidRDefault="002E68D5" w:rsidP="002E68D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12FA3">
        <w:rPr>
          <w:rFonts w:ascii="Times New Roman" w:hAnsi="Times New Roman" w:cs="Times New Roman"/>
          <w:b/>
          <w:sz w:val="24"/>
          <w:szCs w:val="24"/>
        </w:rPr>
        <w:t>Про внесення змін до рішення виконавчого комітету</w:t>
      </w:r>
    </w:p>
    <w:p w:rsidR="002E68D5" w:rsidRPr="00012FA3" w:rsidRDefault="002E68D5" w:rsidP="002E68D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12FA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12FA3">
        <w:rPr>
          <w:rFonts w:ascii="Times New Roman" w:hAnsi="Times New Roman" w:cs="Times New Roman"/>
          <w:b/>
          <w:sz w:val="24"/>
          <w:szCs w:val="24"/>
        </w:rPr>
        <w:t>Крупецької</w:t>
      </w:r>
      <w:proofErr w:type="spellEnd"/>
      <w:r w:rsidRPr="00012FA3">
        <w:rPr>
          <w:rFonts w:ascii="Times New Roman" w:hAnsi="Times New Roman" w:cs="Times New Roman"/>
          <w:b/>
          <w:sz w:val="24"/>
          <w:szCs w:val="24"/>
        </w:rPr>
        <w:t xml:space="preserve"> сільської ради від 13.07.2018 року№79 </w:t>
      </w:r>
    </w:p>
    <w:p w:rsidR="002E68D5" w:rsidRPr="00012FA3" w:rsidRDefault="002E68D5" w:rsidP="002E68D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12FA3">
        <w:rPr>
          <w:rFonts w:ascii="Times New Roman" w:hAnsi="Times New Roman" w:cs="Times New Roman"/>
          <w:b/>
          <w:sz w:val="24"/>
          <w:szCs w:val="24"/>
        </w:rPr>
        <w:t>«Про створення комісії для проведення обстеження</w:t>
      </w:r>
    </w:p>
    <w:p w:rsidR="002E68D5" w:rsidRPr="00012FA3" w:rsidRDefault="002E68D5" w:rsidP="002E68D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12FA3">
        <w:rPr>
          <w:rFonts w:ascii="Times New Roman" w:hAnsi="Times New Roman" w:cs="Times New Roman"/>
          <w:b/>
          <w:sz w:val="24"/>
          <w:szCs w:val="24"/>
        </w:rPr>
        <w:t xml:space="preserve"> при оформленні спеціальної бюджетної дотації на </w:t>
      </w:r>
    </w:p>
    <w:p w:rsidR="002E68D5" w:rsidRPr="00012FA3" w:rsidRDefault="002E68D5" w:rsidP="002E68D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12FA3">
        <w:rPr>
          <w:rFonts w:ascii="Times New Roman" w:hAnsi="Times New Roman" w:cs="Times New Roman"/>
          <w:b/>
          <w:sz w:val="24"/>
          <w:szCs w:val="24"/>
        </w:rPr>
        <w:t>вирощений молодняк ВРХ»</w:t>
      </w:r>
    </w:p>
    <w:p w:rsidR="002E68D5" w:rsidRPr="00012FA3" w:rsidRDefault="002E68D5" w:rsidP="002E68D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2E68D5" w:rsidRPr="00012FA3" w:rsidRDefault="002E68D5" w:rsidP="002E68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12FA3">
        <w:rPr>
          <w:rFonts w:ascii="Times New Roman" w:hAnsi="Times New Roman" w:cs="Times New Roman"/>
          <w:sz w:val="24"/>
          <w:szCs w:val="24"/>
        </w:rPr>
        <w:t xml:space="preserve">       Відповідно до статті 40 Закону України «Про місцеве самоврядування в Україні», на виконання Постанови КМУ №107 від 07.02.2018р   «Про затвердження Порядку використання коштів , передбачених у державному бюджеті для підтримки галузі тваринництва»  зі змінами  виконавчий комітет сільської ради </w:t>
      </w:r>
    </w:p>
    <w:p w:rsidR="002E68D5" w:rsidRPr="00012FA3" w:rsidRDefault="002E68D5" w:rsidP="002E68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12FA3">
        <w:rPr>
          <w:rFonts w:ascii="Times New Roman" w:hAnsi="Times New Roman" w:cs="Times New Roman"/>
          <w:sz w:val="24"/>
          <w:szCs w:val="24"/>
        </w:rPr>
        <w:t>ВИРІШИВ:</w:t>
      </w:r>
    </w:p>
    <w:p w:rsidR="002E68D5" w:rsidRPr="00012FA3" w:rsidRDefault="002E68D5" w:rsidP="002E68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12FA3">
        <w:rPr>
          <w:rFonts w:ascii="Times New Roman" w:hAnsi="Times New Roman" w:cs="Times New Roman"/>
          <w:sz w:val="24"/>
          <w:szCs w:val="24"/>
        </w:rPr>
        <w:t xml:space="preserve">      1.Внести зміни в пункт 1 до рішення виконавчого комітету </w:t>
      </w:r>
      <w:proofErr w:type="spellStart"/>
      <w:r w:rsidRPr="00012FA3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012FA3">
        <w:rPr>
          <w:rFonts w:ascii="Times New Roman" w:hAnsi="Times New Roman" w:cs="Times New Roman"/>
          <w:sz w:val="24"/>
          <w:szCs w:val="24"/>
        </w:rPr>
        <w:t xml:space="preserve"> сільської ради від 13.07.2018 року №79 «Про  створення комісії для проведення обстеження  при оформленні спеціальної бюджетної дотації на вирощений молодняк ВРХ», згідно додатку 1 , що додається.</w:t>
      </w:r>
    </w:p>
    <w:p w:rsidR="002E68D5" w:rsidRPr="00012FA3" w:rsidRDefault="002E68D5" w:rsidP="002E68D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12FA3">
        <w:rPr>
          <w:rFonts w:ascii="Times New Roman" w:hAnsi="Times New Roman" w:cs="Times New Roman"/>
          <w:sz w:val="24"/>
          <w:szCs w:val="24"/>
        </w:rPr>
        <w:t xml:space="preserve">      2.Комісії перевіряти наявність корів, які народили телят у господарствах фізичних осіб та наявність  телят по періодам виплати  спеціальної бюджетної дотації  на вирощений молодняк ВРХ для складання відповідних актів обстеження з підписами членів комісії.    </w:t>
      </w:r>
    </w:p>
    <w:p w:rsidR="002E68D5" w:rsidRPr="00012FA3" w:rsidRDefault="002E68D5" w:rsidP="002E68D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E68D5" w:rsidRPr="00012FA3" w:rsidRDefault="002E68D5" w:rsidP="002E68D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E68D5" w:rsidRPr="00012FA3" w:rsidRDefault="002E68D5" w:rsidP="002E68D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E68D5" w:rsidRPr="00012FA3" w:rsidRDefault="002E68D5" w:rsidP="002E68D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E68D5" w:rsidRPr="00012FA3" w:rsidRDefault="002E68D5" w:rsidP="002E68D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12FA3">
        <w:rPr>
          <w:rFonts w:ascii="Times New Roman" w:hAnsi="Times New Roman" w:cs="Times New Roman"/>
          <w:sz w:val="24"/>
          <w:szCs w:val="24"/>
        </w:rPr>
        <w:t>Заступник сільського голови</w:t>
      </w:r>
    </w:p>
    <w:p w:rsidR="002E68D5" w:rsidRPr="00012FA3" w:rsidRDefault="002E68D5" w:rsidP="002E68D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12FA3">
        <w:rPr>
          <w:rFonts w:ascii="Times New Roman" w:hAnsi="Times New Roman" w:cs="Times New Roman"/>
          <w:sz w:val="24"/>
          <w:szCs w:val="24"/>
        </w:rPr>
        <w:t xml:space="preserve">з питань діяльності </w:t>
      </w:r>
    </w:p>
    <w:p w:rsidR="002E68D5" w:rsidRPr="00012FA3" w:rsidRDefault="002E68D5" w:rsidP="002E68D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12FA3">
        <w:rPr>
          <w:rFonts w:ascii="Times New Roman" w:hAnsi="Times New Roman" w:cs="Times New Roman"/>
          <w:sz w:val="24"/>
          <w:szCs w:val="24"/>
        </w:rPr>
        <w:t xml:space="preserve">виконавчих органів ради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012FA3">
        <w:rPr>
          <w:rFonts w:ascii="Times New Roman" w:hAnsi="Times New Roman" w:cs="Times New Roman"/>
          <w:sz w:val="24"/>
          <w:szCs w:val="24"/>
        </w:rPr>
        <w:t xml:space="preserve">                           Любов ЛІПСЬКА</w:t>
      </w:r>
    </w:p>
    <w:p w:rsidR="002E68D5" w:rsidRPr="00012FA3" w:rsidRDefault="002E68D5" w:rsidP="002E68D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E68D5" w:rsidRPr="00012FA3" w:rsidRDefault="002E68D5" w:rsidP="002E68D5">
      <w:pPr>
        <w:rPr>
          <w:rFonts w:ascii="Times New Roman" w:hAnsi="Times New Roman" w:cs="Times New Roman"/>
          <w:sz w:val="24"/>
          <w:szCs w:val="24"/>
        </w:rPr>
      </w:pPr>
    </w:p>
    <w:p w:rsidR="002E68D5" w:rsidRPr="00012FA3" w:rsidRDefault="002E68D5" w:rsidP="002E68D5">
      <w:pPr>
        <w:rPr>
          <w:rFonts w:ascii="Times New Roman" w:hAnsi="Times New Roman" w:cs="Times New Roman"/>
          <w:sz w:val="24"/>
          <w:szCs w:val="24"/>
        </w:rPr>
      </w:pPr>
    </w:p>
    <w:p w:rsidR="002E68D5" w:rsidRPr="00012FA3" w:rsidRDefault="002E68D5" w:rsidP="002E68D5">
      <w:pPr>
        <w:rPr>
          <w:rFonts w:ascii="Times New Roman" w:hAnsi="Times New Roman" w:cs="Times New Roman"/>
          <w:sz w:val="24"/>
          <w:szCs w:val="24"/>
        </w:rPr>
      </w:pPr>
    </w:p>
    <w:p w:rsidR="002E68D5" w:rsidRPr="00012FA3" w:rsidRDefault="002E68D5" w:rsidP="002E68D5">
      <w:pPr>
        <w:rPr>
          <w:rFonts w:ascii="Times New Roman" w:hAnsi="Times New Roman" w:cs="Times New Roman"/>
          <w:sz w:val="24"/>
          <w:szCs w:val="24"/>
        </w:rPr>
      </w:pPr>
    </w:p>
    <w:p w:rsidR="002E68D5" w:rsidRPr="00012FA3" w:rsidRDefault="002E68D5" w:rsidP="002E68D5">
      <w:pPr>
        <w:shd w:val="clear" w:color="auto" w:fill="FFFFFF"/>
        <w:tabs>
          <w:tab w:val="left" w:pos="567"/>
        </w:tabs>
        <w:spacing w:after="0"/>
        <w:ind w:right="180"/>
        <w:jc w:val="both"/>
        <w:textAlignment w:val="baseline"/>
        <w:rPr>
          <w:rFonts w:ascii="Times New Roman" w:eastAsia="Times New Roman" w:hAnsi="Times New Roman"/>
          <w:sz w:val="24"/>
          <w:szCs w:val="24"/>
          <w:bdr w:val="none" w:sz="0" w:space="0" w:color="auto" w:frame="1"/>
        </w:rPr>
      </w:pPr>
    </w:p>
    <w:p w:rsidR="002E68D5" w:rsidRPr="00012FA3" w:rsidRDefault="002E68D5" w:rsidP="002E68D5">
      <w:pPr>
        <w:spacing w:after="0"/>
        <w:ind w:left="5103"/>
        <w:jc w:val="both"/>
        <w:rPr>
          <w:rFonts w:ascii="Times New Roman" w:hAnsi="Times New Roman"/>
          <w:sz w:val="24"/>
          <w:szCs w:val="24"/>
        </w:rPr>
      </w:pPr>
    </w:p>
    <w:p w:rsidR="002E68D5" w:rsidRPr="00012FA3" w:rsidRDefault="002E68D5" w:rsidP="002E68D5">
      <w:pPr>
        <w:spacing w:after="0"/>
        <w:ind w:left="5103"/>
        <w:jc w:val="both"/>
        <w:rPr>
          <w:rFonts w:ascii="Times New Roman" w:hAnsi="Times New Roman"/>
          <w:sz w:val="24"/>
          <w:szCs w:val="24"/>
        </w:rPr>
      </w:pPr>
      <w:r w:rsidRPr="00012FA3">
        <w:rPr>
          <w:rFonts w:ascii="Times New Roman" w:hAnsi="Times New Roman"/>
          <w:sz w:val="24"/>
          <w:szCs w:val="24"/>
        </w:rPr>
        <w:t>Додаток №1</w:t>
      </w:r>
    </w:p>
    <w:p w:rsidR="002E68D5" w:rsidRPr="00012FA3" w:rsidRDefault="002E68D5" w:rsidP="002E68D5">
      <w:pPr>
        <w:spacing w:after="0"/>
        <w:ind w:left="5103"/>
        <w:jc w:val="both"/>
        <w:rPr>
          <w:rFonts w:ascii="Times New Roman" w:hAnsi="Times New Roman"/>
          <w:b/>
          <w:sz w:val="24"/>
          <w:szCs w:val="24"/>
        </w:rPr>
      </w:pPr>
      <w:r w:rsidRPr="00012FA3">
        <w:rPr>
          <w:rFonts w:ascii="Times New Roman" w:hAnsi="Times New Roman"/>
          <w:b/>
          <w:sz w:val="24"/>
          <w:szCs w:val="24"/>
        </w:rPr>
        <w:t>ЗАТВЕРДЖЕНО</w:t>
      </w:r>
    </w:p>
    <w:p w:rsidR="002E68D5" w:rsidRPr="00012FA3" w:rsidRDefault="002E68D5" w:rsidP="002E68D5">
      <w:pPr>
        <w:spacing w:after="0"/>
        <w:ind w:left="5103"/>
        <w:jc w:val="both"/>
        <w:rPr>
          <w:rFonts w:ascii="Times New Roman" w:hAnsi="Times New Roman"/>
          <w:sz w:val="24"/>
          <w:szCs w:val="24"/>
        </w:rPr>
      </w:pPr>
      <w:r w:rsidRPr="00012FA3">
        <w:rPr>
          <w:rFonts w:ascii="Times New Roman" w:hAnsi="Times New Roman"/>
          <w:sz w:val="24"/>
          <w:szCs w:val="24"/>
        </w:rPr>
        <w:t>рішенням виконавчого комітету</w:t>
      </w:r>
    </w:p>
    <w:p w:rsidR="002E68D5" w:rsidRPr="00012FA3" w:rsidRDefault="002E68D5" w:rsidP="002E68D5">
      <w:pPr>
        <w:spacing w:after="0"/>
        <w:ind w:left="5103"/>
        <w:jc w:val="both"/>
        <w:rPr>
          <w:rFonts w:ascii="Times New Roman" w:hAnsi="Times New Roman"/>
          <w:sz w:val="24"/>
          <w:szCs w:val="24"/>
        </w:rPr>
      </w:pPr>
      <w:r w:rsidRPr="00012FA3">
        <w:rPr>
          <w:rFonts w:ascii="Times New Roman" w:hAnsi="Times New Roman"/>
          <w:sz w:val="24"/>
          <w:szCs w:val="24"/>
        </w:rPr>
        <w:t>від 19.08.2021 р. № 69</w:t>
      </w:r>
    </w:p>
    <w:p w:rsidR="002E68D5" w:rsidRPr="00012FA3" w:rsidRDefault="002E68D5" w:rsidP="002E68D5">
      <w:pPr>
        <w:pStyle w:val="afe"/>
        <w:spacing w:after="0"/>
        <w:ind w:left="0"/>
        <w:jc w:val="center"/>
        <w:rPr>
          <w:rFonts w:ascii="Times New Roman" w:hAnsi="Times New Roman"/>
          <w:b/>
          <w:sz w:val="24"/>
          <w:szCs w:val="24"/>
          <w:bdr w:val="none" w:sz="0" w:space="0" w:color="auto" w:frame="1"/>
        </w:rPr>
      </w:pPr>
    </w:p>
    <w:p w:rsidR="002E68D5" w:rsidRPr="00012FA3" w:rsidRDefault="002E68D5" w:rsidP="002E68D5">
      <w:pPr>
        <w:pStyle w:val="afe"/>
        <w:spacing w:after="0"/>
        <w:ind w:left="0"/>
        <w:jc w:val="center"/>
        <w:rPr>
          <w:rFonts w:ascii="Times New Roman" w:hAnsi="Times New Roman"/>
          <w:b/>
          <w:sz w:val="24"/>
          <w:szCs w:val="24"/>
          <w:bdr w:val="none" w:sz="0" w:space="0" w:color="auto" w:frame="1"/>
        </w:rPr>
      </w:pPr>
      <w:r w:rsidRPr="00012FA3">
        <w:rPr>
          <w:rFonts w:ascii="Times New Roman" w:hAnsi="Times New Roman"/>
          <w:b/>
          <w:sz w:val="24"/>
          <w:szCs w:val="24"/>
          <w:bdr w:val="none" w:sz="0" w:space="0" w:color="auto" w:frame="1"/>
        </w:rPr>
        <w:t xml:space="preserve">Комісія для проведення обстеження </w:t>
      </w:r>
    </w:p>
    <w:p w:rsidR="002E68D5" w:rsidRPr="00012FA3" w:rsidRDefault="002E68D5" w:rsidP="002E68D5">
      <w:pPr>
        <w:pStyle w:val="afe"/>
        <w:spacing w:after="0"/>
        <w:ind w:left="0"/>
        <w:jc w:val="center"/>
        <w:rPr>
          <w:rFonts w:ascii="Times New Roman" w:hAnsi="Times New Roman"/>
          <w:b/>
          <w:sz w:val="24"/>
          <w:szCs w:val="24"/>
          <w:bdr w:val="none" w:sz="0" w:space="0" w:color="auto" w:frame="1"/>
        </w:rPr>
      </w:pPr>
      <w:r w:rsidRPr="00012FA3">
        <w:rPr>
          <w:rFonts w:ascii="Times New Roman" w:hAnsi="Times New Roman"/>
          <w:b/>
          <w:sz w:val="24"/>
          <w:szCs w:val="24"/>
          <w:bdr w:val="none" w:sz="0" w:space="0" w:color="auto" w:frame="1"/>
        </w:rPr>
        <w:t xml:space="preserve">при оформленні спеціальної бюджетної дотації на </w:t>
      </w:r>
    </w:p>
    <w:p w:rsidR="002E68D5" w:rsidRPr="00012FA3" w:rsidRDefault="002E68D5" w:rsidP="002E68D5">
      <w:pPr>
        <w:pStyle w:val="afe"/>
        <w:spacing w:after="0"/>
        <w:ind w:left="0"/>
        <w:jc w:val="center"/>
        <w:rPr>
          <w:rFonts w:ascii="Times New Roman" w:hAnsi="Times New Roman"/>
          <w:sz w:val="24"/>
          <w:szCs w:val="24"/>
          <w:bdr w:val="none" w:sz="0" w:space="0" w:color="auto" w:frame="1"/>
        </w:rPr>
      </w:pPr>
      <w:r w:rsidRPr="00012FA3">
        <w:rPr>
          <w:rFonts w:ascii="Times New Roman" w:hAnsi="Times New Roman"/>
          <w:b/>
          <w:sz w:val="24"/>
          <w:szCs w:val="24"/>
          <w:bdr w:val="none" w:sz="0" w:space="0" w:color="auto" w:frame="1"/>
        </w:rPr>
        <w:t>вирощений молодняк ВРХ</w:t>
      </w:r>
    </w:p>
    <w:p w:rsidR="002E68D5" w:rsidRPr="00012FA3" w:rsidRDefault="002E68D5" w:rsidP="002E68D5">
      <w:pPr>
        <w:pStyle w:val="afe"/>
        <w:spacing w:after="0"/>
        <w:ind w:left="0"/>
        <w:jc w:val="center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1"/>
        <w:gridCol w:w="4790"/>
      </w:tblGrid>
      <w:tr w:rsidR="002E68D5" w:rsidRPr="00012FA3" w:rsidTr="007816DC">
        <w:tc>
          <w:tcPr>
            <w:tcW w:w="4781" w:type="dxa"/>
            <w:hideMark/>
          </w:tcPr>
          <w:p w:rsidR="002E68D5" w:rsidRPr="00012FA3" w:rsidRDefault="002E68D5" w:rsidP="007816DC">
            <w:pPr>
              <w:pStyle w:val="afe"/>
              <w:spacing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012FA3">
              <w:rPr>
                <w:rFonts w:ascii="Times New Roman" w:hAnsi="Times New Roman"/>
                <w:sz w:val="24"/>
                <w:szCs w:val="24"/>
                <w:lang w:eastAsia="ru-RU"/>
              </w:rPr>
              <w:t>Ліпська</w:t>
            </w:r>
            <w:proofErr w:type="spellEnd"/>
            <w:r w:rsidRPr="00012FA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Любов Петрівна -  </w:t>
            </w:r>
          </w:p>
        </w:tc>
        <w:tc>
          <w:tcPr>
            <w:tcW w:w="4790" w:type="dxa"/>
            <w:hideMark/>
          </w:tcPr>
          <w:p w:rsidR="002E68D5" w:rsidRPr="00012FA3" w:rsidRDefault="002E68D5" w:rsidP="007816DC">
            <w:pPr>
              <w:pStyle w:val="afe"/>
              <w:spacing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2FA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заступник сільського голови з питань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12FA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діяльності виконавчих органів ради, </w:t>
            </w:r>
          </w:p>
          <w:p w:rsidR="002E68D5" w:rsidRPr="00012FA3" w:rsidRDefault="002E68D5" w:rsidP="007816DC">
            <w:pPr>
              <w:pStyle w:val="afe"/>
              <w:spacing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2FA3">
              <w:rPr>
                <w:rFonts w:ascii="Times New Roman" w:hAnsi="Times New Roman"/>
                <w:sz w:val="24"/>
                <w:szCs w:val="24"/>
                <w:lang w:eastAsia="ru-RU"/>
              </w:rPr>
              <w:t>голова комісії ;</w:t>
            </w:r>
          </w:p>
        </w:tc>
      </w:tr>
      <w:tr w:rsidR="002E68D5" w:rsidRPr="00012FA3" w:rsidTr="007816DC">
        <w:tc>
          <w:tcPr>
            <w:tcW w:w="4781" w:type="dxa"/>
            <w:hideMark/>
          </w:tcPr>
          <w:p w:rsidR="002E68D5" w:rsidRPr="00012FA3" w:rsidRDefault="002E68D5" w:rsidP="007816DC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4790" w:type="dxa"/>
            <w:hideMark/>
          </w:tcPr>
          <w:p w:rsidR="002E68D5" w:rsidRPr="00012FA3" w:rsidRDefault="002E68D5" w:rsidP="007816DC">
            <w:pPr>
              <w:spacing w:after="0"/>
              <w:rPr>
                <w:sz w:val="24"/>
                <w:szCs w:val="24"/>
              </w:rPr>
            </w:pPr>
          </w:p>
        </w:tc>
      </w:tr>
    </w:tbl>
    <w:p w:rsidR="002E68D5" w:rsidRPr="00012FA3" w:rsidRDefault="002E68D5" w:rsidP="002E68D5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012FA3">
        <w:rPr>
          <w:rFonts w:ascii="Times New Roman" w:hAnsi="Times New Roman" w:cs="Times New Roman"/>
          <w:sz w:val="24"/>
          <w:szCs w:val="24"/>
        </w:rPr>
        <w:t>Семенчук</w:t>
      </w:r>
      <w:proofErr w:type="spellEnd"/>
      <w:r w:rsidRPr="00012FA3">
        <w:rPr>
          <w:rFonts w:ascii="Times New Roman" w:hAnsi="Times New Roman" w:cs="Times New Roman"/>
          <w:sz w:val="24"/>
          <w:szCs w:val="24"/>
        </w:rPr>
        <w:t xml:space="preserve"> Валентина Петрівна -                         начальник загального відділу;</w:t>
      </w:r>
    </w:p>
    <w:p w:rsidR="002E68D5" w:rsidRPr="00012FA3" w:rsidRDefault="002E68D5" w:rsidP="002E68D5">
      <w:pPr>
        <w:rPr>
          <w:rFonts w:ascii="Times New Roman" w:hAnsi="Times New Roman" w:cs="Times New Roman"/>
          <w:sz w:val="24"/>
          <w:szCs w:val="24"/>
        </w:rPr>
      </w:pPr>
      <w:r w:rsidRPr="00012FA3">
        <w:rPr>
          <w:rFonts w:ascii="Times New Roman" w:hAnsi="Times New Roman" w:cs="Times New Roman"/>
          <w:sz w:val="24"/>
          <w:szCs w:val="24"/>
        </w:rPr>
        <w:t>Матвійчук Василь Леонідович -                         ветеринарний лікар;</w:t>
      </w:r>
    </w:p>
    <w:p w:rsidR="002E68D5" w:rsidRPr="00012FA3" w:rsidRDefault="002E68D5" w:rsidP="002E68D5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012FA3">
        <w:rPr>
          <w:rFonts w:ascii="Times New Roman" w:hAnsi="Times New Roman" w:cs="Times New Roman"/>
          <w:sz w:val="24"/>
          <w:szCs w:val="24"/>
        </w:rPr>
        <w:t>Шатковський</w:t>
      </w:r>
      <w:proofErr w:type="spellEnd"/>
      <w:r w:rsidRPr="00012FA3">
        <w:rPr>
          <w:rFonts w:ascii="Times New Roman" w:hAnsi="Times New Roman" w:cs="Times New Roman"/>
          <w:sz w:val="24"/>
          <w:szCs w:val="24"/>
        </w:rPr>
        <w:t xml:space="preserve"> Костянтин </w:t>
      </w:r>
      <w:proofErr w:type="spellStart"/>
      <w:r w:rsidRPr="00012FA3">
        <w:rPr>
          <w:rFonts w:ascii="Times New Roman" w:hAnsi="Times New Roman" w:cs="Times New Roman"/>
          <w:sz w:val="24"/>
          <w:szCs w:val="24"/>
        </w:rPr>
        <w:t>Вацлавович</w:t>
      </w:r>
      <w:proofErr w:type="spellEnd"/>
      <w:r w:rsidRPr="00012FA3">
        <w:rPr>
          <w:rFonts w:ascii="Times New Roman" w:hAnsi="Times New Roman" w:cs="Times New Roman"/>
          <w:sz w:val="24"/>
          <w:szCs w:val="24"/>
        </w:rPr>
        <w:t xml:space="preserve"> -              староста Полянського </w:t>
      </w:r>
      <w:proofErr w:type="spellStart"/>
      <w:r w:rsidRPr="00012FA3">
        <w:rPr>
          <w:rFonts w:ascii="Times New Roman" w:hAnsi="Times New Roman" w:cs="Times New Roman"/>
          <w:sz w:val="24"/>
          <w:szCs w:val="24"/>
        </w:rPr>
        <w:t>старостинського</w:t>
      </w:r>
      <w:proofErr w:type="spellEnd"/>
      <w:r w:rsidRPr="00012FA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E68D5" w:rsidRPr="00012FA3" w:rsidRDefault="002E68D5" w:rsidP="002E68D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12FA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округу;</w:t>
      </w:r>
    </w:p>
    <w:p w:rsidR="002E68D5" w:rsidRPr="00012FA3" w:rsidRDefault="002E68D5" w:rsidP="002E68D5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012FA3">
        <w:rPr>
          <w:rFonts w:ascii="Times New Roman" w:hAnsi="Times New Roman" w:cs="Times New Roman"/>
          <w:sz w:val="24"/>
          <w:szCs w:val="24"/>
        </w:rPr>
        <w:t>Ковба</w:t>
      </w:r>
      <w:proofErr w:type="spellEnd"/>
      <w:r w:rsidRPr="00012FA3">
        <w:rPr>
          <w:rFonts w:ascii="Times New Roman" w:hAnsi="Times New Roman" w:cs="Times New Roman"/>
          <w:sz w:val="24"/>
          <w:szCs w:val="24"/>
        </w:rPr>
        <w:t xml:space="preserve"> Олександр Леонідович -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12FA3">
        <w:rPr>
          <w:rFonts w:ascii="Times New Roman" w:hAnsi="Times New Roman" w:cs="Times New Roman"/>
          <w:sz w:val="24"/>
          <w:szCs w:val="24"/>
        </w:rPr>
        <w:t xml:space="preserve"> староста </w:t>
      </w:r>
      <w:proofErr w:type="spellStart"/>
      <w:r w:rsidRPr="00012FA3">
        <w:rPr>
          <w:rFonts w:ascii="Times New Roman" w:hAnsi="Times New Roman" w:cs="Times New Roman"/>
          <w:sz w:val="24"/>
          <w:szCs w:val="24"/>
        </w:rPr>
        <w:t>Стриганського</w:t>
      </w:r>
      <w:proofErr w:type="spellEnd"/>
      <w:r w:rsidRPr="00012F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2FA3">
        <w:rPr>
          <w:rFonts w:ascii="Times New Roman" w:hAnsi="Times New Roman" w:cs="Times New Roman"/>
          <w:sz w:val="24"/>
          <w:szCs w:val="24"/>
        </w:rPr>
        <w:t>старостинського</w:t>
      </w:r>
      <w:proofErr w:type="spellEnd"/>
      <w:r w:rsidRPr="00012FA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E68D5" w:rsidRPr="00012FA3" w:rsidRDefault="002E68D5" w:rsidP="002E68D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12FA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12FA3">
        <w:rPr>
          <w:rFonts w:ascii="Times New Roman" w:hAnsi="Times New Roman" w:cs="Times New Roman"/>
          <w:sz w:val="24"/>
          <w:szCs w:val="24"/>
        </w:rPr>
        <w:t>округу;</w:t>
      </w:r>
    </w:p>
    <w:p w:rsidR="002E68D5" w:rsidRPr="00012FA3" w:rsidRDefault="002E68D5" w:rsidP="002E68D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12FA3">
        <w:rPr>
          <w:rFonts w:ascii="Times New Roman" w:hAnsi="Times New Roman" w:cs="Times New Roman"/>
          <w:sz w:val="24"/>
          <w:szCs w:val="24"/>
        </w:rPr>
        <w:t xml:space="preserve">Смолій Олександр Миколайович -                     староста </w:t>
      </w:r>
      <w:proofErr w:type="spellStart"/>
      <w:r w:rsidRPr="00012FA3">
        <w:rPr>
          <w:rFonts w:ascii="Times New Roman" w:hAnsi="Times New Roman" w:cs="Times New Roman"/>
          <w:sz w:val="24"/>
          <w:szCs w:val="24"/>
        </w:rPr>
        <w:t>Головлівського</w:t>
      </w:r>
      <w:proofErr w:type="spellEnd"/>
      <w:r w:rsidRPr="00012F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2FA3">
        <w:rPr>
          <w:rFonts w:ascii="Times New Roman" w:hAnsi="Times New Roman" w:cs="Times New Roman"/>
          <w:sz w:val="24"/>
          <w:szCs w:val="24"/>
        </w:rPr>
        <w:t>старостинського</w:t>
      </w:r>
      <w:proofErr w:type="spellEnd"/>
      <w:r w:rsidRPr="00012FA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E68D5" w:rsidRPr="00012FA3" w:rsidRDefault="002E68D5" w:rsidP="002E68D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12FA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округу;</w:t>
      </w:r>
    </w:p>
    <w:p w:rsidR="002E68D5" w:rsidRPr="00012FA3" w:rsidRDefault="002E68D5" w:rsidP="002E68D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12FA3">
        <w:rPr>
          <w:rFonts w:ascii="Times New Roman" w:hAnsi="Times New Roman" w:cs="Times New Roman"/>
          <w:sz w:val="24"/>
          <w:szCs w:val="24"/>
        </w:rPr>
        <w:t xml:space="preserve">Ковальчук Григорій Григорович -                      староста </w:t>
      </w:r>
      <w:proofErr w:type="spellStart"/>
      <w:r w:rsidRPr="00012FA3">
        <w:rPr>
          <w:rFonts w:ascii="Times New Roman" w:hAnsi="Times New Roman" w:cs="Times New Roman"/>
          <w:sz w:val="24"/>
          <w:szCs w:val="24"/>
        </w:rPr>
        <w:t>Лисиченського</w:t>
      </w:r>
      <w:proofErr w:type="spellEnd"/>
      <w:r w:rsidRPr="00012F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12FA3">
        <w:rPr>
          <w:rFonts w:ascii="Times New Roman" w:hAnsi="Times New Roman" w:cs="Times New Roman"/>
          <w:sz w:val="24"/>
          <w:szCs w:val="24"/>
        </w:rPr>
        <w:t>старостинського</w:t>
      </w:r>
      <w:proofErr w:type="spellEnd"/>
      <w:r w:rsidRPr="00012FA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E68D5" w:rsidRPr="00012FA3" w:rsidRDefault="002E68D5" w:rsidP="002E68D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12FA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округу  </w:t>
      </w:r>
    </w:p>
    <w:p w:rsidR="002E68D5" w:rsidRPr="00012FA3" w:rsidRDefault="002E68D5" w:rsidP="002E68D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E68D5" w:rsidRPr="00012FA3" w:rsidRDefault="002E68D5" w:rsidP="002E68D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E68D5" w:rsidRPr="00012FA3" w:rsidRDefault="002E68D5" w:rsidP="002E68D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E68D5" w:rsidRPr="00012FA3" w:rsidRDefault="002E68D5" w:rsidP="002E68D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E68D5" w:rsidRPr="00012FA3" w:rsidRDefault="002E68D5" w:rsidP="002E68D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12FA3">
        <w:rPr>
          <w:rFonts w:ascii="Times New Roman" w:hAnsi="Times New Roman" w:cs="Times New Roman"/>
          <w:sz w:val="24"/>
          <w:szCs w:val="24"/>
        </w:rPr>
        <w:t>Заступник сільського голови</w:t>
      </w:r>
    </w:p>
    <w:p w:rsidR="002E68D5" w:rsidRPr="00012FA3" w:rsidRDefault="002E68D5" w:rsidP="002E68D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12FA3">
        <w:rPr>
          <w:rFonts w:ascii="Times New Roman" w:hAnsi="Times New Roman" w:cs="Times New Roman"/>
          <w:sz w:val="24"/>
          <w:szCs w:val="24"/>
        </w:rPr>
        <w:t xml:space="preserve">з питань діяльності </w:t>
      </w:r>
    </w:p>
    <w:p w:rsidR="002E68D5" w:rsidRPr="00012FA3" w:rsidRDefault="002E68D5" w:rsidP="002E68D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12FA3">
        <w:rPr>
          <w:rFonts w:ascii="Times New Roman" w:hAnsi="Times New Roman" w:cs="Times New Roman"/>
          <w:sz w:val="24"/>
          <w:szCs w:val="24"/>
        </w:rPr>
        <w:t xml:space="preserve">виконавчих органів ради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012FA3">
        <w:rPr>
          <w:rFonts w:ascii="Times New Roman" w:hAnsi="Times New Roman" w:cs="Times New Roman"/>
          <w:sz w:val="24"/>
          <w:szCs w:val="24"/>
        </w:rPr>
        <w:t xml:space="preserve">          Любов ЛІПСЬКА</w:t>
      </w:r>
    </w:p>
    <w:p w:rsidR="002D1F38" w:rsidRDefault="002D1F38">
      <w:bookmarkStart w:id="0" w:name="_GoBack"/>
      <w:bookmarkEnd w:id="0"/>
    </w:p>
    <w:sectPr w:rsidR="002D1F38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688F" w:rsidRDefault="00C3688F">
      <w:pPr>
        <w:spacing w:after="0" w:line="240" w:lineRule="auto"/>
      </w:pPr>
      <w:r>
        <w:separator/>
      </w:r>
    </w:p>
  </w:endnote>
  <w:endnote w:type="continuationSeparator" w:id="0">
    <w:p w:rsidR="00C3688F" w:rsidRDefault="00C368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688F" w:rsidRDefault="00C3688F">
      <w:pPr>
        <w:spacing w:after="0" w:line="240" w:lineRule="auto"/>
      </w:pPr>
      <w:r>
        <w:separator/>
      </w:r>
    </w:p>
  </w:footnote>
  <w:footnote w:type="continuationSeparator" w:id="0">
    <w:p w:rsidR="00C3688F" w:rsidRDefault="00C368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F1CBA4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E18B0E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9582D2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C868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15CC8B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87C8C3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43A968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31AD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80029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8C091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10176E5"/>
    <w:multiLevelType w:val="hybridMultilevel"/>
    <w:tmpl w:val="F7227D20"/>
    <w:lvl w:ilvl="0" w:tplc="80862F8C">
      <w:start w:val="1"/>
      <w:numFmt w:val="bullet"/>
      <w:lvlText w:val="•"/>
      <w:lvlJc w:val="left"/>
      <w:pPr>
        <w:ind w:left="1152" w:hanging="360"/>
      </w:pPr>
      <w:rPr>
        <w:rFonts w:ascii="Arial" w:hAnsi="Arial" w:cs="Times New Roman" w:hint="default"/>
      </w:rPr>
    </w:lvl>
    <w:lvl w:ilvl="1" w:tplc="0409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8D5"/>
    <w:rsid w:val="002D1F38"/>
    <w:rsid w:val="002E68D5"/>
    <w:rsid w:val="00C36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8D5"/>
    <w:rPr>
      <w:rFonts w:eastAsiaTheme="minorEastAsia"/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  <w:lang w:val="ru-RU"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  <w:lang w:val="ru-RU"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  <w:lang w:val="ru-RU"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  <w:lang w:val="ru-RU"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  <w:lang w:val="ru-RU"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  <w:lang w:val="ru-RU"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  <w:lang w:val="ru-RU"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  <w:lang w:val="ru-RU"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  <w:lang w:val="ru-RU" w:eastAsia="ru-RU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  <w:lang w:val="ru-RU" w:eastAsia="ru-RU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:lang w:val="ru-RU" w:eastAsia="ru-RU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val="ru-RU" w:eastAsia="ru-RU"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  <w:lang w:val="ru-RU" w:eastAsia="ru-RU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  <w:lang w:val="ru-RU" w:eastAsia="ru-RU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val="ru-RU" w:eastAsia="ru-RU"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val="ru-RU" w:eastAsia="ru-RU"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val="ru-RU" w:eastAsia="ru-RU"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  <w:lang w:val="ru-RU" w:eastAsia="ru-RU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val="ru-RU"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val="ru-RU"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val="ru-RU"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val="ru-RU"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val="ru-RU"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val="ru-RU"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val="ru-RU"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val="ru-RU"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val="ru-RU"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paragraph" w:styleId="afe">
    <w:name w:val="Normal (Web)"/>
    <w:aliases w:val="Обычный (веб) Знак Знак,Обычный (веб) Знак,Обычный (веб) Знак Знак Знак,Обычный (веб) Знак2,Обычный (веб) Знак1 Знак1 Знак Знак Знак,Обычный (веб) Знак1 Знак1 Знак Знак Знак Знак Знак,Обычный (веб) Знак1 Знак1,Обычный (Web),Знак"/>
    <w:basedOn w:val="a"/>
    <w:unhideWhenUsed/>
    <w:qFormat/>
    <w:rsid w:val="002E68D5"/>
    <w:pPr>
      <w:ind w:left="720"/>
      <w:contextualSpacing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8D5"/>
    <w:rPr>
      <w:rFonts w:eastAsiaTheme="minorEastAsia"/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  <w:lang w:val="ru-RU"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  <w:lang w:val="ru-RU"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  <w:lang w:val="ru-RU"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  <w:lang w:val="ru-RU"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  <w:lang w:val="ru-RU"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  <w:lang w:val="ru-RU"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  <w:lang w:val="ru-RU"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  <w:lang w:val="ru-RU"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  <w:lang w:val="ru-RU" w:eastAsia="ru-RU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  <w:lang w:val="ru-RU" w:eastAsia="ru-RU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:lang w:val="ru-RU" w:eastAsia="ru-RU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val="ru-RU" w:eastAsia="ru-RU"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  <w:lang w:val="ru-RU" w:eastAsia="ru-RU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  <w:lang w:val="ru-RU" w:eastAsia="ru-RU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val="ru-RU" w:eastAsia="ru-RU"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val="ru-RU" w:eastAsia="ru-RU"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val="ru-RU" w:eastAsia="ru-RU"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  <w:lang w:val="ru-RU" w:eastAsia="ru-RU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val="ru-RU"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val="ru-RU"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val="ru-RU"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val="ru-RU"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val="ru-RU"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val="ru-RU"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val="ru-RU"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val="ru-RU"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val="ru-RU"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paragraph" w:styleId="afe">
    <w:name w:val="Normal (Web)"/>
    <w:aliases w:val="Обычный (веб) Знак Знак,Обычный (веб) Знак,Обычный (веб) Знак Знак Знак,Обычный (веб) Знак2,Обычный (веб) Знак1 Знак1 Знак Знак Знак,Обычный (веб) Знак1 Знак1 Знак Знак Знак Знак Знак,Обычный (веб) Знак1 Знак1,Обычный (Web),Знак"/>
    <w:basedOn w:val="a"/>
    <w:unhideWhenUsed/>
    <w:qFormat/>
    <w:rsid w:val="002E68D5"/>
    <w:pPr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0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Perspective">
  <a:themeElements>
    <a:clrScheme name="Perspective">
      <a:dk1>
        <a:sysClr val="windowText" lastClr="000000"/>
      </a:dk1>
      <a:lt1>
        <a:sysClr val="window" lastClr="FFFFFF"/>
      </a:lt1>
      <a:dk2>
        <a:srgbClr val="283138"/>
      </a:dk2>
      <a:lt2>
        <a:srgbClr val="FF8600"/>
      </a:lt2>
      <a:accent1>
        <a:srgbClr val="838D9B"/>
      </a:accent1>
      <a:accent2>
        <a:srgbClr val="D2610C"/>
      </a:accent2>
      <a:accent3>
        <a:srgbClr val="80716A"/>
      </a:accent3>
      <a:accent4>
        <a:srgbClr val="94147C"/>
      </a:accent4>
      <a:accent5>
        <a:srgbClr val="5D5AD2"/>
      </a:accent5>
      <a:accent6>
        <a:srgbClr val="6F6C7D"/>
      </a:accent6>
      <a:hlink>
        <a:srgbClr val="6187E3"/>
      </a:hlink>
      <a:folHlink>
        <a:srgbClr val="7B8EB8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erspectiv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alpha val="100000"/>
                <a:satMod val="160000"/>
                <a:lumMod val="105000"/>
              </a:schemeClr>
            </a:gs>
            <a:gs pos="41000">
              <a:schemeClr val="phClr">
                <a:tint val="57000"/>
                <a:satMod val="180000"/>
                <a:lumMod val="99000"/>
              </a:schemeClr>
            </a:gs>
            <a:gs pos="100000">
              <a:schemeClr val="phClr">
                <a:tint val="80000"/>
                <a:satMod val="200000"/>
                <a:lumMod val="104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6000"/>
                <a:satMod val="130000"/>
                <a:lumMod val="114000"/>
              </a:schemeClr>
            </a:gs>
            <a:gs pos="60000">
              <a:schemeClr val="phClr">
                <a:tint val="100000"/>
                <a:satMod val="106000"/>
                <a:lumMod val="110000"/>
              </a:schemeClr>
            </a:gs>
            <a:gs pos="100000">
              <a:schemeClr val="phClr"/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28000"/>
              </a:srgbClr>
            </a:outerShdw>
          </a:effectLst>
        </a:effectStyle>
        <a:effectStyle>
          <a:effectLst>
            <a:outerShdw blurRad="47625" dist="38100" dir="5400000" sy="98000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twoPt" dir="br">
              <a:rot lat="0" lon="0" rev="8700000"/>
            </a:lightRig>
          </a:scene3d>
          <a:sp3d prstMaterial="matte">
            <a:bevelT w="25400" h="53975"/>
          </a:sp3d>
        </a:effectStyle>
        <a:effectStyle>
          <a:effectLst>
            <a:reflection blurRad="12700" stA="24000" endPos="28000" dist="50800" dir="5400000" sy="-100000" rotWithShape="0"/>
          </a:effectLst>
          <a:scene3d>
            <a:camera prst="orthographicFront">
              <a:rot lat="0" lon="0" rev="0"/>
            </a:camera>
            <a:lightRig rig="threePt" dir="t">
              <a:rot lat="0" lon="0" rev="4800000"/>
            </a:lightRig>
          </a:scene3d>
          <a:sp3d>
            <a:bevelT w="6985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80000"/>
                <a:satMod val="100000"/>
                <a:lumMod val="100000"/>
              </a:schemeClr>
            </a:gs>
            <a:gs pos="65000">
              <a:schemeClr val="phClr">
                <a:tint val="100000"/>
                <a:shade val="95000"/>
                <a:satMod val="100000"/>
                <a:lumMod val="100000"/>
              </a:schemeClr>
            </a:gs>
            <a:gs pos="100000">
              <a:schemeClr val="phClr">
                <a:tint val="88000"/>
                <a:shade val="100000"/>
                <a:satMod val="400000"/>
                <a:lumMod val="100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5000"/>
                <a:satMod val="90000"/>
              </a:schemeClr>
              <a:schemeClr val="phClr">
                <a:shade val="92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Props1.xml><?xml version="1.0" encoding="utf-8"?>
<ds:datastoreItem xmlns:ds="http://schemas.openxmlformats.org/officeDocument/2006/customXml" ds:itemID="{6B94DBC9-662D-4F3E-8AD5-7A52DFF7B020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</TotalTime>
  <Pages>2</Pages>
  <Words>424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1</cp:revision>
  <cp:lastPrinted>2009-07-13T00:38:00Z</cp:lastPrinted>
  <dcterms:created xsi:type="dcterms:W3CDTF">2021-09-29T04:10:00Z</dcterms:created>
  <dcterms:modified xsi:type="dcterms:W3CDTF">2021-09-29T04:11:00Z</dcterms:modified>
</cp:coreProperties>
</file>