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1C7" w:rsidRPr="00FB2913" w:rsidRDefault="00C851C7" w:rsidP="00C851C7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D5C8A6" wp14:editId="467F4CDD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515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515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AD5C8A6" id="Группа 2508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51C7" w:rsidRDefault="00C851C7" w:rsidP="00C851C7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" fillcolor="black" stroked="f"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" fillcolor="black" stroked="f"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C851C7" w:rsidRPr="00FB2913" w:rsidRDefault="00C851C7" w:rsidP="00C851C7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C851C7" w:rsidRPr="00FB2913" w:rsidRDefault="00C851C7" w:rsidP="00C851C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C851C7" w:rsidRPr="00FB2913" w:rsidRDefault="00C851C7" w:rsidP="00C851C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B49BD8" wp14:editId="57CB73FA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185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18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1C7" w:rsidRDefault="00C851C7" w:rsidP="00C851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CB49BD8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B7psYaPngAAHdZBAAO&#10;AAAAAAAAAAAAAAAAAC4CAABkcnMvZTJvRG9jLnhtbFBLAQItABQABgAIAAAAIQDfzpAw4gAAAA0B&#10;AAAPAAAAAAAAAAAAAAAAAJh6AABkcnMvZG93bnJldi54bWxQSwUGAAAAAAQABADzAAAAp3s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" fillcolor="black" stroked="f"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" fillcolor="black" stroked="f"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51C7" w:rsidRDefault="00C851C7" w:rsidP="00C851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851C7" w:rsidRPr="00FB2913" w:rsidRDefault="00C851C7" w:rsidP="00C851C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C851C7" w:rsidRPr="00FB2913" w:rsidRDefault="00C851C7" w:rsidP="00C851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851C7" w:rsidRPr="00FB2913" w:rsidRDefault="00C851C7" w:rsidP="00C851C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Л.П.</w:t>
      </w:r>
    </w:p>
    <w:p w:rsidR="00C851C7" w:rsidRPr="00FB2913" w:rsidRDefault="00C851C7" w:rsidP="00C851C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  <w:proofErr w:type="gramEnd"/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Петрівні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517A6">
        <w:rPr>
          <w:rFonts w:ascii="Times New Roman" w:eastAsia="Calibri" w:hAnsi="Times New Roman" w:cs="Times New Roman"/>
          <w:sz w:val="24"/>
          <w:lang w:eastAsia="en-US"/>
        </w:rPr>
        <w:t>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площею 0,0753га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ведення особистого селянського господарства,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lang w:eastAsia="en-US"/>
        </w:rPr>
        <w:t>.С</w:t>
      </w:r>
      <w:proofErr w:type="gramEnd"/>
      <w:r>
        <w:rPr>
          <w:rFonts w:ascii="Times New Roman" w:eastAsia="Calibri" w:hAnsi="Times New Roman" w:cs="Times New Roman"/>
          <w:sz w:val="24"/>
          <w:lang w:eastAsia="en-US"/>
        </w:rPr>
        <w:t>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851C7" w:rsidRPr="00FB2913" w:rsidRDefault="00C851C7" w:rsidP="00C851C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851C7" w:rsidRPr="00FB2913" w:rsidRDefault="00C851C7" w:rsidP="00C851C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851C7" w:rsidRPr="00FB2913" w:rsidRDefault="00C851C7" w:rsidP="00C851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7C34" w:rsidRPr="00C851C7" w:rsidRDefault="00C851C7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0F7C34" w:rsidRPr="00C851C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C7"/>
    <w:rsid w:val="000F7C34"/>
    <w:rsid w:val="009517A6"/>
    <w:rsid w:val="00C8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C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C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2021-06-22T07:36:00Z</dcterms:created>
  <dcterms:modified xsi:type="dcterms:W3CDTF">2021-06-22T12:50:00Z</dcterms:modified>
</cp:coreProperties>
</file>