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1F" w:rsidRDefault="00ED091F" w:rsidP="00ED09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ПРОЕКТ</w:t>
      </w:r>
    </w:p>
    <w:p w:rsidR="00ED091F" w:rsidRPr="00ED091F" w:rsidRDefault="00ED091F" w:rsidP="00ED09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91F" w:rsidRDefault="00ED091F" w:rsidP="00ED09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091F" w:rsidRDefault="00ED091F" w:rsidP="00ED09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D091F" w:rsidRDefault="00ED091F" w:rsidP="00ED09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D091F" w:rsidRDefault="00ED091F" w:rsidP="00ED09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091F" w:rsidRDefault="00ED091F" w:rsidP="00ED09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ED091F" w:rsidRDefault="00ED091F" w:rsidP="00ED091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D091F" w:rsidRDefault="00ED091F" w:rsidP="00ED091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проекту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Форсюк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О.В.</w:t>
      </w: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proofErr w:type="spellStart"/>
      <w:r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Форсюка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О.В.сільська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 </w:t>
      </w: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Форсюку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208F4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0,1600 га,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за </w:t>
      </w:r>
      <w:proofErr w:type="spellStart"/>
      <w:r>
        <w:rPr>
          <w:rFonts w:ascii="Times New Roman" w:eastAsia="Calibri" w:hAnsi="Times New Roman" w:cs="Times New Roman"/>
          <w:sz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</w:rPr>
        <w:t>, (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6823984000:03:017:0067</w:t>
      </w:r>
      <w:r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району,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</w:t>
      </w:r>
      <w:proofErr w:type="gramEnd"/>
      <w:r>
        <w:rPr>
          <w:rFonts w:ascii="Times New Roman" w:eastAsia="Calibri" w:hAnsi="Times New Roman" w:cs="Times New Roman"/>
          <w:sz w:val="24"/>
        </w:rPr>
        <w:t>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,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пункту  с.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Форсюку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О.В., </w:t>
      </w:r>
      <w:proofErr w:type="spellStart"/>
      <w:r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</w:rPr>
        <w:t>.</w:t>
      </w:r>
    </w:p>
    <w:p w:rsidR="00ED091F" w:rsidRDefault="00ED091F" w:rsidP="00ED09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D091F" w:rsidRDefault="00ED091F" w:rsidP="00ED09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D091F" w:rsidRDefault="00ED091F" w:rsidP="00ED09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14DD3" w:rsidRPr="00ED091F" w:rsidRDefault="00ED091F" w:rsidP="00ED091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14DD3" w:rsidRPr="00ED09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1F"/>
    <w:rsid w:val="00171A2E"/>
    <w:rsid w:val="002208F4"/>
    <w:rsid w:val="00304C90"/>
    <w:rsid w:val="00505B6D"/>
    <w:rsid w:val="00614DD3"/>
    <w:rsid w:val="006D3977"/>
    <w:rsid w:val="007D6C18"/>
    <w:rsid w:val="00D1641A"/>
    <w:rsid w:val="00ED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ED091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ED09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D091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ED091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ED09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D091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281</Words>
  <Characters>1605</Characters>
  <Application>Microsoft Office Word</Application>
  <DocSecurity>0</DocSecurity>
  <Lines>13</Lines>
  <Paragraphs>3</Paragraphs>
  <ScaleCrop>false</ScaleCrop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2021-03-18T06:18:00Z</dcterms:created>
  <dcterms:modified xsi:type="dcterms:W3CDTF">2021-03-18T06:20:00Z</dcterms:modified>
</cp:coreProperties>
</file>