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C44" w:rsidRDefault="00C22C44" w:rsidP="00C22C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22C44" w:rsidRDefault="00C22C44" w:rsidP="00C22C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22C44" w:rsidRDefault="00C22C44" w:rsidP="00C22C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22C44" w:rsidRDefault="00C22C44" w:rsidP="00C22C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22C44" w:rsidRDefault="00C22C44" w:rsidP="00C22C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22C44" w:rsidRDefault="00C22C44" w:rsidP="00C22C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22C44" w:rsidRPr="00994186" w:rsidRDefault="00C22C44" w:rsidP="00C22C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83</w:t>
      </w:r>
    </w:p>
    <w:p w:rsidR="00C22C44" w:rsidRPr="0024314B" w:rsidRDefault="00C22C44" w:rsidP="00C22C4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22C44" w:rsidRPr="0024314B" w:rsidRDefault="00C22C44" w:rsidP="00C22C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C22C44" w:rsidRPr="0024314B" w:rsidRDefault="00C22C44" w:rsidP="00C22C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щодо відведення земельної ділянки зі </w:t>
      </w:r>
    </w:p>
    <w:p w:rsidR="00C22C44" w:rsidRPr="0024314B" w:rsidRDefault="00C22C44" w:rsidP="00C22C4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зміною цільового призначення   та</w:t>
      </w:r>
    </w:p>
    <w:p w:rsidR="00C22C44" w:rsidRPr="0024314B" w:rsidRDefault="00C22C44" w:rsidP="00C22C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Мельничук Т.В.</w:t>
      </w:r>
    </w:p>
    <w:p w:rsidR="00C22C44" w:rsidRPr="0024314B" w:rsidRDefault="00C22C44" w:rsidP="00C22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2C44" w:rsidRPr="0024314B" w:rsidRDefault="00C22C44" w:rsidP="00C22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</w:t>
      </w:r>
      <w:r w:rsidRPr="0024314B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20, 116, 118, 121 та 122 Земельного кодексу України, Закону України «Про землеустрій»,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Мельничук Т.В., 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C22C44" w:rsidRPr="0024314B" w:rsidRDefault="00C22C44" w:rsidP="00C22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C22C44" w:rsidRPr="0024314B" w:rsidRDefault="00C22C44" w:rsidP="00C22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Мельничук Тетяні Віталіївні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 зі зміною цільового призначення із земель </w:t>
      </w:r>
      <w:r w:rsidRPr="0024314B">
        <w:rPr>
          <w:rStyle w:val="aa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 в землі 01.03.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ля ведення особистого  селянського господарства,  площею 0,1570 га, яка розташована Хмельницька  область,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(Шепетівський) район,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рада,  за межами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Крупець.</w:t>
      </w:r>
    </w:p>
    <w:p w:rsidR="00C22C44" w:rsidRPr="0024314B" w:rsidRDefault="00C22C44" w:rsidP="00C22C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 w:rsidR="00C43E3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Мельничук Тетяні Віталіївні,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яка  зареєстрована за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43E3B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ідентифікаційний номер </w:t>
      </w:r>
      <w:r w:rsidR="00C43E3B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</w:t>
      </w:r>
      <w:bookmarkStart w:id="0" w:name="_GoBack"/>
      <w:bookmarkEnd w:id="0"/>
      <w:r w:rsidRPr="0024314B">
        <w:rPr>
          <w:rFonts w:ascii="Times New Roman" w:eastAsia="Arial Unicode MS" w:hAnsi="Times New Roman" w:cs="Times New Roman"/>
          <w:sz w:val="24"/>
          <w:szCs w:val="24"/>
        </w:rPr>
        <w:t>,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 площею 0,157 га, кадастровий номер: 6823984000:01:009:0119,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д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ведення особистого  селянського господарства,   яка розташована Хмельницька  область 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Славутський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(Шепетівський) район </w:t>
      </w:r>
      <w:proofErr w:type="spellStart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Крупецька</w:t>
      </w:r>
      <w:proofErr w:type="spellEnd"/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сільська рада,  за межами с.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Крупець.</w:t>
      </w:r>
    </w:p>
    <w:p w:rsidR="00C22C44" w:rsidRPr="0024314B" w:rsidRDefault="00C22C44" w:rsidP="00C22C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3.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Мельничук Т.В.,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22C44" w:rsidRPr="0024314B" w:rsidRDefault="00C22C44" w:rsidP="00C22C4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24314B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C22C44" w:rsidRPr="0024314B" w:rsidRDefault="00C22C44" w:rsidP="00C22C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22C44" w:rsidRPr="0024314B" w:rsidRDefault="00C22C44" w:rsidP="00C22C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22C44" w:rsidRDefault="00C22C44" w:rsidP="00C22C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47395" w:rsidRDefault="00E47395"/>
    <w:sectPr w:rsidR="00E4739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C44"/>
    <w:rsid w:val="00C22C44"/>
    <w:rsid w:val="00C43E3B"/>
    <w:rsid w:val="00E4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22C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22C4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22C44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C44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22C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22C44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22C44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6</TotalTime>
  <Pages>1</Pages>
  <Words>311</Words>
  <Characters>1777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2021-07-26T12:51:00Z</dcterms:created>
  <dcterms:modified xsi:type="dcterms:W3CDTF">2021-07-27T07:41:00Z</dcterms:modified>
</cp:coreProperties>
</file>