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231" w:rsidRDefault="00D04231" w:rsidP="00D0423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4231" w:rsidRDefault="00D04231" w:rsidP="00D04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04231" w:rsidRDefault="00D04231" w:rsidP="00D04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04231" w:rsidRDefault="00D04231" w:rsidP="00D04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4231" w:rsidRDefault="00D04231" w:rsidP="00D04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4231" w:rsidRDefault="00D04231" w:rsidP="00D0423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4231" w:rsidRDefault="00D04231" w:rsidP="00D04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04231" w:rsidRDefault="00D04231" w:rsidP="00D0423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04231" w:rsidRDefault="00D04231" w:rsidP="00D04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04231" w:rsidRDefault="00D04231" w:rsidP="00D04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04231" w:rsidRDefault="00D04231" w:rsidP="00D04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4231" w:rsidRDefault="00D04231" w:rsidP="00D04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04231" w:rsidRDefault="00D04231" w:rsidP="00D04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04231" w:rsidRDefault="00D04231" w:rsidP="00D04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04231" w:rsidRDefault="00D04231" w:rsidP="00D0423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04231" w:rsidRDefault="00D04231" w:rsidP="00D0423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№28</w:t>
      </w:r>
    </w:p>
    <w:p w:rsidR="00D04231" w:rsidRPr="00DE6ED3" w:rsidRDefault="00D04231" w:rsidP="00D0423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04231" w:rsidRPr="00DE6ED3" w:rsidRDefault="00D04231" w:rsidP="00D0423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04231" w:rsidRPr="00DE6ED3" w:rsidRDefault="00D04231" w:rsidP="00D0423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04231" w:rsidRPr="00DE6ED3" w:rsidRDefault="00D04231" w:rsidP="00D0423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Бучнов</w:t>
      </w:r>
      <w:proofErr w:type="spellEnd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D04231" w:rsidRPr="00DE6ED3" w:rsidRDefault="00D04231" w:rsidP="00D04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231" w:rsidRPr="00DE6ED3" w:rsidRDefault="00D04231" w:rsidP="00D04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Бучнова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04231" w:rsidRPr="00DE6ED3" w:rsidRDefault="00D04231" w:rsidP="00D04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04231" w:rsidRPr="00DE6ED3" w:rsidRDefault="00D04231" w:rsidP="00D04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Бучнову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Віктору Володимировичу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0,1677 га, яка розташована Х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>, вулиця Зелена.</w:t>
      </w:r>
    </w:p>
    <w:p w:rsidR="00D04231" w:rsidRPr="00DE6ED3" w:rsidRDefault="00D04231" w:rsidP="00D0423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Бучнову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Віктору Володимировичу, </w:t>
      </w:r>
      <w:r w:rsidRPr="00DE6ED3">
        <w:rPr>
          <w:rFonts w:ascii="Times New Roman" w:eastAsia="Calibri" w:hAnsi="Times New Roman" w:cs="Times New Roman"/>
          <w:sz w:val="24"/>
        </w:rPr>
        <w:t xml:space="preserve"> який  зареєстрований за адресою: </w:t>
      </w:r>
      <w:r w:rsidR="006046FA" w:rsidRPr="006046FA">
        <w:rPr>
          <w:rFonts w:ascii="Times New Roman" w:eastAsia="Calibri" w:hAnsi="Times New Roman" w:cs="Times New Roman"/>
          <w:sz w:val="24"/>
          <w:lang w:val="ru-RU"/>
        </w:rPr>
        <w:t>______________</w:t>
      </w:r>
      <w:r w:rsidRPr="00DE6ED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046FA" w:rsidRPr="006046F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0,1677 га, кадастровий номер: 6823986800:02:005:0055,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Зелена.</w:t>
      </w:r>
    </w:p>
    <w:p w:rsidR="00D04231" w:rsidRPr="00DE6ED3" w:rsidRDefault="00D04231" w:rsidP="00D0423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Бучнову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D04231" w:rsidRPr="00DE6ED3" w:rsidRDefault="00D04231" w:rsidP="00D0423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04231" w:rsidRPr="00DE6ED3" w:rsidRDefault="00D04231" w:rsidP="00D04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231" w:rsidRDefault="00D04231" w:rsidP="00D04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04231" w:rsidRPr="00DE6ED3" w:rsidRDefault="00D04231" w:rsidP="00D04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66516" w:rsidRPr="00D04231" w:rsidRDefault="00D04231" w:rsidP="00D0423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66516" w:rsidRPr="00D0423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231"/>
    <w:rsid w:val="00066516"/>
    <w:rsid w:val="00171A2E"/>
    <w:rsid w:val="00304C90"/>
    <w:rsid w:val="00505B6D"/>
    <w:rsid w:val="006046FA"/>
    <w:rsid w:val="006D3977"/>
    <w:rsid w:val="007D6C18"/>
    <w:rsid w:val="00D0423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D0423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D0423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D0423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D0423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D0423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D0423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1124</Words>
  <Characters>641</Characters>
  <Application>Microsoft Office Word</Application>
  <DocSecurity>0</DocSecurity>
  <Lines>5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2021-03-30T13:01:00Z</dcterms:created>
  <dcterms:modified xsi:type="dcterms:W3CDTF">2021-03-31T06:03:00Z</dcterms:modified>
</cp:coreProperties>
</file>