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CF5" w:rsidRDefault="00412CF5" w:rsidP="00412CF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CF5" w:rsidRDefault="00412CF5" w:rsidP="00412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12CF5" w:rsidRDefault="00412CF5" w:rsidP="00412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12CF5" w:rsidRDefault="00412CF5" w:rsidP="00412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2CF5" w:rsidRDefault="00412CF5" w:rsidP="00412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2CF5" w:rsidRDefault="00412CF5" w:rsidP="00412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2CF5" w:rsidRDefault="00412CF5" w:rsidP="00412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2CF5" w:rsidRDefault="00412CF5" w:rsidP="00412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12CF5" w:rsidRDefault="00412CF5" w:rsidP="00412CF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12CF5" w:rsidRDefault="00412CF5" w:rsidP="00412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12CF5" w:rsidRDefault="00412CF5" w:rsidP="00412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12CF5" w:rsidRDefault="00412CF5" w:rsidP="00412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2CF5" w:rsidRDefault="00412CF5" w:rsidP="00412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12CF5" w:rsidRDefault="00412CF5" w:rsidP="00412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2CF5" w:rsidRDefault="00412CF5" w:rsidP="00412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12CF5" w:rsidRDefault="00412CF5" w:rsidP="00412CF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12CF5" w:rsidRDefault="00412CF5" w:rsidP="00412CF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№68</w:t>
      </w:r>
    </w:p>
    <w:p w:rsidR="00412CF5" w:rsidRPr="00AF2E62" w:rsidRDefault="00412CF5" w:rsidP="00412CF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12CF5" w:rsidRPr="00AF2E62" w:rsidRDefault="00412CF5" w:rsidP="00412CF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412CF5" w:rsidRPr="00AF2E62" w:rsidRDefault="00412CF5" w:rsidP="00412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412CF5" w:rsidRPr="00AF2E62" w:rsidRDefault="00412CF5" w:rsidP="00412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412CF5" w:rsidRPr="00AF2E62" w:rsidRDefault="00412CF5" w:rsidP="00412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Коробка В.І.</w:t>
      </w:r>
    </w:p>
    <w:p w:rsidR="00412CF5" w:rsidRPr="00AF2E62" w:rsidRDefault="00412CF5" w:rsidP="00412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412CF5" w:rsidRPr="00AF2E62" w:rsidRDefault="00412CF5" w:rsidP="00412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</w:t>
      </w:r>
      <w:proofErr w:type="spellStart"/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 xml:space="preserve">статей 12, 118, 121 Земельного кодексу </w:t>
      </w:r>
      <w:proofErr w:type="spellStart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 xml:space="preserve">, статей 316, 317, 321 </w:t>
      </w:r>
      <w:proofErr w:type="spellStart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>Цивільного</w:t>
      </w:r>
      <w:proofErr w:type="spellEnd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 xml:space="preserve"> кодексу </w:t>
      </w:r>
      <w:proofErr w:type="spellStart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>,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Коробка В.І.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  <w:proofErr w:type="gramEnd"/>
    </w:p>
    <w:p w:rsidR="00412CF5" w:rsidRPr="00DC3C37" w:rsidRDefault="00412CF5" w:rsidP="00412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412CF5" w:rsidRPr="004275CA" w:rsidRDefault="00412CF5" w:rsidP="00412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Відмовити Коробка Віталію Ігоровичу,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701EF0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>у наданні дозволу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0,25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 і обслуговування житлового будинку, господарських будівель та споруд (присадибна ділянка)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так як бажана земельна  ділянка  передана в приватну власність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Клімчуку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В.Я. жителю  села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на підставі Декретного рішення  №4   від  24 січня 1996 року. </w:t>
      </w:r>
    </w:p>
    <w:p w:rsidR="00412CF5" w:rsidRPr="00AF2E62" w:rsidRDefault="00412CF5" w:rsidP="00412CF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12CF5" w:rsidRPr="00AF2E62" w:rsidRDefault="00412CF5" w:rsidP="00412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12CF5" w:rsidRPr="00AF2E62" w:rsidRDefault="00412CF5" w:rsidP="00412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12CF5" w:rsidRDefault="00412CF5" w:rsidP="00412CF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C7D69" w:rsidRPr="00412CF5" w:rsidRDefault="00412CF5" w:rsidP="00412CF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8C7D69" w:rsidRPr="00412CF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CF5"/>
    <w:rsid w:val="00412CF5"/>
    <w:rsid w:val="00701EF0"/>
    <w:rsid w:val="008C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CF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12CF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12CF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12CF5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CF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12CF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12CF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12CF5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239</Words>
  <Characters>1363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2021-07-07T06:43:00Z</dcterms:created>
  <dcterms:modified xsi:type="dcterms:W3CDTF">2021-07-07T08:30:00Z</dcterms:modified>
</cp:coreProperties>
</file>