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7BF" w:rsidRPr="00D815F3" w:rsidRDefault="006E47BF" w:rsidP="006E47B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6E47BF" w:rsidRPr="001869AA" w:rsidRDefault="006E47BF" w:rsidP="006E47B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968" name="Группа 119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9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97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V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iNPr8A&#10;AADeAAAADwAAAGRycy9kb3ducmV2LnhtbERPyQrCMBC9C/5DGMGbpiq4VKOIqHgQxO0+NGNbbCal&#10;iVr/3giCt3m8dWaL2hTiSZXLLSvodSMQxInVOacKLudNZwzCeWSNhWVS8CYHi3mzMcNY2xcf6Xny&#10;qQgh7GJUkHlfxlK6JCODrmtL4sDdbGXQB1ilUlf4CuGmkP0oGkqDOYeGDEtaZZTcTw+jwA62u/01&#10;7R8Hax55Xh7Gt2u9V6rdqpdTEJ5q/xf/3Dsd5vcmwwl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2I0+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8A3ckA&#10;AADeAAAADwAAAGRycy9kb3ducmV2LnhtbESPQU8CMRCF7yb8h2ZIvBDp4gFkpRBDsioeTEATr5Pt&#10;uF3dTjdthZVfzxxMvM1k3rz3vtVm8J06UkxtYAOzaQGKuA625cbA+1t1cwcqZWSLXWAy8EsJNuvR&#10;1QpLG068p+MhN0pMOJVowOXcl1qn2pHHNA09sdw+Q/SYZY2NthFPYu47fVsUc+2xZUlw2NPWUf19&#10;+PEGvqpX97FdnB/jZLmn86R6eep2c2Oux8PDPahMQ/4X/30/W6k/Wy4EQHBkBr2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v8A3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Go1MYA&#10;AADeAAAADwAAAGRycy9kb3ducmV2LnhtbESPwWrDMBBE74X+g9hAL6WRa0MoruUQShOKL8ZJP2Cx&#10;NpaJtTKWErt/XxUKue0ys/Nmi+1iB3GjyfeOFbyuExDErdM9dwq+T/uXNxA+IGscHJOCH/KwLR8f&#10;Csy1m7mh2zF0Ioawz1GBCWHMpfStIYt+7UbiqJ3dZDHEdeqknnCO4XaQaZJspMWeI8HgSB+G2svx&#10;aiOkzrCuzvNpf1hwxs/K8POuUepptezeQQRawt38f/2lY/00yTL4eyfOI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Go1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lmsQA&#10;AADeAAAADwAAAGRycy9kb3ducmV2LnhtbERPTUsDMRC9C/6HMII3m3WtVbZNi1SFIniwFoq3YTPd&#10;XbqZhGTsrv/eFARv83ifs1iNrlcniqnzbOB2UoAirr3tuDGw+3y9eQSVBNli75kM/FCC1fLyYoGV&#10;9QN/0GkrjcohnCo00IqESutUt+QwTXwgztzBR4eSYWy0jTjkcNfrsihm2mHHuaHFQOuW6uP22xl4&#10;H17C28Ps/hC+4rTU6dnKfi3GXF+NT3NQQqP8i//cG5vnl8XdFM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sJZ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SVO8UA&#10;AADeAAAADwAAAGRycy9kb3ducmV2LnhtbESP3YrCMBCF74V9hzCCN7KmKivSbRRZVBZvxJ8HGJpp&#10;U2wmpYm2vv1GEPZuhnPmfGeydW9r8aDWV44VTCcJCOLc6YpLBdfL7nMJwgdkjbVjUvAkD+vVxyDD&#10;VLuOT/Q4h1LEEPYpKjAhNKmUPjdk0U9cQxy1wrUWQ1zbUuoWuxhuazlLkoW0WHEkGGzox1B+O99t&#10;hBzneDwU3WW377HD7cHweHNSajTsN98gAvXh3/y+/tWx/iyZf8HrnT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ZJU7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Ieds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sriq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yHn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umBMUA&#10;AADeAAAADwAAAGRycy9kb3ducmV2LnhtbERP32vCMBB+H+x/CDfYi2iq4pTOKDoIExyMqeDr0Zxt&#10;WXMpSWa7/34RhL3dx/fzluveNuJKPtSOFYxHGQjiwpmaSwWnox4uQISIbLBxTAp+KcB69fiwxNy4&#10;jr/oeoilSCEcclRQxdjmUoaiIoth5FrixF2ctxgT9KU0HrsUbhs5ybIXabHm1FBhS28VFd+HH6tg&#10;+9mVUz8otr3bX97PM62N/tBKPT/1m1cQkfr4L767dybNn2TTOdzeS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6Y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R4icYA&#10;AADeAAAADwAAAGRycy9kb3ducmV2LnhtbESPQWvDMAyF74P9B6PBbqvTbCslq1tKS2CMXdb2B4hY&#10;i9PGcrDdNPv302Gwm8R7eu/TajP5Xo0UUxfYwHxWgCJugu24NXA61k9LUCkjW+wDk4EfSrBZ39+t&#10;sLLhxl80HnKrJIRThQZczkOldWoceUyzMBCL9h2ixyxrbLWNeJNw3+uyKBbaY8fS4HCgnaPmcrh6&#10;A/VH+TlerjbWYTu9eHp15+XeGfP4MG3fQGWa8r/57/rdCn5ZPAu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R4i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iX7cUA&#10;AADeAAAADwAAAGRycy9kb3ducmV2LnhtbERP32vCMBB+H+x/CDfYi2iq4tDOKDoIExyMqeDr0Zxt&#10;WXMpSWa7/34RhL3dx/fzluveNuJKPtSOFYxHGQjiwpmaSwWnox7OQYSIbLBxTAp+KcB69fiwxNy4&#10;jr/oeoilSCEcclRQxdjmUoaiIoth5FrixF2ctxgT9KU0HrsUbhs5ybIXabHm1FBhS28VFd+HH6tg&#10;+9mVUz8otr3bX97PM62N/tBKPT/1m1cQkfr4L767dybNn2TTBdzeS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Jf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QH8sUA&#10;AADeAAAADwAAAGRycy9kb3ducmV2LnhtbESPQWvDMAyF74P9B6NBb6uz0I2S1i1lIzDGLmv7A0Ss&#10;xmljOdhumv776TDYTUJP771vvZ18r0aKqQts4GVegCJugu24NXA81M9LUCkjW+wDk4E7JdhuHh/W&#10;WNlw4x8a97lVYsKpQgMu56HSOjWOPKZ5GIjldgrRY5Y1ttpGvIm573VZFG/aY8eS4HCgd0fNZX/1&#10;Buqv8nu8XG2sw25aeHp15+WHM2b2NO1WoDJN+V/89/1ppX5ZLAR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pAf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Y8gcAA&#10;AADeAAAADwAAAGRycy9kb3ducmV2LnhtbERPzYrCMBC+C75DGGFvmtRVkWoUEZT1aPUBhmZsi82k&#10;NtHWt98sLHibj+931tve1uJFra8ca0gmCgRx7kzFhYbr5TBegvAB2WDtmDS8ycN2MxysMTWu4zO9&#10;slCIGMI+RQ1lCE0qpc9LsugnriGO3M21FkOEbSFNi10Mt7WcKrWQFiuODSU2tC8pv2dPq2H27o6P&#10;bH5XB2MpOX03Jw75XOuvUb9bgQjUh4/43/1j4vypmiXw9068QW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iY8g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0WcIA&#10;AADeAAAADwAAAGRycy9kb3ducmV2LnhtbERPS4vCMBC+L/gfwgje1tSyyFpNiygusie3Ps5DM7bF&#10;ZlKaqPXfbwTB23x8z1lkvWnEjTpXW1YwGUcgiAuray4VHPabz28QziNrbCyTggc5yNLBxwITbe/8&#10;R7fclyKEsEtQQeV9m0jpiooMurFtiQN3tp1BH2BXSt3hPYSbRsZRNJUGaw4NFba0qqi45Fej4Do9&#10;xQc+/+pdvn78zNabpZPHUqnRsF/OQXjq/Vv8cm91mB9HXzE83wk3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9rR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Wh38UA&#10;AADeAAAADwAAAGRycy9kb3ducmV2LnhtbERPS2vCQBC+F/oflhF6qxsfBI2uYguF6qHi6+BtzI5J&#10;anY2za6a/ntXELzNx/ec8bQxpbhQ7QrLCjrtCARxanXBmYLt5ut9AMJ5ZI2lZVLwTw6mk9eXMSba&#10;XnlFl7XPRAhhl6CC3PsqkdKlORl0bVsRB+5oa4M+wDqTusZrCDel7EZRLA0WHBpyrOgzp/S0PhsF&#10;u+UgHi4/5v3fxc8Be0b/7XURK/XWamYjEJ4a/xQ/3N86zO9G/R7c3w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1aHf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WuP8MA&#10;AADeAAAADwAAAGRycy9kb3ducmV2LnhtbERPS4vCMBC+C/6HMII3Ta1FpGsUH6jLnnzBXodmti3b&#10;TEoTtfrrzcKCt/n4njNbtKYSN2pcaVnBaBiBIM6sLjlXcDlvB1MQziNrrCyTggc5WMy7nRmm2t75&#10;SLeTz0UIYZeigsL7OpXSZQUZdENbEwfuxzYGfYBNLnWD9xBuKhlH0UQaLDk0FFjTuqDs93Q1Cp6T&#10;bzy4fbzajLWnRzLd2a/DTql+r11+gPDU+rf43/2pw/w4ShL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8WuP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BiCsMA&#10;AADeAAAADwAAAGRycy9kb3ducmV2LnhtbERPzWrCQBC+C77DMgVvummIpaZZRUTBW2vqAwzZ6SYk&#10;Oxuzq8Y+fbdQ6G0+vt8pNqPtxI0G3zhW8LxIQBBXTjdsFJw/D/NXED4ga+wck4IHedisp5MCc+3u&#10;fKJbGYyIIexzVFCH0OdS+qomi37heuLIfbnBYohwMFIPeI/htpNpkrxIiw3Hhhp72tVUteXVKri4&#10;dKnHco/v7X710RiTXb5PmVKzp3H7BiLQGP7Ff+6jjvPTJFvC7zvx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rBiC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alsQA&#10;AADeAAAADwAAAGRycy9kb3ducmV2LnhtbERPyW7CMBC9I/UfrKnEDZzSkkKKE7VISFxZDj0O9pCk&#10;jcdpbCDl6zFSpd7m6a2zKHrbiDN1vnas4GmcgCDWztRcKtjvVqMZCB+QDTaOScEveSjyh8ECM+Mu&#10;vKHzNpQihrDPUEEVQptJ6XVFFv3YtcSRO7rOYoiwK6Xp8BLDbSMnSZJKizXHhgpbWlakv7cnq2Bd&#10;H2ia6uPczj705vP6E55fv4xSw8f+/Q1EoD78i//caxPnT5KXFO7vxBt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emp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PG2sYA&#10;AADeAAAADwAAAGRycy9kb3ducmV2LnhtbERPXWsCMRB8L/gfwgp9q0mP0urVKFootGgFP7Cvy2V7&#10;Obxsjkt6nv/eCIW+ze7szOxM572rRUdtqDxreBwpEMSFNxWXGg7794cxiBCRDdaeScOFAsxng7sp&#10;5safeUvdLpYimXDIUYONscmlDIUlh2HkG+LE/fjWYUxjW0rT4jmZu1pmSj1LhxWnBIsNvVkqTrtf&#10;p6HDzUV92+XX5LNaF9lmeVyZtNf3w37xCiJSH/+P/9QfJr2fqacX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PG2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NMsQA&#10;AADeAAAADwAAAGRycy9kb3ducmV2LnhtbESPQU/DMAyF70j8h8hI3FhKhRAqyyaENMQRCocdTeM1&#10;HY1dJWEt/Hp8QOJm6z2/93m9XeJoTpTyIOzgelWBIe7ED9w7eH/bXd2ByQXZ4yhMDr4pw3ZzfrbG&#10;xsvMr3RqS280hHODDkIpU2Nt7gJFzCuZiFU7SIpYdE299QlnDY+jravq1kYcWBsCTvQYqPtsv6KD&#10;+an7ONaHvQ8/aZJd+yLHehTnLi+Wh3swhZbyb/67fvaKX1c3yqvv6Ax2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hjTL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U4vsUA&#10;AADeAAAADwAAAGRycy9kb3ducmV2LnhtbERP22oCMRB9F/oPYQp906xLaXU1itUKpSji7X3cjLvb&#10;JpNlk+r275uC4NscznXG09YacaHGV44V9HsJCOLc6YoLBYf9sjsA4QOyRuOYFPySh+nkoTPGTLsr&#10;b+myC4WIIewzVFCGUGdS+rwki77nauLInV1jMUTYFFI3eI3h1sg0SV6kxYpjQ4k1zUvKv3c/VsFy&#10;szBf6Xo7O8owf389mcHn22Kl1NNjOxuBCNSGu/jm/tBxfpo8D+H/nXiD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lTi+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DaascA&#10;AADeAAAADwAAAGRycy9kb3ducmV2LnhtbESPQWvCQBCF70L/wzKFXkQ3VSwSXaUUigoVrApex+yY&#10;BLOzIbuN8d87h4K3GebNe++bLztXqZaaUHo28D5MQBFn3pacGzgevgdTUCEiW6w8k4E7BVguXnpz&#10;TK2/8S+1+5grMeGQooEixjrVOmQFOQxDXxPL7eIbh1HWJte2wZuYu0qPkuRDOyxZEgqs6aug7Lr/&#10;cwba3c85X7eh3lyn/TAZn1errT0Z8/bafc5AReriU/z/vbZSf5RMBEBwZAa9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A2m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AB7MUA&#10;AADeAAAADwAAAGRycy9kb3ducmV2LnhtbERPTWsCMRC9F/ofwgjeauKiRVej1ILQS0FtD/U2bsbd&#10;xc1km0Td9tc3gtDbPN7nzJedbcSFfKgdaxgOFAjiwpmaSw2fH+unCYgQkQ02jknDDwVYLh4f5pgb&#10;d+UtXXaxFCmEQ44aqhjbXMpQVGQxDFxLnLij8xZjgr6UxuM1hdtGZko9S4s1p4YKW3qtqDjtzlbD&#10;ajpZfW9G/P67Pexp/3U4jTOvtO73upcZiEhd/Bff3W8mzc/UeAi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AHsxQAAAN4AAAAPAAAAAAAAAAAAAAAAAJgCAABkcnMv&#10;ZG93bnJldi54bWxQSwUGAAAAAAQABAD1AAAAigMAAAAA&#10;" fillcolor="black" stroked="f"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GRm8UA&#10;AADeAAAADwAAAGRycy9kb3ducmV2LnhtbERPS2vCQBC+F/wPywje6saAIqmr1EdBqB60PXgcs9Nk&#10;SXY2ZLea+utdQehtPr7nzBadrcWFWm8cKxgNExDEudOGCwXfXx+vUxA+IGusHZOCP/KwmPdeZphp&#10;d+UDXY6hEDGEfYYKyhCaTEqfl2TRD11DHLkf11oMEbaF1C1eY7itZZokE2nRcGwosaFVSXl1/LUK&#10;Tp8TMz0YSs+723Kjd+NquV9XSg363fsbiEBd+Bc/3Vsd56fJOIXHO/EG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sZGb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9ZMsQA&#10;AADeAAAADwAAAGRycy9kb3ducmV2LnhtbERPTUsDMRC9F/wPYQRvNrGiLNtml6KIXjxYFa/DZrpZ&#10;dzNZk7Td9tcbQehtHu9zVvXkBrGnEDvPGm7mCgRx403HrYaP96frAkRMyAYHz6ThSBHq6mK2wtL4&#10;A7/RfpNakUM4lqjBpjSWUsbGksM49yNx5rY+OEwZhlaagIcc7ga5UOpeOuw4N1gc6cFS0292TkNY&#10;fz32J9599ur0eozP39NPgVbrq8tpvQSRaEpn8b/7xeT5C3V3C3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vWT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d3DcQA&#10;AADeAAAADwAAAGRycy9kb3ducmV2LnhtbERP22oCMRB9L/Qfwgi+lJp06XVrlCIIglLQ+gHTzXR3&#10;MZksm6mu/XpTKPRtDuc60/kQvDpSn9rIFu4mBhRxFV3LtYX9x/L2GVQSZIc+Mlk4U4L57PpqiqWL&#10;J97ScSe1yiGcSrTQiHSl1qlqKGCaxI44c1+xDygZ9rV2PZ5yePC6MOZRB2w5NzTY0aKh6rD7DhZ8&#10;8elf1k9pI+e93pifINubd2fteDS8vYISGuRf/OdeuTy/MA/38PtOvkH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3dw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uTzMQA&#10;AADeAAAADwAAAGRycy9kb3ducmV2LnhtbERPTWvCQBC9F/wPywi91U0DFkldxSpCLj00RryO2Wk2&#10;uDsbsqum/fXdQqG3ebzPWa5HZ8WNhtB5VvA8y0AQN1533CqoD/unBYgQkTVaz6TgiwKsV5OHJRba&#10;3/mDblVsRQrhUKACE2NfSBkaQw7DzPfEifv0g8OY4NBKPeA9hTsr8yx7kQ47Tg0Ge9oaai7V1SnY&#10;Vb3N69K8hdPx/Xy25feeTjulHqfj5hVEpDH+i//cpU7z82w+h9930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rk8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y/jcIA&#10;AADeAAAADwAAAGRycy9kb3ducmV2LnhtbERPTWsCMRC9F/wPYYTeaqLgWrZGEVEQPFXXQ29DMt3d&#10;djNZNtHd/ntTELzN433Ocj24RtyoC7VnDdOJAkFsvK251FCc92/vIEJEtth4Jg1/FGC9Gr0sMbe+&#10;50+6nWIpUgiHHDVUMba5lMFU5DBMfEucuG/fOYwJdqW0HfYp3DVyplQmHdacGipsaVuR+T1dnYaf&#10;vTx6o9Bcikt/sIuvXUaN0vp1PGw+QEQa4lP8cB9smj9T8wz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fL+N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pccQA&#10;AADeAAAADwAAAGRycy9kb3ducmV2LnhtbERPS2vCQBC+F/wPywi91Y0prRJdRYVCqfTgA/E4Zsck&#10;JDsbdleN/94VCr3Nx/ec6bwzjbiS85VlBcNBAoI4t7riQsF+9/U2BuEDssbGMim4k4f5rPcyxUzb&#10;G2/oug2FiCHsM1RQhtBmUvq8JIN+YFviyJ2tMxgidIXUDm8x3DQyTZJPabDi2FBiS6uS8np7MQqO&#10;lzWff99/Fm4ZDrbb+To9jWulXvvdYgIiUBf+xX/ubx3np8nHCJ7vxBv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Y6X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qoccgA&#10;AADeAAAADwAAAGRycy9kb3ducmV2LnhtbESPT0/DMAzF70h8h8hI3FhCxdAoyyaGhMQFaf8O7OY1&#10;pq3WOCUJW+HTzwek3Wy95/d+ns4H36kjxdQGtnA/MqCIq+Bari1sN293E1ApIzvsApOFX0own11f&#10;TbF04cQrOq5zrSSEU4kWmpz7UutUNeQxjUJPLNpXiB6zrLHWLuJJwn2nC2MetceWpaHBnl4bqg7r&#10;H29h8TRZfC8f+ONvtd/R7nN/GBfRWHt7M7w8g8o05Iv5//rdCX5hxsIr78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mqhxyAAAAN4AAAAPAAAAAAAAAAAAAAAAAJgCAABk&#10;cnMvZG93bnJldi54bWxQSwUGAAAAAAQABAD1AAAAjQMAAAAA&#10;" fillcolor="black" stroked="f"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AGQMQA&#10;AADeAAAADwAAAGRycy9kb3ducmV2LnhtbERPTUsDMRC9C/6HMII3m7ViqWvTshRE8bStFa/TzXSz&#10;dDNZkpiu/74pFLzN433OYjXaXiTyoXOs4HFSgCBunO64VbD7enuYgwgRWWPvmBT8UYDV8vZmgaV2&#10;J95Q2sZW5BAOJSowMQ6llKExZDFM3ECcuYPzFmOGvpXa4ymH215Oi2ImLXacGwwOtDbUHLe/VkHa&#10;r+vqKf0ks/n0Vetd/f69r5W6vxurVxCRxvgvvro/dJ4/LZ5f4PJOvkEu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gBk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ohaccA&#10;AADeAAAADwAAAGRycy9kb3ducmV2LnhtbESPQU/DMAyF70j8h8hI3Fi6HSrolk3TBAi4wArSdrQa&#10;r6nWOFUTurJfPx+QdrPl5/fet1iNvlUD9bEJbGA6yUARV8E2XBv4+X55eAQVE7LFNjAZ+KMIq+Xt&#10;zQILG068paFMtRITjgUacCl1hdaxcuQxTkJHLLdD6D0mWfta2x5PYu5bPcuyXHtsWBIcdrRxVB3L&#10;X28gTjfPuw9/fhr2r44/y3eXf9XOmPu7cT0HlWhMV/H/95uV+rMsFwDBkRn08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aIW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47BF" w:rsidRPr="00D815F3" w:rsidRDefault="006E47BF" w:rsidP="006E47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6E47BF" w:rsidRPr="001869AA" w:rsidRDefault="006E47BF" w:rsidP="006E47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E47BF" w:rsidRPr="001869AA" w:rsidRDefault="006E47BF" w:rsidP="006E47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E47BF" w:rsidRPr="001869AA" w:rsidRDefault="006E47BF" w:rsidP="006E47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E47BF" w:rsidRPr="00D815F3" w:rsidRDefault="006E47BF" w:rsidP="006E47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6E47BF" w:rsidRPr="001869AA" w:rsidRDefault="006E47BF" w:rsidP="006E47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6E47BF" w:rsidRPr="001869AA" w:rsidRDefault="006E47BF" w:rsidP="006E47B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E47BF" w:rsidRPr="001869AA" w:rsidRDefault="006E47BF" w:rsidP="006E47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6E47BF" w:rsidRPr="001869AA" w:rsidRDefault="006E47BF" w:rsidP="006E47B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E47BF" w:rsidRPr="001869AA" w:rsidRDefault="006E47BF" w:rsidP="006E47B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0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7BF" w:rsidRDefault="006E47BF" w:rsidP="006E47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00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JRodH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47BF" w:rsidRDefault="006E47BF" w:rsidP="006E47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E47BF" w:rsidRDefault="006E47BF" w:rsidP="006E47BF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6E47BF" w:rsidRPr="001869AA" w:rsidRDefault="006E47BF" w:rsidP="006E47B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E47BF" w:rsidRDefault="006E47BF" w:rsidP="006E47BF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6E47BF" w:rsidRPr="001869AA" w:rsidRDefault="006E47BF" w:rsidP="006E47BF">
      <w:pPr>
        <w:spacing w:after="0" w:line="240" w:lineRule="auto"/>
        <w:jc w:val="center"/>
        <w:rPr>
          <w:rFonts w:ascii="Times New Roman" w:hAnsi="Times New Roman"/>
        </w:rPr>
      </w:pPr>
    </w:p>
    <w:p w:rsidR="006E47BF" w:rsidRPr="004C78CD" w:rsidRDefault="006E47BF" w:rsidP="006E47B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Павлюку С.С.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Павлюк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С.С.,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6E47BF" w:rsidRPr="008E2C07" w:rsidRDefault="006E47BF" w:rsidP="006E47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Павлюку Сергію Сергійовичу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3E75EF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0,0700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в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Колом’є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Павлюку С.С.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6E47BF" w:rsidRPr="008E2C07" w:rsidRDefault="006E47BF" w:rsidP="006E47B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6E47BF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6E47BF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6E47BF" w:rsidRPr="008E2C07" w:rsidRDefault="006E47BF" w:rsidP="006E47B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42404C" w:rsidRPr="006E47BF" w:rsidRDefault="006E47BF" w:rsidP="006E47B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42404C" w:rsidRPr="006E47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7BF"/>
    <w:rsid w:val="00171A2E"/>
    <w:rsid w:val="00304C90"/>
    <w:rsid w:val="003E75EF"/>
    <w:rsid w:val="0042404C"/>
    <w:rsid w:val="00505B6D"/>
    <w:rsid w:val="006D3977"/>
    <w:rsid w:val="006E47BF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7B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7B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224</Words>
  <Characters>1282</Characters>
  <Application>Microsoft Office Word</Application>
  <DocSecurity>0</DocSecurity>
  <Lines>10</Lines>
  <Paragraphs>3</Paragraphs>
  <ScaleCrop>false</ScaleCrop>
  <Company>Microsoft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2020-11-17T16:20:00Z</dcterms:created>
  <dcterms:modified xsi:type="dcterms:W3CDTF">2020-11-18T07:08:00Z</dcterms:modified>
</cp:coreProperties>
</file>