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78" w:rsidRDefault="00AA6678" w:rsidP="00AA667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A6678" w:rsidRDefault="00AA6678" w:rsidP="00AA6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C05403" wp14:editId="2263DAF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94" name="Группа 15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678" w:rsidRDefault="00AA6678" w:rsidP="00AA66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9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6z2cQA&#10;AADeAAAADwAAAGRycy9kb3ducmV2LnhtbERPS2vCQBC+F/wPywjedNNI1KauQYoVD4L4ug/ZMQnN&#10;zobsNkn/vVso9DYf33PW2WBq0VHrKssKXmcRCOLc6ooLBbfr53QFwnlkjbVlUvBDDrLN6GWNqbY9&#10;n6m7+EKEEHYpKii9b1IpXV6SQTezDXHgHrY16ANsC6lb7EO4qWUcRQtpsOLQUGJDHyXlX5dvo8DO&#10;94fjvYjP8x0vPW9Pq8d9OCo1GQ/bdxCeBv8v/nMfdJifxG8J/L4Tbp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es9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fDc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Y/jSY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Inw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el8cA&#10;AADeAAAADwAAAGRycy9kb3ducmV2LnhtbESPzWrDMBCE74W8g9hCLiWR49AmdS2HUJJScgn5eYDF&#10;2lim1spYqu28fVUo9LbLzM43m29G24ieOl87VrCYJyCIS6drrhRcL/vZGoQPyBobx6TgTh42xeQh&#10;x0y7gU/Un0MlYgj7DBWYENpMSl8asujnriWO2s11FkNcu0rqDocYbhuZJsmLtFhzJBhs6d1Q+XX+&#10;thFyXOLxcBsu+48RB9wdDD9tT0pNH8ftG4hAY/g3/11/6lj/OX1dwe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Xnp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f38cA&#10;AADeAAAADwAAAGRycy9kb3ducmV2LnhtbESPQUsDMRCF7wX/Q5iCN5vtYquuTYtUBRF6sBaKt2Ez&#10;3V3cTEISu+u/dw5CbzO8N+99s9qMrldniqnzbGA+K0AR19523Bg4fL7e3INKGdli75kM/FKCzfpq&#10;ssLK+oE/6LzPjZIQThUaaHMOldapbslhmvlALNrJR4dZ1thoG3GQcNfrsiiW2mHH0tBioG1L9ff+&#10;xxnYDS/h/W65OIWveFvq9GzzcZuNuZ6OT4+gMo35Yv6/frOCvygfhFfe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MH9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SvfsYA&#10;AADeAAAADwAAAGRycy9kb3ducmV2LnhtbESP0WrCQBBF3wv+wzJCX0rdaGmp0TUEMVLyImo/YMiO&#10;2WB2NmRXk/69Wyj0bYZ7554762y0rbhT7xvHCuazBARx5XTDtYLvc/H6CcIHZI2tY1LwQx6yzeRp&#10;jal2Ax/pfgq1iCHsU1RgQuhSKX1lyKKfuY44ahfXWwxx7WupexxiuG3lIkk+pMWGI8FgR1tD1fV0&#10;sxFyeMNDeRnOxX7EAXel4Zf8qNTzdMxXIAKN4d/8d/2lY/33xXI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Svf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GJw8YA&#10;AADeAAAADwAAAGRycy9kb3ducmV2LnhtbESPQUsDQQyF74L/YYjgzc5abZW10yJVQYQerIJ4Czvp&#10;7uJOZpiJ3fXfm4PgLSEv771vtZnCYI6USx/ZweWsAkPcRN9z6+D97eniFkwRZI9DZHLwQwU269OT&#10;FdY+jvxKx720Rk241OigE0m1taXpKGCZxUSst0PMAUXX3FqfcVTzMNh5VS1twJ41ocNE246ar/13&#10;cLAbH9PLzXJxSJ/5em7Lg5ePrTh3fjbd34ERmuRf/Pf97LX+4qpS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GJ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xsc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2TQbw+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YMb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rlOc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zVS5b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rlO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YKXcQA&#10;AADeAAAADwAAAGRycy9kb3ducmV2LnhtbERP32vCMBB+H/g/hBv4MmbqijI6o6gQHDgQ3WCvR3O2&#10;Zc2lJJnt/nsjCHu7j+/nLVaDbcWFfGgcK5hOMhDEpTMNVwq+PvXzK4gQkQ22jknBHwVYLUcPCyyM&#10;6/lIl1OsRArhUKCCOsaukDKUNVkME9cRJ+7svMWYoK+k8dincNvKlyybS4sNp4YaO9rWVP6cfq2C&#10;zaGvcv9Ubga3P+++Z1ob/aGVGj8O6zcQkYb4L767302aP8uzHG7vp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GCl3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/Y1sIA&#10;AADeAAAADwAAAGRycy9kb3ducmV2LnhtbERP24rCMBB9X/Afwgi+ram3RapRRCkssi/r+gFDMzbV&#10;ZlKSWOvfb4SFfZvDuc5629tGdORD7VjBZJyBIC6drrlScP4p3pcgQkTW2DgmBU8KsN0M3taYa/fg&#10;b+pOsRIphEOOCkyMbS5lKA1ZDGPXEifu4rzFmKCvpPb4SOG2kdMs+5AWa04NBlvaGypvp7tVUByn&#10;X93trn3hdv3c0sJclwej1GjY71YgIvXxX/zn/tRp/mKWzeH1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9j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jpcIA&#10;AADeAAAADwAAAGRycy9kb3ducmV2LnhtbERPzWrCQBC+F/oOyxR6q7tqI5K6CSIo5ti0DzBkp0kw&#10;Oxuzq0nevisUepuP73d2+WQ7cafBt441LBcKBHHlTMu1hu+v49sWhA/IBjvHpGEmD3n2/LTD1LiR&#10;P+lehlrEEPYpamhC6FMpfdWQRb9wPXHkftxgMUQ41NIMOMZw28mVUhtpseXY0GBPh4aqS3mzGt7n&#10;8XQtk4s6GkvLYt0XHKpE69eXaf8BItAU/sV/7rOJ85O1SuDxTrxB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eO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1rfcQA&#10;AADeAAAADwAAAGRycy9kb3ducmV2LnhtbERPTWvCQBC9F/wPywi91Y2RBhtdQzBYSk81Ws9DdkyC&#10;2dmQXTX++26h0Ns83uess9F04kaDay0rmM8iEMSV1S3XCo6H3csShPPIGjvLpOBBDrLN5GmNqbZ3&#10;3tOt9LUIIexSVNB436dSuqohg25me+LAne1g0Ac41FIPeA/hppNxFCXSYMuhocGetg1Vl/JqFFyT&#10;U3zk86f+KovH+1uxy538rpV6no75CoSn0f+L/9wfOsx/XUQJ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Na3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5++8cA&#10;AADeAAAADwAAAGRycy9kb3ducmV2LnhtbERPS2vCQBC+F/oflin0Vjf1EW10FVsoqAdFbQ+9jdlp&#10;kjY7G7Orxn/vCoK3+fieM5o0phRHql1hWcFrKwJBnFpdcKbga/v5MgDhPLLG0jIpOJODyfjxYYSJ&#10;tide03HjMxFC2CWoIPe+SqR0aU4GXctWxIH7tbVBH2CdSV3jKYSbUrajKJYGCw4NOVb0kVP6vzkY&#10;Bd+rQfy2ep93/xbLHXaM3v/oIlbq+amZDkF4avxdfHPPdJjf60R9uL4TbpDj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ufv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h9HccA&#10;AADeAAAADwAAAGRycy9kb3ducmV2LnhtbESPS2vDQAyE74X+h0WF3Jp1kzYE1+uQB01LTnlBrsKr&#10;2qZerfFuEqe/vjoUcpOY0cynbNa7Rl2oC7VnAy/DBBRx4W3NpYHj4eN5CipEZIuNZzJwowCz/PEh&#10;w9T6K+/oso+lkhAOKRqoYmxTrUNRkcMw9C2xaN++cxhl7UptO7xKuGv0KEkm2mHN0lBhS8uKip/9&#10;2Rn4nZxwGz5Hi9XYRrq9Ttd+s10bM3jq5++gIvXxbv6//rKC/zZOhFfekRl0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IfR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2xKMIA&#10;AADeAAAADwAAAGRycy9kb3ducmV2LnhtbERP24rCMBB9F/Yfwiz4pqlXtBplWRR8U7v7AUMzpsVm&#10;Upuo3f16Iwi+zeFcZ7lubSVu1PjSsYJBPwFBnDtdslHw+7PtzUD4gKyxckwK/sjDevXRWWKq3Z2P&#10;dMuCETGEfYoKihDqVEqfF2TR911NHLmTayyGCBsjdYP3GG4rOUySqbRYcmwosKbvgvJzdrUKLm44&#10;0W22wf15Mz+Uxowv/8exUt3P9msBIlAb3uKXe6fj/MkomcPznXiD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vbEo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og8YA&#10;AADeAAAADwAAAGRycy9kb3ducmV2LnhtbESPQW/CMAyF75P4D5GRdhspIBgUAmKTJnGF7bCjSUxb&#10;aJzSZNDx6/Fh0m62/Pze+5brztfqSm2sAhsYDjJQxDa4igsDX58fLzNQMSE7rAOTgV+KsF71npaY&#10;u3DjHV33qVBiwjFHA2VKTa51tCV5jIPQEMvtGFqPSda20K7Fm5j7Wo+ybKo9ViwJJTb0XpI973+8&#10;gW11oMnUHud+9mZ33/dLGr+enDHP/W6zAJWoS//iv++tk/qT8VAABEdm0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Log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0z8YA&#10;AADeAAAADwAAAGRycy9kb3ducmV2LnhtbERPXWvCQBB8F/ofji30TS+xtNToKVUQLFbBD/R1ya25&#10;0NxeyJ0x/nuvUOjb7M7OzM5k1tlKtNT40rGCdJCAIM6dLrlQcDws+x8gfEDWWDkmBXfyMJs+9SaY&#10;aXfjHbX7UIhowj5DBSaEOpPS54Ys+oGriSN3cY3FEMemkLrBWzS3lRwmybu0WHJMMFjTwlD+s79a&#10;BS1u78nZzDejr/I7H27np7WOe/Xy3H2OQQTqwv/xn3ql4/tvr2kKv3UiBj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+0z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1Is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n+7Wp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D1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ArsUA&#10;AADeAAAADwAAAGRycy9kb3ducmV2LnhtbERP22oCMRB9F/oPYQq+aValrWyN4hVELMVL38fNuLtt&#10;Mlk2Ude/b4RC3+ZwrjOaNNaIK9W+dKyg101AEGdOl5wrOB5WnSEIH5A1Gsek4E4eJuOn1ghT7W68&#10;o+s+5CKGsE9RQRFClUrps4Is+q6riCN3drXFEGGdS13jLYZbI/tJ8iotlhwbCqxoXlD2s79YBavP&#10;hfnuf+ymXzLMl28nM9zMFlul2s/N9B1EoCb8i//cax3nvwx6A3i8E2+Q4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EC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FTsQA&#10;AADeAAAADwAAAGRycy9kb3ducmV2LnhtbERP24rCMBB9F/yHMIIvsqbeFqlGEUF0YQV1F3wdm7Et&#10;NpPSxFr/frMg+DaHc535sjGFqKlyuWUFg34EgjixOudUwe/P5mMKwnlkjYVlUvAkB8tFuzXHWNsH&#10;H6k++VSEEHYxKsi8L2MpXZKRQde3JXHgrrYy6AOsUqkrfIRwU8hhFH1KgzmHhgxLWmeU3E53o6A+&#10;fF/SXe3Kr9u05yajy3a712elup1mNQPhqfFv8cu902H+ZDQYw/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7BU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eyMYA&#10;AADeAAAADwAAAGRycy9kb3ducmV2LnhtbERPTWvCQBC9F/oflhF6azbapmh0lSoUehGq7aHexuyY&#10;BLOzcXer0V/vCgVv83ifM5l1phFHcr62rKCfpCCIC6trLhX8fH88D0H4gKyxsUwKzuRhNn18mGCu&#10;7YlXdFyHUsQQ9jkqqEJocyl9UZFBn9iWOHI76wyGCF0ptcNTDDeNHKTpmzRYc2yosKVFRcV+/WcU&#10;zEfD+eHrlZeX1XZDm9/tPhu4VKmnXvc+BhGoC3fxv/tTx/nZSz+D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veyMYAAADeAAAADwAAAAAAAAAAAAAAAACYAgAAZHJz&#10;L2Rvd25yZXYueG1sUEsFBgAAAAAEAAQA9QAAAIsDAAAAAA==&#10;" fillcolor="black" stroked="f"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pOv8YA&#10;AADeAAAADwAAAGRycy9kb3ducmV2LnhtbERPTWvCQBC9F/wPywi91Y2KQaKr1FZBqB60HjyO2Wmy&#10;JDsbsluN/vpuodDbPN7nzJedrcWVWm8cKxgOEhDEudOGCwWnz83LFIQPyBprx6TgTh6Wi97THDPt&#10;bnyg6zEUIoawz1BBGUKTSenzkiz6gWuII/flWoshwraQusVbDLe1HCVJKi0ajg0lNvRWUl4dv62C&#10;80dqpgdDo8vusVrr3aRa7d8rpZ773esMRKAu/Iv/3Fsd50/GwxR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pO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GFsQA&#10;AADeAAAADwAAAGRycy9kb3ducmV2LnhtbERPS2sCMRC+F/ofwhR6q1ktrbIaRSylvXjwhddhM91s&#10;dzPZJlFXf70RhN7m43vOZNbZRhzJh8qxgn4vA0FcOF1xqWC7+XwZgQgRWWPjmBScKcBs+vgwwVy7&#10;E6/ouI6lSCEcclRgYmxzKUNhyGLouZY4cT/OW4wJ+lJqj6cUbhs5yLJ3abHi1GCwpYWhol4frAI/&#10;33/UFz7s6uyyPIev3+5vhEap56duPgYRqYv/4rv7W6f5b6/9IdzeST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hh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kL8cA&#10;AADeAAAADwAAAGRycy9kb3ducmV2LnhtbESP0UoDQQxF3wv+wxDBF2lnW1Hr2mmRgiBYhNZ+QNyJ&#10;u4szmWUnbbd+vXkQ+pZwb+49WayGGMyR+twmdjCdFGCIq+Rbrh3sP1/HczBZkD2GxOTgTBlWy6vR&#10;AkufTryl405qoyGcS3TQiHSltblqKGKepI5Yte/URxRd+9r6Hk8aHoOdFcWDjdiyNjTY0bqh6md3&#10;iA7C7Cs8vT/mjZz3dlP8Rtnefnjnbq6Hl2cwQoNczP/Xb17x7++myqvv6Ax2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6pC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A7sUA&#10;AADeAAAADwAAAGRycy9kb3ducmV2LnhtbERPTWsCMRC9F/ofwhS81axKS7sapSrCXjx0a/E6bsbN&#10;0mSybKKu/fWmUPA2j/c5s0XvrDhTFxrPCkbDDARx5XXDtYLd1+b5DUSIyBqtZ1JwpQCL+ePDDHPt&#10;L/xJ5zLWIoVwyFGBibHNpQyVIYdh6FvixB195zAm2NVSd3hJ4c7KcZa9SocNpwaDLa0MVT/lySlY&#10;l60d7wqzDPvv7eFgi98N7ddKDZ76jymISH28i//dhU7zXyajd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kD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R+MYA&#10;AADeAAAADwAAAGRycy9kb3ducmV2LnhtbESPT2vDMAzF74N9B6PBbqu9jrUlrVvGWKGwU/8dehO2&#10;mqSN5RB7Tfbtp8OgNwk9vfd+i9UQGnWjLtWRLbyODChiF33NpYXDfv0yA5UysscmMln4pQSr5ePD&#10;Agsfe97SbZdLJSacCrRQ5dwWWidXUcA0ii2x3M6xC5hl7UrtO+zFPDR6bMxEB6xZEips6bMid939&#10;BAuXtf6OzqA7Ho79xk9PXxNqjLXPT8PHHFSmId/F/98bL/Xf38YCIDgyg1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WR+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HBMQA&#10;AADeAAAADwAAAGRycy9kb3ducmV2LnhtbERPTWvCQBC9F/oflhF6qxsjlpC6ihWEovRQFelxzI5J&#10;SHY27K4a/31XELzN433OdN6bVlzI+dqygtEwAUFcWF1zqWC/W71nIHxA1thaJgU38jCfvb5MMdf2&#10;yr902YZSxBD2OSqoQuhyKX1RkUE/tB1x5E7WGQwRulJqh9cYblqZJsmHNFhzbKiwo2VFRbM9GwV/&#10;5w2ffsbrhfsKB9vvfJMes0apt0G/+AQRqA9P8cP9reP8yTgdwf2de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Rxw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6MAcYA&#10;AADeAAAADwAAAGRycy9kb3ducmV2LnhtbERPS2sCMRC+F/ofwgjeata1iq5GqQWhl0J9HPQ2bsbd&#10;xc1km0Td9tc3QsHbfHzPmS1aU4srOV9ZVtDvJSCIc6srLhTstquXMQgfkDXWlknBD3lYzJ+fZphp&#10;e+M1XTehEDGEfYYKyhCaTEqfl2TQ92xDHLmTdQZDhK6Q2uEthptapkkykgYrjg0lNvReUn7eXIyC&#10;5WS8/P565c/f9fFAh/3xPExdolS3075NQQRqw0P87/7Qcf5wkKZwfyfe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6MAcYAAADeAAAADwAAAAAAAAAAAAAAAACYAgAAZHJz&#10;L2Rvd25yZXYueG1sUEsFBgAAAAAEAAQA9QAAAIsDAAAAAA==&#10;" fillcolor="black" stroked="f"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iMMMA&#10;AADeAAAADwAAAGRycy9kb3ducmV2LnhtbERP30vDMBB+F/Y/hBv45tKtKFKXjTIYik/dVHy9Nbem&#10;rLmUJGb1vzeC4Nt9fD9vvZ3sIBL50DtWsFwUIIhbp3vuFLy/7e8eQYSIrHFwTAq+KcB2M7tZY6Xd&#10;lQ+UjrETOYRDhQpMjGMlZWgNWQwLNxJn7uy8xZih76T2eM3hdpCroniQFnvODQZH2hlqL8cvqyCd&#10;dk1dps9kDq++7rxrnj9OjVK386l+AhFpiv/iP/eLzvPvy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QiM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+TcYA&#10;AADeAAAADwAAAGRycy9kb3ducmV2LnhtbERPTWvCQBC9F/wPywjemo3aShtdRcSW6qVtWqjHITtm&#10;g9nZkN3GtL++Kwi9zeN9zmLV21p01PrKsYJxkoIgLpyuuFTw+fF0+wDCB2SNtWNS8EMeVsvBzQIz&#10;7c78Tl0eShFD2GeowITQZFL6wpBFn7iGOHJH11oMEbal1C2eY7it5SRNZ9JixbHBYEMbQ8Up/7YK&#10;/Hiz/drb38fu8Gz4Nd+Z2VtplBoN+/UcRKA+/Iuv7hcd599PJ3dweS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H+T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6678" w:rsidRDefault="00AA6678" w:rsidP="00AA66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A6678" w:rsidRDefault="00AA6678" w:rsidP="00AA667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A6678" w:rsidRDefault="00AA6678" w:rsidP="00AA66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A6678" w:rsidRDefault="00AA6678" w:rsidP="00AA66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AA6678" w:rsidRDefault="00AA6678" w:rsidP="00AA667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A6678" w:rsidRDefault="00AA6678" w:rsidP="00AA667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Коваленку М.М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Коваленка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A6678" w:rsidRDefault="00AA6678" w:rsidP="00AA66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Коваленку Максиму Миколайовичу 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64DC9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2,0000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населеного пункту  села Дідова Гора .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Коваленку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A6678" w:rsidRDefault="00AA6678" w:rsidP="00AA66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A6678" w:rsidRDefault="00AA6678" w:rsidP="00AA66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678" w:rsidRDefault="00AA6678" w:rsidP="00AA66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678" w:rsidRDefault="00AA6678" w:rsidP="00AA66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678" w:rsidRPr="00AA6678" w:rsidRDefault="00AA6678" w:rsidP="00AA66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AA6678" w:rsidRDefault="00AA6678" w:rsidP="00AA66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E1870" w:rsidRPr="00AA6678" w:rsidRDefault="00AA6678" w:rsidP="00AA66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DE1870" w:rsidRPr="00AA66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78"/>
    <w:rsid w:val="00164DC9"/>
    <w:rsid w:val="00AA6678"/>
    <w:rsid w:val="00DE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7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7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2021-07-19T06:01:00Z</dcterms:created>
  <dcterms:modified xsi:type="dcterms:W3CDTF">2021-07-19T06:31:00Z</dcterms:modified>
</cp:coreProperties>
</file>